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94D40" w14:textId="77777777" w:rsidR="00AF081E" w:rsidRDefault="00AF081E">
      <w:pPr>
        <w:jc w:val="left"/>
        <w:rPr>
          <w:color w:val="00B0F0"/>
        </w:rPr>
      </w:pPr>
      <w:bookmarkStart w:id="0" w:name="_Toc310411932"/>
    </w:p>
    <w:p w14:paraId="62729D82" w14:textId="77777777" w:rsidR="00AF081E" w:rsidRPr="00AF081E" w:rsidRDefault="00AF081E" w:rsidP="00AF081E"/>
    <w:p w14:paraId="4FBCDF10" w14:textId="77777777" w:rsidR="00AF081E" w:rsidRPr="00AF081E" w:rsidRDefault="00AF081E" w:rsidP="00AF081E"/>
    <w:p w14:paraId="200BF170" w14:textId="77777777" w:rsidR="00AF081E" w:rsidRPr="00AF081E" w:rsidRDefault="00AF081E" w:rsidP="00AF081E"/>
    <w:p w14:paraId="1FDA3249" w14:textId="77777777" w:rsidR="00AF081E" w:rsidRPr="00AF081E" w:rsidRDefault="00AF081E" w:rsidP="00AF081E"/>
    <w:p w14:paraId="5C2821F4" w14:textId="77777777" w:rsidR="00AF081E" w:rsidRPr="00AF081E" w:rsidRDefault="00AF081E" w:rsidP="00AF081E"/>
    <w:p w14:paraId="79EF9FB1" w14:textId="77777777" w:rsidR="00AF081E" w:rsidRPr="00AF081E" w:rsidRDefault="00AF081E" w:rsidP="00AF081E"/>
    <w:p w14:paraId="1EA437A4" w14:textId="77777777" w:rsidR="00AF081E" w:rsidRPr="00AF081E" w:rsidRDefault="00AF081E" w:rsidP="00AF081E"/>
    <w:p w14:paraId="58B8B633" w14:textId="77777777" w:rsidR="00AF081E" w:rsidRPr="00AF081E" w:rsidRDefault="00AF081E" w:rsidP="00AF081E"/>
    <w:p w14:paraId="4F773EDE" w14:textId="77777777" w:rsidR="00AF081E" w:rsidRPr="00AF081E" w:rsidRDefault="00AF081E" w:rsidP="00AF081E"/>
    <w:p w14:paraId="06187A4A" w14:textId="77777777" w:rsidR="00AF081E" w:rsidRPr="00AF081E" w:rsidRDefault="00AF081E" w:rsidP="00AF081E"/>
    <w:p w14:paraId="5AA616DF" w14:textId="77777777" w:rsidR="00AF081E" w:rsidRPr="00AF081E" w:rsidRDefault="00AF081E" w:rsidP="00AF081E"/>
    <w:p w14:paraId="0E4370AA" w14:textId="77777777" w:rsidR="00AF081E" w:rsidRPr="00AF081E" w:rsidRDefault="00AF081E" w:rsidP="00AF081E"/>
    <w:p w14:paraId="2E4DE398" w14:textId="77777777" w:rsidR="00AF081E" w:rsidRPr="00AF081E" w:rsidRDefault="00AF081E" w:rsidP="00AF081E"/>
    <w:p w14:paraId="75327C55" w14:textId="77777777" w:rsidR="00AF081E" w:rsidRPr="00AF081E" w:rsidRDefault="00AF081E" w:rsidP="00AF081E"/>
    <w:p w14:paraId="10F51B6B" w14:textId="77777777" w:rsidR="00AF081E" w:rsidRDefault="00AF081E">
      <w:pPr>
        <w:jc w:val="left"/>
        <w:rPr>
          <w:color w:val="00B0F0"/>
        </w:rPr>
      </w:pPr>
    </w:p>
    <w:p w14:paraId="420CB30A" w14:textId="71DB31DA" w:rsidR="00AF081E" w:rsidRDefault="00AF081E" w:rsidP="00AF081E">
      <w:pPr>
        <w:tabs>
          <w:tab w:val="left" w:pos="3367"/>
        </w:tabs>
        <w:jc w:val="center"/>
        <w:rPr>
          <w:b/>
          <w:sz w:val="44"/>
          <w:szCs w:val="44"/>
        </w:rPr>
      </w:pPr>
      <w:r w:rsidRPr="00AF081E">
        <w:rPr>
          <w:b/>
          <w:sz w:val="44"/>
          <w:szCs w:val="44"/>
        </w:rPr>
        <w:t xml:space="preserve">Relatório de Análise </w:t>
      </w:r>
      <w:r w:rsidR="00816DCC">
        <w:rPr>
          <w:b/>
          <w:sz w:val="44"/>
          <w:szCs w:val="44"/>
        </w:rPr>
        <w:t xml:space="preserve">Crítica </w:t>
      </w:r>
      <w:r w:rsidRPr="00AF081E">
        <w:rPr>
          <w:b/>
          <w:sz w:val="44"/>
          <w:szCs w:val="44"/>
        </w:rPr>
        <w:t>d</w:t>
      </w:r>
      <w:r w:rsidR="00816DCC">
        <w:rPr>
          <w:b/>
          <w:sz w:val="44"/>
          <w:szCs w:val="44"/>
        </w:rPr>
        <w:t>o</w:t>
      </w:r>
      <w:r w:rsidRPr="00AF081E">
        <w:rPr>
          <w:b/>
          <w:sz w:val="44"/>
          <w:szCs w:val="44"/>
        </w:rPr>
        <w:t xml:space="preserve"> Atendimento à Emergência</w:t>
      </w:r>
    </w:p>
    <w:p w14:paraId="6B76C2D9" w14:textId="77777777" w:rsidR="00834B3B" w:rsidRDefault="00834B3B" w:rsidP="00AF081E">
      <w:pPr>
        <w:tabs>
          <w:tab w:val="left" w:pos="3367"/>
        </w:tabs>
        <w:jc w:val="center"/>
        <w:rPr>
          <w:b/>
          <w:sz w:val="44"/>
          <w:szCs w:val="44"/>
        </w:rPr>
      </w:pPr>
    </w:p>
    <w:p w14:paraId="230DFD39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393F1FA8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4888D660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2365C484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729E4B6C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16BBFA14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6FD06C63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4FBD2256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62B7DF4A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1288D8D4" w14:textId="77777777" w:rsidR="00AC463B" w:rsidRDefault="00AC463B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628D5867" w14:textId="77777777" w:rsidR="000176E0" w:rsidRDefault="000176E0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1AC099B4" w14:textId="77777777" w:rsidR="00CC56AA" w:rsidRDefault="00CC56AA" w:rsidP="00AC463B">
      <w:pPr>
        <w:tabs>
          <w:tab w:val="left" w:pos="3367"/>
        </w:tabs>
        <w:jc w:val="left"/>
        <w:rPr>
          <w:bCs/>
          <w:sz w:val="28"/>
          <w:szCs w:val="28"/>
        </w:rPr>
      </w:pPr>
    </w:p>
    <w:p w14:paraId="35C56DE4" w14:textId="77777777" w:rsidR="00CC56AA" w:rsidRPr="000176E0" w:rsidRDefault="00CC56AA" w:rsidP="00AC463B">
      <w:pPr>
        <w:tabs>
          <w:tab w:val="left" w:pos="3367"/>
        </w:tabs>
        <w:jc w:val="left"/>
        <w:rPr>
          <w:bCs/>
          <w:sz w:val="36"/>
          <w:szCs w:val="36"/>
        </w:rPr>
      </w:pPr>
    </w:p>
    <w:p w14:paraId="048AE76C" w14:textId="2F5B4AEB" w:rsidR="00AC463B" w:rsidRPr="000176E0" w:rsidRDefault="00D50668" w:rsidP="00AC463B">
      <w:pPr>
        <w:tabs>
          <w:tab w:val="left" w:pos="3367"/>
        </w:tabs>
        <w:jc w:val="left"/>
        <w:rPr>
          <w:bCs/>
          <w:sz w:val="28"/>
          <w:szCs w:val="28"/>
        </w:rPr>
      </w:pPr>
      <w:sdt>
        <w:sdtPr>
          <w:rPr>
            <w:bCs/>
            <w:sz w:val="28"/>
            <w:szCs w:val="28"/>
          </w:rPr>
          <w:id w:val="2012401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28FD" w:rsidRPr="000176E0">
            <w:rPr>
              <w:rFonts w:ascii="MS Gothic" w:eastAsia="MS Gothic" w:hAnsi="MS Gothic" w:hint="eastAsia"/>
              <w:bCs/>
              <w:sz w:val="28"/>
              <w:szCs w:val="28"/>
            </w:rPr>
            <w:t>☐</w:t>
          </w:r>
        </w:sdtContent>
      </w:sdt>
      <w:r w:rsidR="006513AF" w:rsidRPr="000176E0">
        <w:rPr>
          <w:bCs/>
          <w:sz w:val="28"/>
          <w:szCs w:val="28"/>
        </w:rPr>
        <w:t>S</w:t>
      </w:r>
      <w:r w:rsidR="00AC463B" w:rsidRPr="000176E0">
        <w:rPr>
          <w:bCs/>
          <w:sz w:val="28"/>
          <w:szCs w:val="28"/>
        </w:rPr>
        <w:t>ituação Simulada</w:t>
      </w:r>
      <w:r w:rsidR="006513AF" w:rsidRPr="000176E0">
        <w:rPr>
          <w:bCs/>
          <w:sz w:val="28"/>
          <w:szCs w:val="28"/>
        </w:rPr>
        <w:t xml:space="preserve"> </w:t>
      </w:r>
      <w:r w:rsidR="006513AF" w:rsidRPr="000176E0">
        <w:rPr>
          <w:bCs/>
          <w:sz w:val="28"/>
          <w:szCs w:val="28"/>
        </w:rPr>
        <w:tab/>
      </w:r>
      <w:sdt>
        <w:sdtPr>
          <w:rPr>
            <w:bCs/>
            <w:sz w:val="28"/>
            <w:szCs w:val="28"/>
          </w:rPr>
          <w:id w:val="-2067325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69A" w:rsidRPr="000176E0">
            <w:rPr>
              <w:rFonts w:ascii="MS Gothic" w:eastAsia="MS Gothic" w:hAnsi="MS Gothic" w:hint="eastAsia"/>
              <w:bCs/>
              <w:sz w:val="28"/>
              <w:szCs w:val="28"/>
            </w:rPr>
            <w:t>☐</w:t>
          </w:r>
        </w:sdtContent>
      </w:sdt>
      <w:r w:rsidR="00AC463B" w:rsidRPr="000176E0">
        <w:rPr>
          <w:bCs/>
          <w:sz w:val="28"/>
          <w:szCs w:val="28"/>
        </w:rPr>
        <w:t>Situação Real</w:t>
      </w:r>
    </w:p>
    <w:p w14:paraId="62454FD5" w14:textId="77777777" w:rsidR="006513AF" w:rsidRPr="000176E0" w:rsidRDefault="006513AF" w:rsidP="006513AF">
      <w:pPr>
        <w:tabs>
          <w:tab w:val="left" w:pos="3367"/>
        </w:tabs>
        <w:jc w:val="left"/>
        <w:rPr>
          <w:bCs/>
          <w:sz w:val="28"/>
          <w:szCs w:val="28"/>
        </w:rPr>
      </w:pPr>
      <w:r w:rsidRPr="000176E0">
        <w:rPr>
          <w:bCs/>
          <w:sz w:val="28"/>
          <w:szCs w:val="28"/>
        </w:rPr>
        <w:t>Data:</w:t>
      </w:r>
    </w:p>
    <w:p w14:paraId="35C85F54" w14:textId="0B0A8653" w:rsidR="006513AF" w:rsidRPr="000176E0" w:rsidRDefault="006513AF" w:rsidP="00AC463B">
      <w:pPr>
        <w:tabs>
          <w:tab w:val="left" w:pos="3367"/>
        </w:tabs>
        <w:jc w:val="left"/>
        <w:rPr>
          <w:bCs/>
          <w:sz w:val="28"/>
          <w:szCs w:val="28"/>
        </w:rPr>
      </w:pPr>
      <w:r w:rsidRPr="000176E0">
        <w:rPr>
          <w:bCs/>
          <w:sz w:val="28"/>
          <w:szCs w:val="28"/>
        </w:rPr>
        <w:t>Ocorrência:</w:t>
      </w:r>
    </w:p>
    <w:p w14:paraId="18D4FD39" w14:textId="73140C4B" w:rsidR="006513AF" w:rsidRPr="000176E0" w:rsidRDefault="006513AF" w:rsidP="00AC463B">
      <w:pPr>
        <w:tabs>
          <w:tab w:val="left" w:pos="3367"/>
        </w:tabs>
        <w:jc w:val="left"/>
        <w:rPr>
          <w:b/>
          <w:color w:val="00B0F0"/>
          <w:sz w:val="28"/>
          <w:szCs w:val="28"/>
        </w:rPr>
      </w:pPr>
      <w:r w:rsidRPr="000176E0">
        <w:rPr>
          <w:bCs/>
          <w:sz w:val="28"/>
          <w:szCs w:val="28"/>
        </w:rPr>
        <w:t>Instalação ou local:</w:t>
      </w:r>
    </w:p>
    <w:p w14:paraId="4B431F1E" w14:textId="6A6C6D6C" w:rsidR="00AF081E" w:rsidRPr="000176E0" w:rsidRDefault="00AF081E">
      <w:pPr>
        <w:jc w:val="left"/>
        <w:rPr>
          <w:b/>
          <w:bCs/>
          <w:color w:val="00B0F0"/>
          <w:sz w:val="24"/>
          <w:szCs w:val="24"/>
          <w:lang w:eastAsia="en-US"/>
        </w:rPr>
      </w:pPr>
      <w:r w:rsidRPr="000176E0">
        <w:rPr>
          <w:color w:val="00B0F0"/>
          <w:sz w:val="24"/>
          <w:szCs w:val="24"/>
        </w:rPr>
        <w:br w:type="page"/>
      </w:r>
    </w:p>
    <w:p w14:paraId="184A0C0E" w14:textId="539D0E86" w:rsidR="006C2E7C" w:rsidRDefault="006C2E7C" w:rsidP="006A533E">
      <w:pPr>
        <w:pStyle w:val="CabealhodoSumrio"/>
        <w:spacing w:before="0"/>
        <w:jc w:val="center"/>
        <w:rPr>
          <w:rFonts w:ascii="Verdana" w:hAnsi="Verdana"/>
          <w:color w:val="00B0F0"/>
          <w:szCs w:val="20"/>
        </w:rPr>
      </w:pPr>
      <w:r w:rsidRPr="006A533E">
        <w:rPr>
          <w:rFonts w:ascii="Verdana" w:hAnsi="Verdana"/>
          <w:color w:val="00B0F0"/>
          <w:szCs w:val="20"/>
        </w:rPr>
        <w:lastRenderedPageBreak/>
        <w:t>SUMÁRIO</w:t>
      </w:r>
    </w:p>
    <w:p w14:paraId="3F16E077" w14:textId="49183C43" w:rsidR="00545546" w:rsidRPr="00545546" w:rsidRDefault="00545546" w:rsidP="00545546">
      <w:pPr>
        <w:pStyle w:val="AAACorpo"/>
      </w:pPr>
    </w:p>
    <w:p w14:paraId="1C0E4C56" w14:textId="10BB02ED" w:rsidR="00ED76C0" w:rsidRDefault="00545546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fldChar w:fldCharType="begin"/>
      </w: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instrText xml:space="preserve"> TOC \h \z \t "AAA1;1" </w:instrText>
      </w: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fldChar w:fldCharType="separate"/>
      </w:r>
      <w:hyperlink w:anchor="_Toc173138906" w:history="1">
        <w:r w:rsidR="00ED76C0" w:rsidRPr="00496B87">
          <w:rPr>
            <w:rStyle w:val="Hyperlink"/>
            <w:noProof/>
          </w:rPr>
          <w:t>1.</w:t>
        </w:r>
        <w:r w:rsidR="00ED76C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ED76C0" w:rsidRPr="00496B87">
          <w:rPr>
            <w:rStyle w:val="Hyperlink"/>
            <w:noProof/>
          </w:rPr>
          <w:t>INTRODUÇÃO</w:t>
        </w:r>
        <w:r w:rsidR="00ED76C0">
          <w:rPr>
            <w:noProof/>
            <w:webHidden/>
          </w:rPr>
          <w:tab/>
        </w:r>
        <w:r w:rsidR="00ED76C0">
          <w:rPr>
            <w:noProof/>
            <w:webHidden/>
          </w:rPr>
          <w:fldChar w:fldCharType="begin"/>
        </w:r>
        <w:r w:rsidR="00ED76C0">
          <w:rPr>
            <w:noProof/>
            <w:webHidden/>
          </w:rPr>
          <w:instrText xml:space="preserve"> PAGEREF _Toc173138906 \h </w:instrText>
        </w:r>
        <w:r w:rsidR="00ED76C0">
          <w:rPr>
            <w:noProof/>
            <w:webHidden/>
          </w:rPr>
        </w:r>
        <w:r w:rsidR="00ED76C0">
          <w:rPr>
            <w:noProof/>
            <w:webHidden/>
          </w:rPr>
          <w:fldChar w:fldCharType="separate"/>
        </w:r>
        <w:r w:rsidR="00ED76C0">
          <w:rPr>
            <w:noProof/>
            <w:webHidden/>
          </w:rPr>
          <w:t>3</w:t>
        </w:r>
        <w:r w:rsidR="00ED76C0">
          <w:rPr>
            <w:noProof/>
            <w:webHidden/>
          </w:rPr>
          <w:fldChar w:fldCharType="end"/>
        </w:r>
      </w:hyperlink>
    </w:p>
    <w:p w14:paraId="6B934B97" w14:textId="680CBE01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07" w:history="1">
        <w:r w:rsidRPr="00496B87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OBJETIVO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C7E395" w14:textId="57E63740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08" w:history="1">
        <w:r w:rsidRPr="00496B87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INFORMAÇÕES GERAIS DA INSTALAÇÃO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728B31" w14:textId="35134EA0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09" w:history="1">
        <w:r w:rsidRPr="00496B87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Itens avaliados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452BC41" w14:textId="6DE98132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0" w:history="1">
        <w:r w:rsidRPr="00496B87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DESCRIÇÃO DA SITUAÇÃO DE EMERGÊNCIA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0CE15B" w14:textId="0C73B276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1" w:history="1">
        <w:r w:rsidRPr="00496B87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Equipes internas e externas ENVOLVIDAS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2E2E6F" w14:textId="12430777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2" w:history="1">
        <w:r w:rsidRPr="00496B87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recursos envolvidos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B83203" w14:textId="58CE9B55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3" w:history="1">
        <w:r w:rsidRPr="00496B87">
          <w:rPr>
            <w:rStyle w:val="Hyperlink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Sistemas de comunicação utilizados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638730" w14:textId="723D6B05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4" w:history="1">
        <w:r w:rsidRPr="00496B87">
          <w:rPr>
            <w:rStyle w:val="Hyperlink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CENÁRIOS E Protocolos utilizados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461E12" w14:textId="1ED096FA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5" w:history="1">
        <w:r w:rsidRPr="00496B87">
          <w:rPr>
            <w:rStyle w:val="Hyperlink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Cronologia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FC6603" w14:textId="45935F17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6" w:history="1">
        <w:r w:rsidRPr="00496B87">
          <w:rPr>
            <w:rStyle w:val="Hyperlink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Tempos e movimentos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E27A3F" w14:textId="61FF8CBC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7" w:history="1">
        <w:r w:rsidRPr="00496B87">
          <w:rPr>
            <w:rStyle w:val="Hyperlink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Fluxo de comunicação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78B827" w14:textId="3AA76A5B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8" w:history="1">
        <w:r w:rsidRPr="00496B87">
          <w:rPr>
            <w:rStyle w:val="Hyperlink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Análise CRÍTICA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3D6DEA" w14:textId="3AE7BD6B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19" w:history="1">
        <w:r w:rsidRPr="00496B87">
          <w:rPr>
            <w:rStyle w:val="Hyperlink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CONSIDERAÇÕES FINAIS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AE50E5" w14:textId="2F50F780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20" w:history="1">
        <w:r w:rsidRPr="00496B87">
          <w:rPr>
            <w:rStyle w:val="Hyperlink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REGISTROS FOTOGRÁFICOS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D624572" w14:textId="659A3FB6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21" w:history="1">
        <w:r w:rsidRPr="00496B87">
          <w:rPr>
            <w:rStyle w:val="Hyperlink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Plano de 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0F0FFC" w14:textId="797A05F0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22" w:history="1">
        <w:r w:rsidRPr="00496B87">
          <w:rPr>
            <w:rStyle w:val="Hyperlink"/>
            <w:noProof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APROVAÇÃO DO RELATÓRIO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E53433" w14:textId="787FD6C8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23" w:history="1">
        <w:r w:rsidRPr="00496B87">
          <w:rPr>
            <w:rStyle w:val="Hyperlink"/>
            <w:noProof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1079E5" w14:textId="6E9FF728" w:rsidR="00ED76C0" w:rsidRDefault="00ED76C0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73138924" w:history="1">
        <w:r w:rsidRPr="00496B87">
          <w:rPr>
            <w:rStyle w:val="Hyperlink"/>
            <w:noProof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96B87">
          <w:rPr>
            <w:rStyle w:val="Hyperlink"/>
            <w:noProof/>
          </w:rPr>
          <w:t>HISTÓRICO DE EDIÇÕES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_Toc173138924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DACD3C" w14:textId="19211937" w:rsidR="00795F89" w:rsidRDefault="00545546" w:rsidP="00B72824">
      <w:pPr>
        <w:pStyle w:val="Sumrio1"/>
        <w:rPr>
          <w:rFonts w:cs="Verdana"/>
        </w:rPr>
      </w:pP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fldChar w:fldCharType="end"/>
      </w:r>
    </w:p>
    <w:p w14:paraId="3DEFCF41" w14:textId="77777777" w:rsidR="00545546" w:rsidRPr="00916F95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6878313A" w14:textId="77777777" w:rsidR="00545546" w:rsidRPr="00916F95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42467FD1" w14:textId="77777777" w:rsidR="00915EB6" w:rsidRDefault="00915EB6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23655DBA" w14:textId="77777777" w:rsidR="00816DCC" w:rsidRPr="00916F95" w:rsidRDefault="00816DCC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22345D83" w14:textId="77777777" w:rsidR="00545546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/>
        </w:rPr>
      </w:pPr>
    </w:p>
    <w:p w14:paraId="194114F4" w14:textId="77777777" w:rsidR="00545546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/>
        </w:rPr>
      </w:pPr>
    </w:p>
    <w:p w14:paraId="6B8CC7E1" w14:textId="77777777" w:rsidR="00F35864" w:rsidRPr="004E70CB" w:rsidRDefault="00F35864" w:rsidP="006178F5">
      <w:pPr>
        <w:widowControl w:val="0"/>
        <w:tabs>
          <w:tab w:val="left" w:pos="0"/>
        </w:tabs>
        <w:spacing w:before="240" w:after="60"/>
        <w:rPr>
          <w:rFonts w:cs="Verdana"/>
          <w:b/>
        </w:rPr>
      </w:pPr>
    </w:p>
    <w:tbl>
      <w:tblPr>
        <w:tblStyle w:val="Tabelacomgrade"/>
        <w:tblW w:w="9781" w:type="dxa"/>
        <w:tblInd w:w="137" w:type="dxa"/>
        <w:tblLook w:val="04A0" w:firstRow="1" w:lastRow="0" w:firstColumn="1" w:lastColumn="0" w:noHBand="0" w:noVBand="1"/>
      </w:tblPr>
      <w:tblGrid>
        <w:gridCol w:w="4677"/>
        <w:gridCol w:w="5104"/>
      </w:tblGrid>
      <w:tr w:rsidR="006A533E" w14:paraId="216AB76C" w14:textId="77777777" w:rsidTr="006A533E">
        <w:trPr>
          <w:trHeight w:val="351"/>
        </w:trPr>
        <w:tc>
          <w:tcPr>
            <w:tcW w:w="4677" w:type="dxa"/>
            <w:vAlign w:val="center"/>
          </w:tcPr>
          <w:p w14:paraId="6813968E" w14:textId="0DFFF5A9" w:rsidR="006A533E" w:rsidRDefault="006A533E" w:rsidP="006A533E">
            <w:pPr>
              <w:pStyle w:val="Tabela"/>
              <w:spacing w:before="0" w:line="276" w:lineRule="auto"/>
              <w:ind w:left="90"/>
              <w:jc w:val="center"/>
              <w:rPr>
                <w:rFonts w:cs="Verdana"/>
                <w:b/>
              </w:rPr>
            </w:pPr>
            <w:r w:rsidRPr="006A533E">
              <w:rPr>
                <w:rFonts w:ascii="Verdana" w:hAnsi="Verdana"/>
                <w:b/>
              </w:rPr>
              <w:t>Elaboração:</w:t>
            </w:r>
          </w:p>
        </w:tc>
        <w:tc>
          <w:tcPr>
            <w:tcW w:w="5104" w:type="dxa"/>
            <w:vAlign w:val="center"/>
          </w:tcPr>
          <w:p w14:paraId="5283B2AF" w14:textId="328FBC42" w:rsidR="006A533E" w:rsidRPr="006A533E" w:rsidRDefault="006A533E" w:rsidP="006A533E">
            <w:pPr>
              <w:pStyle w:val="Tabela"/>
              <w:spacing w:before="0" w:line="276" w:lineRule="auto"/>
              <w:ind w:left="90"/>
              <w:jc w:val="center"/>
              <w:rPr>
                <w:rFonts w:ascii="Verdana" w:hAnsi="Verdana"/>
                <w:b/>
              </w:rPr>
            </w:pPr>
            <w:r w:rsidRPr="006A533E">
              <w:rPr>
                <w:rFonts w:ascii="Verdana" w:hAnsi="Verdana"/>
                <w:b/>
              </w:rPr>
              <w:t>Aprovação:</w:t>
            </w:r>
          </w:p>
        </w:tc>
      </w:tr>
      <w:tr w:rsidR="006A533E" w14:paraId="6FC2AE72" w14:textId="77777777" w:rsidTr="006A533E">
        <w:tc>
          <w:tcPr>
            <w:tcW w:w="4677" w:type="dxa"/>
            <w:vAlign w:val="center"/>
          </w:tcPr>
          <w:p w14:paraId="20C05E26" w14:textId="77777777" w:rsidR="006A533E" w:rsidRPr="006A533E" w:rsidRDefault="006A533E" w:rsidP="006A533E">
            <w:pPr>
              <w:spacing w:line="276" w:lineRule="auto"/>
              <w:jc w:val="center"/>
              <w:rPr>
                <w:i/>
                <w:color w:val="0070C0"/>
              </w:rPr>
            </w:pPr>
            <w:r w:rsidRPr="006A533E">
              <w:rPr>
                <w:i/>
                <w:color w:val="0070C0"/>
              </w:rPr>
              <w:t>Tatiane da Silva Oliveira</w:t>
            </w:r>
          </w:p>
          <w:p w14:paraId="160B6787" w14:textId="0EE88AAF" w:rsidR="006A533E" w:rsidRDefault="006A533E" w:rsidP="006A533E">
            <w:pPr>
              <w:spacing w:line="276" w:lineRule="auto"/>
              <w:jc w:val="center"/>
              <w:rPr>
                <w:rFonts w:cs="Verdana"/>
                <w:b/>
              </w:rPr>
            </w:pPr>
            <w:r w:rsidRPr="006A533E">
              <w:rPr>
                <w:i/>
                <w:color w:val="0070C0"/>
              </w:rPr>
              <w:t>(GCST)</w:t>
            </w:r>
          </w:p>
        </w:tc>
        <w:tc>
          <w:tcPr>
            <w:tcW w:w="5104" w:type="dxa"/>
            <w:vAlign w:val="center"/>
          </w:tcPr>
          <w:p w14:paraId="4E5F8397" w14:textId="77777777" w:rsidR="006A533E" w:rsidRPr="00545546" w:rsidRDefault="006A533E" w:rsidP="00545546">
            <w:pPr>
              <w:spacing w:line="276" w:lineRule="auto"/>
              <w:jc w:val="center"/>
              <w:rPr>
                <w:i/>
                <w:color w:val="0070C0"/>
              </w:rPr>
            </w:pPr>
            <w:r w:rsidRPr="00545546">
              <w:rPr>
                <w:i/>
                <w:color w:val="0070C0"/>
              </w:rPr>
              <w:t>Amanda Archer</w:t>
            </w:r>
          </w:p>
          <w:p w14:paraId="4E8F6FD9" w14:textId="4148270D" w:rsidR="006A533E" w:rsidRDefault="006A533E" w:rsidP="006A533E">
            <w:pPr>
              <w:spacing w:line="276" w:lineRule="auto"/>
              <w:jc w:val="center"/>
              <w:rPr>
                <w:rFonts w:cs="Verdana"/>
                <w:b/>
              </w:rPr>
            </w:pPr>
            <w:r w:rsidRPr="00545546">
              <w:rPr>
                <w:i/>
                <w:color w:val="0070C0"/>
              </w:rPr>
              <w:t>(GCST)</w:t>
            </w:r>
          </w:p>
        </w:tc>
      </w:tr>
    </w:tbl>
    <w:p w14:paraId="0B866A11" w14:textId="77777777" w:rsidR="0066623E" w:rsidRDefault="0066623E">
      <w:pPr>
        <w:jc w:val="left"/>
        <w:rPr>
          <w:rFonts w:cs="Calibri"/>
          <w:b/>
          <w:caps/>
          <w:color w:val="00B0F0"/>
          <w:kern w:val="28"/>
          <w:lang w:eastAsia="ar-SA"/>
        </w:rPr>
      </w:pPr>
      <w:bookmarkStart w:id="1" w:name="_Toc170471755"/>
      <w:bookmarkStart w:id="2" w:name="_Toc61876498"/>
      <w:bookmarkStart w:id="3" w:name="_Toc337712256"/>
      <w:bookmarkStart w:id="4" w:name="_Toc366846088"/>
      <w:bookmarkStart w:id="5" w:name="_Toc61876497"/>
      <w:r>
        <w:br w:type="page"/>
      </w:r>
    </w:p>
    <w:p w14:paraId="6A760B7F" w14:textId="2E54EFF6" w:rsidR="00250AB7" w:rsidRDefault="00DC2F41" w:rsidP="002E76E5">
      <w:pPr>
        <w:pStyle w:val="AAA1"/>
      </w:pPr>
      <w:bookmarkStart w:id="6" w:name="_Toc173138906"/>
      <w:r>
        <w:lastRenderedPageBreak/>
        <w:t>INTRODUÇÃO</w:t>
      </w:r>
      <w:bookmarkEnd w:id="6"/>
    </w:p>
    <w:p w14:paraId="0456085D" w14:textId="7E7D0C0A" w:rsidR="00C45AFE" w:rsidRDefault="00D075DC" w:rsidP="00C45AFE">
      <w:pPr>
        <w:pStyle w:val="AAACorpo"/>
      </w:pPr>
      <w:r>
        <w:t xml:space="preserve">Apresentar </w:t>
      </w:r>
      <w:r w:rsidR="00A15E4C">
        <w:t>dados d</w:t>
      </w:r>
      <w:r>
        <w:t>a instalação</w:t>
      </w:r>
      <w:r w:rsidR="00BF10E0">
        <w:t>,</w:t>
      </w:r>
      <w:r w:rsidR="00A15E4C">
        <w:t xml:space="preserve"> do simulado</w:t>
      </w:r>
      <w:r w:rsidR="00BF10E0">
        <w:t>, partes envolvidas entre outras informações.</w:t>
      </w:r>
    </w:p>
    <w:p w14:paraId="00181887" w14:textId="244ACA17" w:rsidR="007E2F3A" w:rsidRDefault="00C45AFE" w:rsidP="007E2F3A">
      <w:pPr>
        <w:pStyle w:val="AAA1"/>
      </w:pPr>
      <w:bookmarkStart w:id="7" w:name="_Toc173138907"/>
      <w:r w:rsidRPr="00C45AFE">
        <w:t>OBJETIVO</w:t>
      </w:r>
      <w:bookmarkEnd w:id="7"/>
    </w:p>
    <w:p w14:paraId="648FC884" w14:textId="630025E6" w:rsidR="006B1CB1" w:rsidRDefault="00E04FA0" w:rsidP="00E04FA0">
      <w:pPr>
        <w:pStyle w:val="AAATexto"/>
        <w:spacing w:line="360" w:lineRule="auto"/>
        <w:ind w:left="0"/>
        <w:rPr>
          <w:rFonts w:cs="Arial"/>
          <w:color w:val="auto"/>
          <w:sz w:val="20"/>
          <w:szCs w:val="20"/>
        </w:rPr>
      </w:pPr>
      <w:bookmarkStart w:id="8" w:name="_Toc61876504"/>
      <w:bookmarkStart w:id="9" w:name="_Toc310411952"/>
      <w:bookmarkStart w:id="10" w:name="_Toc337712257"/>
      <w:bookmarkEnd w:id="1"/>
      <w:bookmarkEnd w:id="2"/>
      <w:r>
        <w:rPr>
          <w:rFonts w:cs="Arial"/>
          <w:color w:val="auto"/>
          <w:sz w:val="20"/>
          <w:szCs w:val="20"/>
        </w:rPr>
        <w:t>Apresentar o</w:t>
      </w:r>
      <w:r w:rsidR="005D428E">
        <w:rPr>
          <w:rFonts w:cs="Arial"/>
          <w:color w:val="auto"/>
          <w:sz w:val="20"/>
          <w:szCs w:val="20"/>
        </w:rPr>
        <w:t>(s)</w:t>
      </w:r>
      <w:r>
        <w:rPr>
          <w:rFonts w:cs="Arial"/>
          <w:color w:val="auto"/>
          <w:sz w:val="20"/>
          <w:szCs w:val="20"/>
        </w:rPr>
        <w:t xml:space="preserve"> objetivo</w:t>
      </w:r>
      <w:r w:rsidR="005D428E">
        <w:rPr>
          <w:rFonts w:cs="Arial"/>
          <w:color w:val="auto"/>
          <w:sz w:val="20"/>
          <w:szCs w:val="20"/>
        </w:rPr>
        <w:t>(</w:t>
      </w:r>
      <w:r>
        <w:rPr>
          <w:rFonts w:cs="Arial"/>
          <w:color w:val="auto"/>
          <w:sz w:val="20"/>
          <w:szCs w:val="20"/>
        </w:rPr>
        <w:t>s</w:t>
      </w:r>
      <w:r w:rsidR="005D428E">
        <w:rPr>
          <w:rFonts w:cs="Arial"/>
          <w:color w:val="auto"/>
          <w:sz w:val="20"/>
          <w:szCs w:val="20"/>
        </w:rPr>
        <w:t>)</w:t>
      </w:r>
      <w:r>
        <w:rPr>
          <w:rFonts w:cs="Arial"/>
          <w:color w:val="auto"/>
          <w:sz w:val="20"/>
          <w:szCs w:val="20"/>
        </w:rPr>
        <w:t xml:space="preserve"> </w:t>
      </w:r>
      <w:r w:rsidR="005D428E">
        <w:rPr>
          <w:rFonts w:cs="Arial"/>
          <w:color w:val="auto"/>
          <w:sz w:val="20"/>
          <w:szCs w:val="20"/>
        </w:rPr>
        <w:t>d</w:t>
      </w:r>
      <w:r w:rsidR="00E34C3A">
        <w:rPr>
          <w:rFonts w:cs="Arial"/>
          <w:color w:val="auto"/>
          <w:sz w:val="20"/>
          <w:szCs w:val="20"/>
        </w:rPr>
        <w:t>o simula</w:t>
      </w:r>
      <w:r w:rsidR="005D428E">
        <w:rPr>
          <w:rFonts w:cs="Arial"/>
          <w:color w:val="auto"/>
          <w:sz w:val="20"/>
          <w:szCs w:val="20"/>
        </w:rPr>
        <w:t>do</w:t>
      </w:r>
      <w:r w:rsidR="00E34C3A">
        <w:rPr>
          <w:rFonts w:cs="Arial"/>
          <w:color w:val="auto"/>
          <w:sz w:val="20"/>
          <w:szCs w:val="20"/>
        </w:rPr>
        <w:t xml:space="preserve"> </w:t>
      </w:r>
      <w:r w:rsidR="00DE3219">
        <w:rPr>
          <w:rFonts w:cs="Arial"/>
          <w:color w:val="auto"/>
          <w:sz w:val="20"/>
          <w:szCs w:val="20"/>
        </w:rPr>
        <w:t xml:space="preserve">(caso aplicável) </w:t>
      </w:r>
      <w:r w:rsidR="00E34C3A">
        <w:rPr>
          <w:rFonts w:cs="Arial"/>
          <w:color w:val="auto"/>
          <w:sz w:val="20"/>
          <w:szCs w:val="20"/>
        </w:rPr>
        <w:t>e da análise crítica do</w:t>
      </w:r>
      <w:r w:rsidR="005D428E">
        <w:rPr>
          <w:rFonts w:cs="Arial"/>
          <w:color w:val="auto"/>
          <w:sz w:val="20"/>
          <w:szCs w:val="20"/>
        </w:rPr>
        <w:t xml:space="preserve"> atendimento à emergência</w:t>
      </w:r>
      <w:r w:rsidR="00E34C3A">
        <w:rPr>
          <w:rFonts w:cs="Arial"/>
          <w:color w:val="auto"/>
          <w:sz w:val="20"/>
          <w:szCs w:val="20"/>
        </w:rPr>
        <w:t>.</w:t>
      </w:r>
    </w:p>
    <w:p w14:paraId="5B8EFDE7" w14:textId="77777777" w:rsidR="00463E6C" w:rsidRPr="006B1CB1" w:rsidRDefault="00463E6C" w:rsidP="00463E6C">
      <w:pPr>
        <w:pStyle w:val="AAATexto"/>
        <w:rPr>
          <w:sz w:val="10"/>
          <w:szCs w:val="10"/>
        </w:rPr>
      </w:pPr>
    </w:p>
    <w:p w14:paraId="15F33604" w14:textId="3BB518D9" w:rsidR="00410868" w:rsidRPr="006B1CB1" w:rsidRDefault="003E3568" w:rsidP="002E76E5">
      <w:pPr>
        <w:pStyle w:val="AAA1"/>
      </w:pPr>
      <w:bookmarkStart w:id="11" w:name="_Toc173138908"/>
      <w:r w:rsidRPr="006B1CB1">
        <w:t xml:space="preserve">INFORMAÇÕES GERAIS DA </w:t>
      </w:r>
      <w:r w:rsidRPr="00463E6C">
        <w:t>INSTALAÇÃO</w:t>
      </w:r>
      <w:bookmarkEnd w:id="11"/>
    </w:p>
    <w:p w14:paraId="0FC83A7A" w14:textId="75D81BFE" w:rsidR="00AB09BE" w:rsidRPr="005F1AF8" w:rsidRDefault="00E34C3A" w:rsidP="00AB09BE">
      <w:pPr>
        <w:pStyle w:val="AAACorpo"/>
      </w:pPr>
      <w:r>
        <w:t xml:space="preserve">Apresentar </w:t>
      </w:r>
      <w:r w:rsidR="00177C16">
        <w:t xml:space="preserve">informações da(s) </w:t>
      </w:r>
      <w:r w:rsidR="00AB09BE" w:rsidRPr="005F1AF8">
        <w:t>instalaç</w:t>
      </w:r>
      <w:r w:rsidR="00AB09BE">
        <w:t>ão</w:t>
      </w:r>
      <w:r w:rsidR="00177C16">
        <w:t>(</w:t>
      </w:r>
      <w:proofErr w:type="spellStart"/>
      <w:r w:rsidR="00177C16">
        <w:t>ões</w:t>
      </w:r>
      <w:proofErr w:type="spellEnd"/>
      <w:r w:rsidR="00177C16">
        <w:t>) abrangida no escopo do Plano de Atendimento a Emergência</w:t>
      </w:r>
      <w:r w:rsidR="00280D77">
        <w:t xml:space="preserve"> - PAE </w:t>
      </w:r>
      <w:r w:rsidR="00177C16">
        <w:t>e no escopo do simulado ou da situação real de emergência ocorrida</w:t>
      </w:r>
      <w:r w:rsidR="00341DBE">
        <w:t>, tanto públ</w:t>
      </w:r>
      <w:r w:rsidR="00AC2A98">
        <w:t xml:space="preserve">ico que </w:t>
      </w:r>
      <w:r w:rsidR="00AB09BE" w:rsidRPr="005F1AF8">
        <w:t xml:space="preserve">trabalha ou </w:t>
      </w:r>
      <w:r w:rsidR="00AC2A98">
        <w:t xml:space="preserve">estava como visitante na(s) </w:t>
      </w:r>
      <w:r w:rsidR="00AB09BE" w:rsidRPr="005F1AF8">
        <w:t>instalaç</w:t>
      </w:r>
      <w:r w:rsidR="00AC2A98">
        <w:t>ão(</w:t>
      </w:r>
      <w:proofErr w:type="spellStart"/>
      <w:r w:rsidR="00AB09BE" w:rsidRPr="005F1AF8">
        <w:t>ões</w:t>
      </w:r>
      <w:proofErr w:type="spellEnd"/>
      <w:r w:rsidR="00AC2A98">
        <w:t>)</w:t>
      </w:r>
      <w:r w:rsidR="00AB09BE" w:rsidRPr="005F1AF8">
        <w:t>.</w:t>
      </w:r>
    </w:p>
    <w:p w14:paraId="7902EA9A" w14:textId="1F7C2E97" w:rsidR="00483335" w:rsidRPr="00483335" w:rsidRDefault="00483335" w:rsidP="002D2E87">
      <w:pPr>
        <w:pStyle w:val="AAACorpo"/>
        <w:rPr>
          <w:b/>
          <w:bCs/>
        </w:rPr>
      </w:pPr>
      <w:r w:rsidRPr="00483335">
        <w:rPr>
          <w:b/>
          <w:bCs/>
        </w:rPr>
        <w:t>I</w:t>
      </w:r>
      <w:r w:rsidR="00410868" w:rsidRPr="00483335">
        <w:rPr>
          <w:b/>
          <w:bCs/>
        </w:rPr>
        <w:t xml:space="preserve">dentificação da instalação </w:t>
      </w:r>
    </w:p>
    <w:p w14:paraId="6E6EEA0C" w14:textId="7ADCEA03" w:rsidR="00483335" w:rsidRDefault="00483335" w:rsidP="00B012AF">
      <w:pPr>
        <w:pStyle w:val="AAACorpo"/>
        <w:numPr>
          <w:ilvl w:val="0"/>
          <w:numId w:val="15"/>
        </w:numPr>
      </w:pPr>
      <w:r>
        <w:t>N</w:t>
      </w:r>
      <w:r w:rsidR="00410868" w:rsidRPr="00AD5202">
        <w:t>ome da instalação</w:t>
      </w:r>
      <w:r w:rsidR="002D2E87">
        <w:t>:</w:t>
      </w:r>
      <w:r w:rsidR="00410868" w:rsidRPr="00AD5202">
        <w:t xml:space="preserve"> </w:t>
      </w:r>
    </w:p>
    <w:p w14:paraId="07E185A7" w14:textId="77777777" w:rsidR="002D2E87" w:rsidRDefault="00483335" w:rsidP="00B012AF">
      <w:pPr>
        <w:pStyle w:val="AAACorpo"/>
        <w:numPr>
          <w:ilvl w:val="0"/>
          <w:numId w:val="15"/>
        </w:numPr>
      </w:pPr>
      <w:r>
        <w:t>E</w:t>
      </w:r>
      <w:r w:rsidR="00410868" w:rsidRPr="00AD5202">
        <w:t>ndereço completo</w:t>
      </w:r>
      <w:r w:rsidR="002D2E87">
        <w:t>:</w:t>
      </w:r>
      <w:r w:rsidR="00410868" w:rsidRPr="00AD5202">
        <w:t xml:space="preserve"> </w:t>
      </w:r>
    </w:p>
    <w:p w14:paraId="7DC03EC0" w14:textId="77777777" w:rsidR="002D2E87" w:rsidRDefault="002D2E87" w:rsidP="00B012AF">
      <w:pPr>
        <w:pStyle w:val="AAACorpo"/>
        <w:numPr>
          <w:ilvl w:val="0"/>
          <w:numId w:val="15"/>
        </w:numPr>
      </w:pPr>
      <w:r>
        <w:t>N</w:t>
      </w:r>
      <w:r w:rsidR="00410868" w:rsidRPr="00AD5202">
        <w:t xml:space="preserve">º do </w:t>
      </w:r>
      <w:r w:rsidR="00F67991">
        <w:t>C</w:t>
      </w:r>
      <w:r w:rsidR="00410868" w:rsidRPr="00AD5202">
        <w:t xml:space="preserve">artão </w:t>
      </w:r>
      <w:r w:rsidR="00F67991">
        <w:t>N</w:t>
      </w:r>
      <w:r w:rsidR="00410868" w:rsidRPr="00AD5202">
        <w:t xml:space="preserve">acional de </w:t>
      </w:r>
      <w:r w:rsidR="00F67991">
        <w:t>P</w:t>
      </w:r>
      <w:r w:rsidR="00410868" w:rsidRPr="00AD5202">
        <w:t xml:space="preserve">essoa </w:t>
      </w:r>
      <w:r w:rsidR="00F67991">
        <w:t>J</w:t>
      </w:r>
      <w:r w:rsidR="00410868" w:rsidRPr="00AD5202">
        <w:t>urídica (CNPJ)</w:t>
      </w:r>
      <w:r>
        <w:t>:</w:t>
      </w:r>
    </w:p>
    <w:p w14:paraId="49E4296D" w14:textId="5704BC1C" w:rsidR="00C45AFE" w:rsidRDefault="002D2E87" w:rsidP="00B012AF">
      <w:pPr>
        <w:pStyle w:val="AAACorpo"/>
        <w:numPr>
          <w:ilvl w:val="0"/>
          <w:numId w:val="15"/>
        </w:numPr>
      </w:pPr>
      <w:r>
        <w:t>N</w:t>
      </w:r>
      <w:r w:rsidR="00410868" w:rsidRPr="00AD5202">
        <w:t>ome do responsável</w:t>
      </w:r>
      <w:r>
        <w:t xml:space="preserve"> pela instalação:</w:t>
      </w:r>
    </w:p>
    <w:p w14:paraId="12AE5E3B" w14:textId="0DBA1DA9" w:rsidR="00F32640" w:rsidRDefault="00F32640" w:rsidP="00B012AF">
      <w:pPr>
        <w:pStyle w:val="AAACorpo"/>
        <w:numPr>
          <w:ilvl w:val="0"/>
          <w:numId w:val="15"/>
        </w:numPr>
      </w:pPr>
      <w:r>
        <w:t>Colaboradores próprios:</w:t>
      </w:r>
    </w:p>
    <w:p w14:paraId="71B0AA0C" w14:textId="69B9277E" w:rsidR="00F32640" w:rsidRDefault="00F32640" w:rsidP="00B012AF">
      <w:pPr>
        <w:pStyle w:val="AAACorpo"/>
        <w:numPr>
          <w:ilvl w:val="0"/>
          <w:numId w:val="15"/>
        </w:numPr>
      </w:pPr>
      <w:r>
        <w:t>Colaboradores terceiros:</w:t>
      </w:r>
    </w:p>
    <w:p w14:paraId="6AEF8BCE" w14:textId="1B4A2065" w:rsidR="00F32640" w:rsidRDefault="00F32640" w:rsidP="00B012AF">
      <w:pPr>
        <w:pStyle w:val="AAACorpo"/>
        <w:numPr>
          <w:ilvl w:val="0"/>
          <w:numId w:val="15"/>
        </w:numPr>
      </w:pPr>
      <w:r>
        <w:t>Empresas terceirizadas e quantidade de terceiros em cada:</w:t>
      </w:r>
    </w:p>
    <w:p w14:paraId="2116EFA2" w14:textId="35C0F976" w:rsidR="00F32640" w:rsidRDefault="00015826" w:rsidP="00B012AF">
      <w:pPr>
        <w:pStyle w:val="AAACorpo"/>
        <w:numPr>
          <w:ilvl w:val="0"/>
          <w:numId w:val="15"/>
        </w:numPr>
      </w:pPr>
      <w:r>
        <w:t xml:space="preserve">Visitantes (quantificar e descrever): </w:t>
      </w:r>
    </w:p>
    <w:p w14:paraId="43B20E5E" w14:textId="77777777" w:rsidR="00B012AF" w:rsidRDefault="00B012AF" w:rsidP="00B74539">
      <w:pPr>
        <w:pStyle w:val="AAACorpo"/>
        <w:rPr>
          <w:b/>
          <w:bCs/>
        </w:rPr>
      </w:pPr>
    </w:p>
    <w:p w14:paraId="76203A98" w14:textId="5E81903F" w:rsidR="00483335" w:rsidRDefault="00483335" w:rsidP="00B74539">
      <w:pPr>
        <w:pStyle w:val="AAACorpo"/>
      </w:pPr>
      <w:r w:rsidRPr="002D2E87">
        <w:rPr>
          <w:b/>
          <w:bCs/>
        </w:rPr>
        <w:t>Abrangência do PAE</w:t>
      </w:r>
      <w:r w:rsidR="00B74539">
        <w:t>: I</w:t>
      </w:r>
      <w:r w:rsidRPr="005F1AF8">
        <w:t>nforma</w:t>
      </w:r>
      <w:r w:rsidR="000127D9">
        <w:t>r</w:t>
      </w:r>
      <w:r w:rsidRPr="005F1AF8">
        <w:t xml:space="preserve"> quais são as estruturas contempladas p</w:t>
      </w:r>
      <w:r w:rsidR="00831F81">
        <w:t>elo</w:t>
      </w:r>
      <w:r w:rsidRPr="005F1AF8">
        <w:t xml:space="preserve"> PAE.</w:t>
      </w:r>
    </w:p>
    <w:p w14:paraId="01E03DD8" w14:textId="77777777" w:rsidR="00B012AF" w:rsidRDefault="00B012AF" w:rsidP="00B74539">
      <w:pPr>
        <w:pStyle w:val="AAACorpo"/>
        <w:rPr>
          <w:b/>
          <w:bCs/>
        </w:rPr>
      </w:pPr>
    </w:p>
    <w:p w14:paraId="7C3335DD" w14:textId="135732EA" w:rsidR="00A01C61" w:rsidRDefault="00A01C61" w:rsidP="00B74539">
      <w:pPr>
        <w:pStyle w:val="AAACorpo"/>
      </w:pPr>
      <w:r w:rsidRPr="00A01C61">
        <w:rPr>
          <w:b/>
          <w:bCs/>
        </w:rPr>
        <w:t>Abrangência do Simulado ou situação real</w:t>
      </w:r>
      <w:r>
        <w:t>: I</w:t>
      </w:r>
      <w:r w:rsidRPr="005F1AF8">
        <w:t>nforma</w:t>
      </w:r>
      <w:r w:rsidR="00831F81">
        <w:t>r</w:t>
      </w:r>
      <w:r w:rsidRPr="005F1AF8">
        <w:t xml:space="preserve"> quais </w:t>
      </w:r>
      <w:r w:rsidR="00831F81">
        <w:t>foram</w:t>
      </w:r>
      <w:r w:rsidRPr="005F1AF8">
        <w:t xml:space="preserve"> as estruturas contempladas por este PAE</w:t>
      </w:r>
      <w:r>
        <w:t>, e pessoas envolvidas.</w:t>
      </w:r>
    </w:p>
    <w:p w14:paraId="32B3B8A9" w14:textId="77777777" w:rsidR="00B012AF" w:rsidRPr="00483335" w:rsidRDefault="00B012AF" w:rsidP="00B74539">
      <w:pPr>
        <w:pStyle w:val="AAACorpo"/>
      </w:pPr>
    </w:p>
    <w:p w14:paraId="3388AF0A" w14:textId="77777777" w:rsidR="00941D66" w:rsidRDefault="00342724" w:rsidP="00E30DEB">
      <w:pPr>
        <w:pStyle w:val="AAA1"/>
      </w:pPr>
      <w:bookmarkStart w:id="12" w:name="_Toc173138909"/>
      <w:r>
        <w:lastRenderedPageBreak/>
        <w:t xml:space="preserve">Itens </w:t>
      </w:r>
      <w:r w:rsidR="00BB0A1D">
        <w:t>avaliados</w:t>
      </w:r>
      <w:bookmarkEnd w:id="12"/>
      <w:r w:rsidR="007B3F1D">
        <w:t xml:space="preserve"> </w:t>
      </w:r>
    </w:p>
    <w:p w14:paraId="7D5D6870" w14:textId="40E461C9" w:rsidR="007B3F1D" w:rsidRDefault="00941D66" w:rsidP="00941D66">
      <w:pPr>
        <w:pStyle w:val="AAACorpo"/>
      </w:pPr>
      <w:r>
        <w:t>Apresentar os itens avaliados</w:t>
      </w:r>
      <w:r w:rsidR="00D33335">
        <w:t xml:space="preserve"> no atendimento à emergência</w:t>
      </w:r>
      <w:r w:rsidR="00FD11C3">
        <w:t>. Em caso de simulado, pontuar os itens que foram planejados.</w:t>
      </w:r>
    </w:p>
    <w:p w14:paraId="748BB103" w14:textId="4A23AC0A" w:rsidR="00333D7D" w:rsidRPr="006B1CB1" w:rsidRDefault="00333D7D" w:rsidP="002E76E5">
      <w:pPr>
        <w:pStyle w:val="AAA1"/>
      </w:pPr>
      <w:bookmarkStart w:id="13" w:name="_Toc173138910"/>
      <w:r>
        <w:t xml:space="preserve">DESCRIÇÃO </w:t>
      </w:r>
      <w:r w:rsidR="00ED5EE1">
        <w:t>DA</w:t>
      </w:r>
      <w:r>
        <w:t xml:space="preserve"> </w:t>
      </w:r>
      <w:proofErr w:type="gramStart"/>
      <w:r>
        <w:t>SITUAÇÃO DE EMERGÊNCIA</w:t>
      </w:r>
      <w:bookmarkEnd w:id="13"/>
      <w:proofErr w:type="gramEnd"/>
    </w:p>
    <w:p w14:paraId="63758E11" w14:textId="77777777" w:rsidR="00416A62" w:rsidRPr="00416A62" w:rsidRDefault="00416A62" w:rsidP="00416A62">
      <w:pPr>
        <w:pStyle w:val="PargrafodaLista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rPr>
          <w:rFonts w:cs="Arial"/>
          <w:vanish/>
          <w:lang w:eastAsia="ar-SA"/>
        </w:rPr>
      </w:pPr>
    </w:p>
    <w:p w14:paraId="0F8F4D3A" w14:textId="77777777" w:rsidR="00416A62" w:rsidRPr="00416A62" w:rsidRDefault="00416A62" w:rsidP="00416A62">
      <w:pPr>
        <w:pStyle w:val="PargrafodaLista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rPr>
          <w:rFonts w:cs="Arial"/>
          <w:vanish/>
          <w:lang w:eastAsia="ar-SA"/>
        </w:rPr>
      </w:pPr>
    </w:p>
    <w:p w14:paraId="7218E2A6" w14:textId="27DACF34" w:rsidR="00ED5EE1" w:rsidRPr="00ED5EE1" w:rsidRDefault="00ED5EE1" w:rsidP="00ED5EE1">
      <w:pPr>
        <w:pStyle w:val="AAACorpo"/>
      </w:pPr>
      <w:r w:rsidRPr="00ED5EE1">
        <w:t xml:space="preserve">Descrever a </w:t>
      </w:r>
      <w:proofErr w:type="gramStart"/>
      <w:r w:rsidRPr="00ED5EE1">
        <w:t>situação de emergência</w:t>
      </w:r>
      <w:proofErr w:type="gramEnd"/>
      <w:r w:rsidRPr="00ED5EE1">
        <w:t xml:space="preserve"> simulada ou real</w:t>
      </w:r>
      <w:r w:rsidR="00387643">
        <w:t>, apresentando as informações de:</w:t>
      </w:r>
    </w:p>
    <w:p w14:paraId="6C855849" w14:textId="558BDFE3" w:rsidR="0086688E" w:rsidRPr="00416A62" w:rsidRDefault="0086688E" w:rsidP="00416A62">
      <w:pPr>
        <w:pStyle w:val="AAACorpo"/>
        <w:numPr>
          <w:ilvl w:val="0"/>
          <w:numId w:val="32"/>
        </w:numPr>
        <w:rPr>
          <w:b/>
          <w:bCs/>
        </w:rPr>
      </w:pPr>
      <w:r w:rsidRPr="00416A62">
        <w:rPr>
          <w:b/>
          <w:bCs/>
        </w:rPr>
        <w:t xml:space="preserve">Data e horário da ocorrência e do acionamento do Plano de Atendimento a Emergência - PAE (início e fim): </w:t>
      </w:r>
    </w:p>
    <w:p w14:paraId="3D22C625" w14:textId="104BB916" w:rsidR="00DF1B24" w:rsidRDefault="0086688E" w:rsidP="00416A62">
      <w:pPr>
        <w:pStyle w:val="AAACorpo"/>
        <w:numPr>
          <w:ilvl w:val="0"/>
          <w:numId w:val="32"/>
        </w:numPr>
      </w:pPr>
      <w:r w:rsidRPr="00416A62">
        <w:rPr>
          <w:b/>
          <w:bCs/>
        </w:rPr>
        <w:t>Descrição:</w:t>
      </w:r>
      <w:r>
        <w:t xml:space="preserve"> </w:t>
      </w:r>
    </w:p>
    <w:p w14:paraId="21D8F98C" w14:textId="77777777" w:rsidR="00DF1B24" w:rsidRDefault="00DF1B24" w:rsidP="00DF1B24">
      <w:pPr>
        <w:pStyle w:val="AAACorpo"/>
        <w:numPr>
          <w:ilvl w:val="1"/>
          <w:numId w:val="32"/>
        </w:numPr>
      </w:pPr>
      <w:r>
        <w:t xml:space="preserve">Para simulação: </w:t>
      </w:r>
      <w:r w:rsidR="00DB4A33">
        <w:t xml:space="preserve">a </w:t>
      </w:r>
      <w:r w:rsidR="00333D7D">
        <w:t xml:space="preserve">simulação </w:t>
      </w:r>
      <w:r w:rsidR="00DB4A33">
        <w:t>planejada e como foi executada</w:t>
      </w:r>
      <w:r>
        <w:t>;</w:t>
      </w:r>
    </w:p>
    <w:p w14:paraId="326FD893" w14:textId="77777777" w:rsidR="00DF1B24" w:rsidRDefault="00DF1B24" w:rsidP="00DF1B24">
      <w:pPr>
        <w:pStyle w:val="AAACorpo"/>
        <w:numPr>
          <w:ilvl w:val="1"/>
          <w:numId w:val="32"/>
        </w:numPr>
      </w:pPr>
      <w:r>
        <w:t xml:space="preserve">Para </w:t>
      </w:r>
      <w:r w:rsidR="00333D7D">
        <w:t>situação real de emergência</w:t>
      </w:r>
      <w:r>
        <w:t>: descrever a situação real;</w:t>
      </w:r>
    </w:p>
    <w:p w14:paraId="2E12C6D0" w14:textId="140A29F5" w:rsidR="00333D7D" w:rsidRDefault="00DF1B24" w:rsidP="00DF1B24">
      <w:pPr>
        <w:pStyle w:val="AAACorpo"/>
        <w:numPr>
          <w:ilvl w:val="1"/>
          <w:numId w:val="32"/>
        </w:numPr>
      </w:pPr>
      <w:r>
        <w:t>Momento do acionamento, execução e finalização do acionamento do PAE</w:t>
      </w:r>
      <w:r w:rsidR="00115A4E">
        <w:t>.</w:t>
      </w:r>
    </w:p>
    <w:p w14:paraId="60A7085E" w14:textId="71DAE22B" w:rsidR="000C2710" w:rsidRDefault="000C2710" w:rsidP="002E76E5">
      <w:pPr>
        <w:pStyle w:val="AAA1"/>
      </w:pPr>
      <w:bookmarkStart w:id="14" w:name="_Toc173138911"/>
      <w:r>
        <w:t>Equipe</w:t>
      </w:r>
      <w:r w:rsidR="00182015">
        <w:t>s internas e externas</w:t>
      </w:r>
      <w:r w:rsidR="008F5994">
        <w:t xml:space="preserve"> ENVOLVIDAS</w:t>
      </w:r>
      <w:bookmarkEnd w:id="14"/>
    </w:p>
    <w:p w14:paraId="731068BE" w14:textId="06F56355" w:rsidR="004D5400" w:rsidRDefault="004D5400" w:rsidP="004D5400">
      <w:pPr>
        <w:pStyle w:val="AAACorpo"/>
      </w:pPr>
      <w:r>
        <w:t>Apresentar equipes envolvidas no planejamento (em caso de simulado)</w:t>
      </w:r>
      <w:r w:rsidR="00890A05">
        <w:t>, na execução do simulado,</w:t>
      </w:r>
      <w:r>
        <w:t xml:space="preserve"> e no acionamento</w:t>
      </w:r>
      <w:r w:rsidR="00890A05">
        <w:t>/execução</w:t>
      </w:r>
      <w:r>
        <w:t xml:space="preserve"> do PAE.</w:t>
      </w:r>
    </w:p>
    <w:p w14:paraId="7F11B80C" w14:textId="5F358E54" w:rsidR="000C2710" w:rsidRDefault="000C2710" w:rsidP="002E76E5">
      <w:pPr>
        <w:pStyle w:val="AAA1"/>
      </w:pPr>
      <w:bookmarkStart w:id="15" w:name="_Toc173138912"/>
      <w:r>
        <w:t>recursos envolvidos</w:t>
      </w:r>
      <w:bookmarkEnd w:id="15"/>
    </w:p>
    <w:p w14:paraId="2BEA1989" w14:textId="07FD8C56" w:rsidR="008F5994" w:rsidRDefault="008F5994" w:rsidP="008F5994">
      <w:pPr>
        <w:pStyle w:val="AAACorpo"/>
      </w:pPr>
      <w:r>
        <w:t>Apresentar recursos envolvidos no planejamento do exercício de simulado (em caso de simulado) e no acionamento</w:t>
      </w:r>
      <w:r w:rsidR="00890A05">
        <w:t>/execução</w:t>
      </w:r>
      <w:r>
        <w:t xml:space="preserve"> do PAE.</w:t>
      </w:r>
    </w:p>
    <w:p w14:paraId="575540A9" w14:textId="24A20C80" w:rsidR="000020C2" w:rsidRDefault="000020C2" w:rsidP="002E76E5">
      <w:pPr>
        <w:pStyle w:val="AAA1"/>
      </w:pPr>
      <w:bookmarkStart w:id="16" w:name="_Toc173138913"/>
      <w:r>
        <w:t>Sistemas de comunicação utilizados</w:t>
      </w:r>
      <w:bookmarkEnd w:id="16"/>
    </w:p>
    <w:p w14:paraId="1F007A73" w14:textId="47D66A08" w:rsidR="00F731E9" w:rsidRDefault="00F731E9" w:rsidP="00F731E9">
      <w:pPr>
        <w:pStyle w:val="AAACorpo"/>
      </w:pPr>
      <w:r>
        <w:t>Apresentar os sistemas de comunicação utilizados no acionamento do PAE.</w:t>
      </w:r>
    </w:p>
    <w:p w14:paraId="4307F0E4" w14:textId="1B00BC38" w:rsidR="00A213CF" w:rsidRDefault="00E0648F" w:rsidP="002E76E5">
      <w:pPr>
        <w:pStyle w:val="AAA1"/>
      </w:pPr>
      <w:bookmarkStart w:id="17" w:name="_Toc173138914"/>
      <w:r>
        <w:t xml:space="preserve">CENÁRIOS E </w:t>
      </w:r>
      <w:r w:rsidR="00A213CF">
        <w:t>Protocolos utilizados</w:t>
      </w:r>
      <w:bookmarkEnd w:id="17"/>
    </w:p>
    <w:p w14:paraId="7481999C" w14:textId="77777777" w:rsidR="006D2E1A" w:rsidRDefault="00A213CF" w:rsidP="00A213CF">
      <w:pPr>
        <w:pStyle w:val="AAACorpo"/>
      </w:pPr>
      <w:r>
        <w:t>Apresentar</w:t>
      </w:r>
      <w:r w:rsidR="006D2E1A">
        <w:t>:</w:t>
      </w:r>
    </w:p>
    <w:p w14:paraId="6597D751" w14:textId="4CEFA811" w:rsidR="006D2E1A" w:rsidRDefault="006D2E1A" w:rsidP="006D2E1A">
      <w:pPr>
        <w:pStyle w:val="AAACorpo"/>
        <w:numPr>
          <w:ilvl w:val="0"/>
          <w:numId w:val="40"/>
        </w:numPr>
      </w:pPr>
      <w:r>
        <w:t>C</w:t>
      </w:r>
      <w:r w:rsidR="008C1DAA">
        <w:t>enário(s) proposto</w:t>
      </w:r>
      <w:r>
        <w:t>(</w:t>
      </w:r>
      <w:r w:rsidR="008C1DAA">
        <w:t>s</w:t>
      </w:r>
      <w:r>
        <w:t>)</w:t>
      </w:r>
      <w:r w:rsidR="003E30A9">
        <w:t xml:space="preserve">, </w:t>
      </w:r>
    </w:p>
    <w:p w14:paraId="69161473" w14:textId="77777777" w:rsidR="006D2E1A" w:rsidRDefault="006D2E1A" w:rsidP="006D2E1A">
      <w:pPr>
        <w:pStyle w:val="AAACorpo"/>
        <w:numPr>
          <w:ilvl w:val="0"/>
          <w:numId w:val="40"/>
        </w:numPr>
      </w:pPr>
      <w:r>
        <w:lastRenderedPageBreak/>
        <w:t>C</w:t>
      </w:r>
      <w:r w:rsidR="008852F8">
        <w:t xml:space="preserve">lassificação do </w:t>
      </w:r>
      <w:r w:rsidR="00113DFD">
        <w:t xml:space="preserve">porte </w:t>
      </w:r>
      <w:r w:rsidR="008852F8">
        <w:t>do(s) cenário(s) proposto</w:t>
      </w:r>
      <w:r>
        <w:t>s, e</w:t>
      </w:r>
    </w:p>
    <w:p w14:paraId="22B120E3" w14:textId="7F432E1F" w:rsidR="00A213CF" w:rsidRPr="00A977C0" w:rsidRDefault="006D2E1A" w:rsidP="006D2E1A">
      <w:pPr>
        <w:pStyle w:val="AAACorpo"/>
        <w:numPr>
          <w:ilvl w:val="0"/>
          <w:numId w:val="40"/>
        </w:numPr>
      </w:pPr>
      <w:r>
        <w:t>P</w:t>
      </w:r>
      <w:r w:rsidR="00A213CF">
        <w:t>rotocolos do PAE utilizados.</w:t>
      </w:r>
    </w:p>
    <w:p w14:paraId="3485A0FB" w14:textId="0F2FA45C" w:rsidR="00066BCC" w:rsidRDefault="00066BCC" w:rsidP="002E76E5">
      <w:pPr>
        <w:pStyle w:val="AAA1"/>
      </w:pPr>
      <w:bookmarkStart w:id="18" w:name="_Toc173138915"/>
      <w:r>
        <w:t>Cronologia</w:t>
      </w:r>
      <w:bookmarkEnd w:id="18"/>
    </w:p>
    <w:p w14:paraId="65A5F6A2" w14:textId="6D826D1D" w:rsidR="002D5439" w:rsidRDefault="003837C8" w:rsidP="003837C8">
      <w:pPr>
        <w:pStyle w:val="AAACorpo"/>
      </w:pPr>
      <w:r>
        <w:t>Apresentar a cronologia dos eventos desde a detecção da ocorrência até o fim do acionamento do PAE.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0"/>
        <w:gridCol w:w="1185"/>
        <w:gridCol w:w="1232"/>
        <w:gridCol w:w="6232"/>
      </w:tblGrid>
      <w:tr w:rsidR="00CE26F9" w14:paraId="453CA1BA" w14:textId="049B402E" w:rsidTr="00D52DF9">
        <w:trPr>
          <w:trHeight w:val="301"/>
        </w:trPr>
        <w:tc>
          <w:tcPr>
            <w:tcW w:w="980" w:type="dxa"/>
            <w:vMerge w:val="restart"/>
            <w:shd w:val="clear" w:color="auto" w:fill="E7E6E6" w:themeFill="background2"/>
            <w:vAlign w:val="center"/>
          </w:tcPr>
          <w:p w14:paraId="2471F9DA" w14:textId="18BEC97D" w:rsidR="00CE26F9" w:rsidRDefault="00CE26F9" w:rsidP="00CE26F9">
            <w:pPr>
              <w:pStyle w:val="AAACorpo"/>
              <w:spacing w:line="240" w:lineRule="auto"/>
              <w:jc w:val="center"/>
            </w:pPr>
            <w:r>
              <w:t>Item</w:t>
            </w:r>
          </w:p>
        </w:tc>
        <w:tc>
          <w:tcPr>
            <w:tcW w:w="2417" w:type="dxa"/>
            <w:gridSpan w:val="2"/>
            <w:shd w:val="clear" w:color="auto" w:fill="E7E6E6" w:themeFill="background2"/>
            <w:vAlign w:val="center"/>
          </w:tcPr>
          <w:p w14:paraId="5ADB0F4B" w14:textId="5F302A27" w:rsidR="00CE26F9" w:rsidRDefault="00CE26F9" w:rsidP="00CE26F9">
            <w:pPr>
              <w:pStyle w:val="AAACorpo"/>
              <w:spacing w:line="240" w:lineRule="auto"/>
              <w:jc w:val="center"/>
            </w:pPr>
            <w:r>
              <w:t>Tempo de resposta</w:t>
            </w:r>
          </w:p>
        </w:tc>
        <w:tc>
          <w:tcPr>
            <w:tcW w:w="6232" w:type="dxa"/>
            <w:vMerge w:val="restart"/>
            <w:shd w:val="clear" w:color="auto" w:fill="E7E6E6" w:themeFill="background2"/>
            <w:vAlign w:val="center"/>
          </w:tcPr>
          <w:p w14:paraId="52F9E479" w14:textId="5FE53A49" w:rsidR="00CE26F9" w:rsidRDefault="00CE26F9" w:rsidP="00CE26F9">
            <w:pPr>
              <w:pStyle w:val="AAACorpo"/>
              <w:spacing w:line="240" w:lineRule="auto"/>
              <w:jc w:val="center"/>
            </w:pPr>
            <w:r>
              <w:t>Sequência das ações</w:t>
            </w:r>
          </w:p>
        </w:tc>
      </w:tr>
      <w:tr w:rsidR="00CE26F9" w14:paraId="57C4EE64" w14:textId="326755CB" w:rsidTr="00D52DF9">
        <w:tc>
          <w:tcPr>
            <w:tcW w:w="980" w:type="dxa"/>
            <w:vMerge/>
          </w:tcPr>
          <w:p w14:paraId="421534FC" w14:textId="293603AE" w:rsidR="00CE26F9" w:rsidRDefault="00CE26F9" w:rsidP="00A21486">
            <w:pPr>
              <w:pStyle w:val="AAACorpo"/>
              <w:spacing w:line="240" w:lineRule="auto"/>
            </w:pPr>
          </w:p>
        </w:tc>
        <w:tc>
          <w:tcPr>
            <w:tcW w:w="1185" w:type="dxa"/>
            <w:shd w:val="clear" w:color="auto" w:fill="E7E6E6" w:themeFill="background2"/>
            <w:vAlign w:val="center"/>
          </w:tcPr>
          <w:p w14:paraId="429E8E46" w14:textId="4664A139" w:rsidR="00CE26F9" w:rsidRDefault="00CE26F9" w:rsidP="00D52DF9">
            <w:pPr>
              <w:pStyle w:val="AAACorpo"/>
              <w:spacing w:line="240" w:lineRule="auto"/>
              <w:jc w:val="center"/>
            </w:pPr>
            <w:r>
              <w:t>Obtido</w:t>
            </w:r>
          </w:p>
        </w:tc>
        <w:tc>
          <w:tcPr>
            <w:tcW w:w="1232" w:type="dxa"/>
            <w:shd w:val="clear" w:color="auto" w:fill="E7E6E6" w:themeFill="background2"/>
            <w:vAlign w:val="center"/>
          </w:tcPr>
          <w:p w14:paraId="31E7D1E7" w14:textId="23D7DA8E" w:rsidR="00CE26F9" w:rsidRDefault="00CE26F9" w:rsidP="00D52DF9">
            <w:pPr>
              <w:pStyle w:val="AAACorpo"/>
              <w:spacing w:line="240" w:lineRule="auto"/>
              <w:jc w:val="center"/>
            </w:pPr>
            <w:r>
              <w:t xml:space="preserve">Ideal </w:t>
            </w:r>
            <w:r w:rsidR="00D52DF9">
              <w:t xml:space="preserve">ou </w:t>
            </w:r>
            <w:r>
              <w:t>proposto</w:t>
            </w:r>
          </w:p>
        </w:tc>
        <w:tc>
          <w:tcPr>
            <w:tcW w:w="6232" w:type="dxa"/>
            <w:vMerge/>
          </w:tcPr>
          <w:p w14:paraId="41531667" w14:textId="0A27BF70" w:rsidR="00CE26F9" w:rsidRDefault="00CE26F9" w:rsidP="00A21486">
            <w:pPr>
              <w:pStyle w:val="AAACorpo"/>
              <w:spacing w:line="240" w:lineRule="auto"/>
            </w:pPr>
          </w:p>
        </w:tc>
      </w:tr>
      <w:tr w:rsidR="004111D5" w14:paraId="63BB78FD" w14:textId="203080BC" w:rsidTr="00D52DF9">
        <w:tc>
          <w:tcPr>
            <w:tcW w:w="980" w:type="dxa"/>
          </w:tcPr>
          <w:p w14:paraId="38FA5FCD" w14:textId="77777777" w:rsidR="004111D5" w:rsidRDefault="004111D5" w:rsidP="00A21486">
            <w:pPr>
              <w:pStyle w:val="AAACorpo"/>
              <w:spacing w:line="240" w:lineRule="auto"/>
            </w:pPr>
          </w:p>
        </w:tc>
        <w:tc>
          <w:tcPr>
            <w:tcW w:w="1185" w:type="dxa"/>
          </w:tcPr>
          <w:p w14:paraId="7839FD68" w14:textId="77777777" w:rsidR="004111D5" w:rsidRDefault="004111D5" w:rsidP="00A21486">
            <w:pPr>
              <w:pStyle w:val="AAACorpo"/>
              <w:spacing w:line="240" w:lineRule="auto"/>
            </w:pPr>
          </w:p>
        </w:tc>
        <w:tc>
          <w:tcPr>
            <w:tcW w:w="1232" w:type="dxa"/>
          </w:tcPr>
          <w:p w14:paraId="7E767DAC" w14:textId="77777777" w:rsidR="004111D5" w:rsidRDefault="004111D5" w:rsidP="00A21486">
            <w:pPr>
              <w:pStyle w:val="AAACorpo"/>
              <w:spacing w:line="240" w:lineRule="auto"/>
            </w:pPr>
          </w:p>
        </w:tc>
        <w:tc>
          <w:tcPr>
            <w:tcW w:w="6232" w:type="dxa"/>
          </w:tcPr>
          <w:p w14:paraId="7FC77174" w14:textId="15E7F389" w:rsidR="004111D5" w:rsidRDefault="004111D5" w:rsidP="00A21486">
            <w:pPr>
              <w:pStyle w:val="AAACorpo"/>
              <w:spacing w:line="240" w:lineRule="auto"/>
            </w:pPr>
          </w:p>
        </w:tc>
      </w:tr>
      <w:tr w:rsidR="004111D5" w14:paraId="242CF032" w14:textId="5A767A0F" w:rsidTr="00D52DF9">
        <w:tc>
          <w:tcPr>
            <w:tcW w:w="980" w:type="dxa"/>
          </w:tcPr>
          <w:p w14:paraId="2A1D65A4" w14:textId="28E7C058" w:rsidR="004111D5" w:rsidRDefault="004111D5" w:rsidP="00A21486">
            <w:pPr>
              <w:pStyle w:val="AAACorpo"/>
              <w:spacing w:line="240" w:lineRule="auto"/>
            </w:pPr>
          </w:p>
        </w:tc>
        <w:tc>
          <w:tcPr>
            <w:tcW w:w="1185" w:type="dxa"/>
          </w:tcPr>
          <w:p w14:paraId="44D1155A" w14:textId="77777777" w:rsidR="004111D5" w:rsidRDefault="004111D5" w:rsidP="00A21486">
            <w:pPr>
              <w:pStyle w:val="AAACorpo"/>
              <w:spacing w:line="240" w:lineRule="auto"/>
            </w:pPr>
          </w:p>
        </w:tc>
        <w:tc>
          <w:tcPr>
            <w:tcW w:w="1232" w:type="dxa"/>
          </w:tcPr>
          <w:p w14:paraId="36CF1584" w14:textId="77777777" w:rsidR="004111D5" w:rsidRDefault="004111D5" w:rsidP="00A21486">
            <w:pPr>
              <w:pStyle w:val="AAACorpo"/>
              <w:spacing w:line="240" w:lineRule="auto"/>
            </w:pPr>
          </w:p>
        </w:tc>
        <w:tc>
          <w:tcPr>
            <w:tcW w:w="6232" w:type="dxa"/>
          </w:tcPr>
          <w:p w14:paraId="0E358837" w14:textId="68FFC255" w:rsidR="004111D5" w:rsidRDefault="004111D5" w:rsidP="00A21486">
            <w:pPr>
              <w:pStyle w:val="AAACorpo"/>
              <w:spacing w:line="240" w:lineRule="auto"/>
            </w:pPr>
          </w:p>
        </w:tc>
      </w:tr>
      <w:tr w:rsidR="00D52DF9" w14:paraId="79F9F158" w14:textId="77777777" w:rsidTr="00D52DF9">
        <w:tc>
          <w:tcPr>
            <w:tcW w:w="980" w:type="dxa"/>
          </w:tcPr>
          <w:p w14:paraId="7767344F" w14:textId="77777777" w:rsidR="00D52DF9" w:rsidRDefault="00D52DF9" w:rsidP="00A21486">
            <w:pPr>
              <w:pStyle w:val="AAACorpo"/>
              <w:spacing w:line="240" w:lineRule="auto"/>
            </w:pPr>
          </w:p>
        </w:tc>
        <w:tc>
          <w:tcPr>
            <w:tcW w:w="1185" w:type="dxa"/>
          </w:tcPr>
          <w:p w14:paraId="4D4EB402" w14:textId="77777777" w:rsidR="00D52DF9" w:rsidRDefault="00D52DF9" w:rsidP="00A21486">
            <w:pPr>
              <w:pStyle w:val="AAACorpo"/>
              <w:spacing w:line="240" w:lineRule="auto"/>
            </w:pPr>
          </w:p>
        </w:tc>
        <w:tc>
          <w:tcPr>
            <w:tcW w:w="1232" w:type="dxa"/>
          </w:tcPr>
          <w:p w14:paraId="5F5C8D90" w14:textId="77777777" w:rsidR="00D52DF9" w:rsidRDefault="00D52DF9" w:rsidP="00A21486">
            <w:pPr>
              <w:pStyle w:val="AAACorpo"/>
              <w:spacing w:line="240" w:lineRule="auto"/>
            </w:pPr>
          </w:p>
        </w:tc>
        <w:tc>
          <w:tcPr>
            <w:tcW w:w="6232" w:type="dxa"/>
          </w:tcPr>
          <w:p w14:paraId="7CAFA92C" w14:textId="77777777" w:rsidR="00D52DF9" w:rsidRDefault="00D52DF9" w:rsidP="00A21486">
            <w:pPr>
              <w:pStyle w:val="AAACorpo"/>
              <w:spacing w:line="240" w:lineRule="auto"/>
            </w:pPr>
          </w:p>
        </w:tc>
      </w:tr>
      <w:tr w:rsidR="00D52DF9" w14:paraId="012A76CD" w14:textId="77777777" w:rsidTr="00D52DF9">
        <w:tc>
          <w:tcPr>
            <w:tcW w:w="980" w:type="dxa"/>
          </w:tcPr>
          <w:p w14:paraId="04ACC09F" w14:textId="77777777" w:rsidR="00D52DF9" w:rsidRDefault="00D52DF9" w:rsidP="00A21486">
            <w:pPr>
              <w:pStyle w:val="AAACorpo"/>
              <w:spacing w:line="240" w:lineRule="auto"/>
            </w:pPr>
          </w:p>
        </w:tc>
        <w:tc>
          <w:tcPr>
            <w:tcW w:w="1185" w:type="dxa"/>
          </w:tcPr>
          <w:p w14:paraId="72664CC8" w14:textId="77777777" w:rsidR="00D52DF9" w:rsidRDefault="00D52DF9" w:rsidP="00A21486">
            <w:pPr>
              <w:pStyle w:val="AAACorpo"/>
              <w:spacing w:line="240" w:lineRule="auto"/>
            </w:pPr>
          </w:p>
        </w:tc>
        <w:tc>
          <w:tcPr>
            <w:tcW w:w="1232" w:type="dxa"/>
          </w:tcPr>
          <w:p w14:paraId="599C7743" w14:textId="77777777" w:rsidR="00D52DF9" w:rsidRDefault="00D52DF9" w:rsidP="00A21486">
            <w:pPr>
              <w:pStyle w:val="AAACorpo"/>
              <w:spacing w:line="240" w:lineRule="auto"/>
            </w:pPr>
          </w:p>
        </w:tc>
        <w:tc>
          <w:tcPr>
            <w:tcW w:w="6232" w:type="dxa"/>
          </w:tcPr>
          <w:p w14:paraId="629820AD" w14:textId="77777777" w:rsidR="00D52DF9" w:rsidRDefault="00D52DF9" w:rsidP="00A21486">
            <w:pPr>
              <w:pStyle w:val="AAACorpo"/>
              <w:spacing w:line="240" w:lineRule="auto"/>
            </w:pPr>
          </w:p>
        </w:tc>
      </w:tr>
    </w:tbl>
    <w:p w14:paraId="38D31999" w14:textId="77777777" w:rsidR="003837C8" w:rsidRDefault="003837C8" w:rsidP="003837C8">
      <w:pPr>
        <w:pStyle w:val="AAACorpo"/>
      </w:pPr>
    </w:p>
    <w:p w14:paraId="7C6DE521" w14:textId="31C12415" w:rsidR="00066BCC" w:rsidRDefault="00066BCC" w:rsidP="002E76E5">
      <w:pPr>
        <w:pStyle w:val="AAA1"/>
      </w:pPr>
      <w:bookmarkStart w:id="19" w:name="_Toc173138916"/>
      <w:r>
        <w:t>Tempos e movimentos</w:t>
      </w:r>
      <w:bookmarkEnd w:id="19"/>
    </w:p>
    <w:p w14:paraId="0686DD47" w14:textId="79512424" w:rsidR="003F68AB" w:rsidRDefault="00D966A5" w:rsidP="00D966A5">
      <w:pPr>
        <w:pStyle w:val="AAACorpo"/>
      </w:pPr>
      <w:r>
        <w:t xml:space="preserve">Apresentar a medição dos </w:t>
      </w:r>
      <w:r w:rsidR="00342724">
        <w:t>Itens</w:t>
      </w:r>
      <w:r>
        <w:t xml:space="preserve"> definidos e de outros que tenham sido medidos.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1701"/>
        <w:gridCol w:w="1559"/>
        <w:gridCol w:w="2263"/>
      </w:tblGrid>
      <w:tr w:rsidR="003F04F4" w14:paraId="50CF96CA" w14:textId="22A44080" w:rsidTr="00267D3E">
        <w:trPr>
          <w:trHeight w:val="397"/>
        </w:trPr>
        <w:tc>
          <w:tcPr>
            <w:tcW w:w="3114" w:type="dxa"/>
          </w:tcPr>
          <w:p w14:paraId="07603AEC" w14:textId="1479E506" w:rsidR="003F04F4" w:rsidRDefault="003F04F4" w:rsidP="00267D3E">
            <w:pPr>
              <w:pStyle w:val="AAACorpo"/>
              <w:spacing w:line="240" w:lineRule="auto"/>
            </w:pPr>
            <w:r>
              <w:t xml:space="preserve">Marco </w:t>
            </w:r>
          </w:p>
        </w:tc>
        <w:tc>
          <w:tcPr>
            <w:tcW w:w="992" w:type="dxa"/>
          </w:tcPr>
          <w:p w14:paraId="11C1216A" w14:textId="3F988B58" w:rsidR="003F04F4" w:rsidRDefault="003F04F4" w:rsidP="00267D3E">
            <w:pPr>
              <w:pStyle w:val="AAACorpo"/>
              <w:spacing w:line="240" w:lineRule="auto"/>
            </w:pPr>
            <w:r>
              <w:t>Data</w:t>
            </w:r>
          </w:p>
        </w:tc>
        <w:tc>
          <w:tcPr>
            <w:tcW w:w="1701" w:type="dxa"/>
          </w:tcPr>
          <w:p w14:paraId="392BA365" w14:textId="0A800774" w:rsidR="003F04F4" w:rsidRDefault="003F04F4" w:rsidP="00267D3E">
            <w:pPr>
              <w:pStyle w:val="AAACorpo"/>
              <w:spacing w:line="240" w:lineRule="auto"/>
            </w:pPr>
            <w:r>
              <w:t>Hora de início</w:t>
            </w:r>
          </w:p>
        </w:tc>
        <w:tc>
          <w:tcPr>
            <w:tcW w:w="1559" w:type="dxa"/>
          </w:tcPr>
          <w:p w14:paraId="5A2822E5" w14:textId="69119743" w:rsidR="003F04F4" w:rsidRDefault="003F04F4" w:rsidP="00267D3E">
            <w:pPr>
              <w:pStyle w:val="AAACorpo"/>
              <w:spacing w:line="240" w:lineRule="auto"/>
            </w:pPr>
            <w:r>
              <w:t>Hora final</w:t>
            </w:r>
          </w:p>
        </w:tc>
        <w:tc>
          <w:tcPr>
            <w:tcW w:w="2263" w:type="dxa"/>
          </w:tcPr>
          <w:p w14:paraId="124B3490" w14:textId="24E4C5EF" w:rsidR="003F04F4" w:rsidRDefault="003F04F4" w:rsidP="00267D3E">
            <w:pPr>
              <w:pStyle w:val="AAACorpo"/>
              <w:spacing w:line="240" w:lineRule="auto"/>
            </w:pPr>
            <w:r>
              <w:t>Tempo de duração</w:t>
            </w:r>
          </w:p>
        </w:tc>
      </w:tr>
      <w:tr w:rsidR="003F04F4" w14:paraId="0D4ACE1D" w14:textId="4F2BE7C5" w:rsidTr="00267D3E">
        <w:tc>
          <w:tcPr>
            <w:tcW w:w="3114" w:type="dxa"/>
          </w:tcPr>
          <w:p w14:paraId="46D896EE" w14:textId="77777777" w:rsidR="003F04F4" w:rsidRDefault="003F04F4" w:rsidP="00267D3E">
            <w:pPr>
              <w:pStyle w:val="AAACorpo"/>
              <w:spacing w:line="240" w:lineRule="auto"/>
            </w:pPr>
          </w:p>
        </w:tc>
        <w:tc>
          <w:tcPr>
            <w:tcW w:w="992" w:type="dxa"/>
          </w:tcPr>
          <w:p w14:paraId="7E22F03D" w14:textId="77777777" w:rsidR="003F04F4" w:rsidRDefault="003F04F4" w:rsidP="00267D3E">
            <w:pPr>
              <w:pStyle w:val="AAACorpo"/>
              <w:spacing w:line="240" w:lineRule="auto"/>
            </w:pPr>
          </w:p>
        </w:tc>
        <w:tc>
          <w:tcPr>
            <w:tcW w:w="1701" w:type="dxa"/>
          </w:tcPr>
          <w:p w14:paraId="1D6754D1" w14:textId="77777777" w:rsidR="003F04F4" w:rsidRDefault="003F04F4" w:rsidP="00267D3E">
            <w:pPr>
              <w:pStyle w:val="AAACorpo"/>
              <w:spacing w:line="240" w:lineRule="auto"/>
            </w:pPr>
          </w:p>
        </w:tc>
        <w:tc>
          <w:tcPr>
            <w:tcW w:w="1559" w:type="dxa"/>
          </w:tcPr>
          <w:p w14:paraId="202D84C2" w14:textId="77777777" w:rsidR="003F04F4" w:rsidRDefault="003F04F4" w:rsidP="00267D3E">
            <w:pPr>
              <w:pStyle w:val="AAACorpo"/>
              <w:spacing w:line="240" w:lineRule="auto"/>
            </w:pPr>
          </w:p>
        </w:tc>
        <w:tc>
          <w:tcPr>
            <w:tcW w:w="2263" w:type="dxa"/>
          </w:tcPr>
          <w:p w14:paraId="6267454F" w14:textId="77777777" w:rsidR="003F04F4" w:rsidRDefault="003F04F4" w:rsidP="00267D3E">
            <w:pPr>
              <w:pStyle w:val="AAACorpo"/>
              <w:spacing w:line="240" w:lineRule="auto"/>
            </w:pPr>
          </w:p>
        </w:tc>
      </w:tr>
      <w:tr w:rsidR="00A21486" w14:paraId="4AE907E1" w14:textId="77777777" w:rsidTr="00267D3E">
        <w:tc>
          <w:tcPr>
            <w:tcW w:w="3114" w:type="dxa"/>
          </w:tcPr>
          <w:p w14:paraId="7F111412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992" w:type="dxa"/>
          </w:tcPr>
          <w:p w14:paraId="4D3BF23F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1701" w:type="dxa"/>
          </w:tcPr>
          <w:p w14:paraId="0FC93088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1559" w:type="dxa"/>
          </w:tcPr>
          <w:p w14:paraId="34579C7C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2263" w:type="dxa"/>
          </w:tcPr>
          <w:p w14:paraId="201B1B0A" w14:textId="77777777" w:rsidR="00A21486" w:rsidRDefault="00A21486" w:rsidP="00267D3E">
            <w:pPr>
              <w:pStyle w:val="AAACorpo"/>
              <w:spacing w:line="240" w:lineRule="auto"/>
            </w:pPr>
          </w:p>
        </w:tc>
      </w:tr>
      <w:tr w:rsidR="00A21486" w14:paraId="675AD7C0" w14:textId="77777777" w:rsidTr="00267D3E">
        <w:tc>
          <w:tcPr>
            <w:tcW w:w="3114" w:type="dxa"/>
          </w:tcPr>
          <w:p w14:paraId="2A5B32C4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992" w:type="dxa"/>
          </w:tcPr>
          <w:p w14:paraId="07B750FD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1701" w:type="dxa"/>
          </w:tcPr>
          <w:p w14:paraId="1EAAADD6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1559" w:type="dxa"/>
          </w:tcPr>
          <w:p w14:paraId="14DBBFDD" w14:textId="77777777" w:rsidR="00A21486" w:rsidRDefault="00A21486" w:rsidP="00267D3E">
            <w:pPr>
              <w:pStyle w:val="AAACorpo"/>
              <w:spacing w:line="240" w:lineRule="auto"/>
            </w:pPr>
          </w:p>
        </w:tc>
        <w:tc>
          <w:tcPr>
            <w:tcW w:w="2263" w:type="dxa"/>
          </w:tcPr>
          <w:p w14:paraId="4D5C41F3" w14:textId="77777777" w:rsidR="00A21486" w:rsidRDefault="00A21486" w:rsidP="00267D3E">
            <w:pPr>
              <w:pStyle w:val="AAACorpo"/>
              <w:spacing w:line="240" w:lineRule="auto"/>
            </w:pPr>
          </w:p>
        </w:tc>
      </w:tr>
    </w:tbl>
    <w:p w14:paraId="302A22FB" w14:textId="77777777" w:rsidR="00D966A5" w:rsidRDefault="00D966A5" w:rsidP="00D966A5">
      <w:pPr>
        <w:pStyle w:val="AAACorpo"/>
      </w:pPr>
    </w:p>
    <w:p w14:paraId="3E56C0FB" w14:textId="68BEA03F" w:rsidR="00977435" w:rsidRDefault="00977435" w:rsidP="002E76E5">
      <w:pPr>
        <w:pStyle w:val="AAA1"/>
      </w:pPr>
      <w:bookmarkStart w:id="20" w:name="_Toc173138917"/>
      <w:r>
        <w:t>Fluxo de comunicação</w:t>
      </w:r>
      <w:bookmarkEnd w:id="20"/>
    </w:p>
    <w:p w14:paraId="4762BF18" w14:textId="3F3FBC22" w:rsidR="00A21486" w:rsidRDefault="00A21486" w:rsidP="00A21486">
      <w:pPr>
        <w:pStyle w:val="AAACorpo"/>
      </w:pPr>
      <w:r>
        <w:t>Descrever o fluxo de comunicação que foi planejado, o que foi executado e o que teve de desvios.</w:t>
      </w:r>
    </w:p>
    <w:p w14:paraId="2B4A85AA" w14:textId="38FFD873" w:rsidR="00B1285C" w:rsidRDefault="001A1B6F" w:rsidP="002E76E5">
      <w:pPr>
        <w:pStyle w:val="AAA1"/>
      </w:pPr>
      <w:bookmarkStart w:id="21" w:name="_Toc173138918"/>
      <w:r>
        <w:t xml:space="preserve">Análise </w:t>
      </w:r>
      <w:r w:rsidR="00030E3B">
        <w:t>CRÍTICA</w:t>
      </w:r>
      <w:bookmarkEnd w:id="21"/>
    </w:p>
    <w:p w14:paraId="32EC5D02" w14:textId="4952BED5" w:rsidR="007E6716" w:rsidRPr="00B1285C" w:rsidRDefault="007E6716" w:rsidP="007E6716">
      <w:pPr>
        <w:pStyle w:val="AAACorpo"/>
        <w:rPr>
          <w:rStyle w:val="Ttulo2Char"/>
          <w:b w:val="0"/>
        </w:rPr>
      </w:pPr>
      <w:r>
        <w:t xml:space="preserve">A análise </w:t>
      </w:r>
      <w:r w:rsidR="0014430C">
        <w:t>envolve, pelo menos, os itens abaixo:</w:t>
      </w:r>
    </w:p>
    <w:p w14:paraId="2B259CB9" w14:textId="77777777" w:rsidR="00F63068" w:rsidRPr="006508D4" w:rsidRDefault="00F63068" w:rsidP="00F63068">
      <w:pPr>
        <w:pStyle w:val="Ttulo2"/>
        <w:numPr>
          <w:ilvl w:val="1"/>
          <w:numId w:val="38"/>
        </w:numPr>
        <w:rPr>
          <w:b w:val="0"/>
          <w:bCs/>
        </w:rPr>
      </w:pPr>
      <w:r>
        <w:t>Análise da at</w:t>
      </w:r>
      <w:r w:rsidRPr="008C763F">
        <w:t>ua</w:t>
      </w:r>
      <w:r w:rsidRPr="006508D4">
        <w:rPr>
          <w:rFonts w:cs="Verdana"/>
        </w:rPr>
        <w:t>çã</w:t>
      </w:r>
      <w:r w:rsidRPr="008C763F">
        <w:t>o dos prof</w:t>
      </w:r>
      <w:r>
        <w:t>i</w:t>
      </w:r>
      <w:r w:rsidRPr="008C763F">
        <w:t>ssionais envolvidos</w:t>
      </w:r>
      <w:r>
        <w:t>.</w:t>
      </w:r>
    </w:p>
    <w:p w14:paraId="26709A50" w14:textId="77777777" w:rsidR="004019E8" w:rsidRPr="00A53C60" w:rsidRDefault="00F63068" w:rsidP="00F63068">
      <w:pPr>
        <w:pStyle w:val="AAACorpo"/>
        <w:numPr>
          <w:ilvl w:val="0"/>
          <w:numId w:val="41"/>
        </w:numPr>
        <w:rPr>
          <w:rFonts w:cs="Calibri"/>
        </w:rPr>
      </w:pPr>
      <w:r w:rsidRPr="00A53C60">
        <w:rPr>
          <w:rFonts w:cs="Calibri"/>
          <w:b/>
          <w:bCs/>
        </w:rPr>
        <w:lastRenderedPageBreak/>
        <w:t xml:space="preserve">Avaliar </w:t>
      </w:r>
      <w:r w:rsidR="004019E8" w:rsidRPr="00A53C60">
        <w:rPr>
          <w:rFonts w:cs="Calibri"/>
          <w:b/>
          <w:bCs/>
        </w:rPr>
        <w:t>itens como</w:t>
      </w:r>
      <w:r w:rsidR="004019E8" w:rsidRPr="00A53C60">
        <w:rPr>
          <w:rFonts w:cs="Calibri"/>
        </w:rPr>
        <w:t>:</w:t>
      </w:r>
    </w:p>
    <w:p w14:paraId="594C9C05" w14:textId="77777777" w:rsidR="00A53C60" w:rsidRPr="00A53C60" w:rsidRDefault="004019E8" w:rsidP="00A53C60">
      <w:pPr>
        <w:pStyle w:val="AAACorpo"/>
        <w:numPr>
          <w:ilvl w:val="0"/>
          <w:numId w:val="42"/>
        </w:numPr>
        <w:rPr>
          <w:rFonts w:cs="Calibri"/>
        </w:rPr>
      </w:pPr>
      <w:r w:rsidRPr="00A53C60">
        <w:rPr>
          <w:rFonts w:cs="Calibri"/>
        </w:rPr>
        <w:t>C</w:t>
      </w:r>
      <w:r w:rsidR="00F63068" w:rsidRPr="00A53C60">
        <w:rPr>
          <w:rFonts w:cs="Calibri"/>
        </w:rPr>
        <w:t>omportamento da população da instalação;</w:t>
      </w:r>
    </w:p>
    <w:p w14:paraId="04DBFD5C" w14:textId="2DA620FF" w:rsidR="00F63068" w:rsidRPr="00A53C60" w:rsidRDefault="00F63068" w:rsidP="00A53C60">
      <w:pPr>
        <w:pStyle w:val="AAACorpo"/>
        <w:numPr>
          <w:ilvl w:val="0"/>
          <w:numId w:val="42"/>
        </w:numPr>
        <w:rPr>
          <w:rFonts w:cs="Calibri"/>
        </w:rPr>
      </w:pPr>
      <w:r w:rsidRPr="00A53C60">
        <w:rPr>
          <w:rFonts w:cs="Calibri"/>
        </w:rPr>
        <w:t xml:space="preserve">Falhas e não conformidades de equipamentos; </w:t>
      </w:r>
    </w:p>
    <w:p w14:paraId="0693533F" w14:textId="77777777" w:rsidR="00F63068" w:rsidRPr="00A53C60" w:rsidRDefault="00F63068" w:rsidP="00A53C60">
      <w:pPr>
        <w:pStyle w:val="AAACorpo"/>
        <w:numPr>
          <w:ilvl w:val="0"/>
          <w:numId w:val="42"/>
        </w:numPr>
        <w:rPr>
          <w:rFonts w:cs="Calibri"/>
        </w:rPr>
      </w:pPr>
      <w:r w:rsidRPr="00A53C60">
        <w:rPr>
          <w:rFonts w:cs="Calibri"/>
        </w:rPr>
        <w:t xml:space="preserve">Falhas e não conformidades operacionais; </w:t>
      </w:r>
      <w:r w:rsidRPr="00A53C60">
        <w:rPr>
          <w:rFonts w:ascii="Arial" w:hAnsi="Arial"/>
        </w:rPr>
        <w:t> </w:t>
      </w:r>
    </w:p>
    <w:p w14:paraId="5CED3A6D" w14:textId="09FAD3B6" w:rsidR="00F63068" w:rsidRPr="00A53C60" w:rsidRDefault="00F63068" w:rsidP="00A53C60">
      <w:pPr>
        <w:pStyle w:val="AAACorpo"/>
        <w:numPr>
          <w:ilvl w:val="0"/>
          <w:numId w:val="42"/>
        </w:numPr>
        <w:rPr>
          <w:rFonts w:cs="Calibri"/>
        </w:rPr>
      </w:pPr>
      <w:r w:rsidRPr="00A53C60">
        <w:rPr>
          <w:rFonts w:cs="Calibri"/>
        </w:rPr>
        <w:t>Demais problemas levantados no planejamento, execução e análise crítica do atendimento a emergência</w:t>
      </w:r>
      <w:r w:rsidR="00B02D77">
        <w:rPr>
          <w:rFonts w:cs="Calibri"/>
        </w:rPr>
        <w:t>.</w:t>
      </w:r>
    </w:p>
    <w:p w14:paraId="7239D531" w14:textId="77777777" w:rsidR="006508D4" w:rsidRDefault="004C5DA0" w:rsidP="006508D4">
      <w:pPr>
        <w:pStyle w:val="Ttulo2"/>
        <w:numPr>
          <w:ilvl w:val="1"/>
          <w:numId w:val="38"/>
        </w:numPr>
        <w:rPr>
          <w:b w:val="0"/>
          <w:bCs/>
        </w:rPr>
      </w:pPr>
      <w:r w:rsidRPr="00676D8D">
        <w:t>Análise do desempenho</w:t>
      </w:r>
      <w:r w:rsidRPr="008C763F">
        <w:t xml:space="preserve"> no atendimento de emerg</w:t>
      </w:r>
      <w:r w:rsidRPr="008C763F">
        <w:rPr>
          <w:rFonts w:cs="Verdana"/>
        </w:rPr>
        <w:t>ê</w:t>
      </w:r>
      <w:r w:rsidRPr="008C763F">
        <w:t>ncias</w:t>
      </w:r>
      <w:r w:rsidR="00B83934">
        <w:t>:</w:t>
      </w:r>
      <w:r>
        <w:t xml:space="preserve"> </w:t>
      </w:r>
      <w:r w:rsidR="00B1285C" w:rsidRPr="00652491">
        <w:rPr>
          <w:b w:val="0"/>
          <w:bCs/>
        </w:rPr>
        <w:t xml:space="preserve">Apresentar análise dos </w:t>
      </w:r>
      <w:r w:rsidR="007E6716" w:rsidRPr="00652491">
        <w:rPr>
          <w:b w:val="0"/>
          <w:bCs/>
        </w:rPr>
        <w:t>i</w:t>
      </w:r>
      <w:r w:rsidR="00342724" w:rsidRPr="00652491">
        <w:rPr>
          <w:b w:val="0"/>
          <w:bCs/>
        </w:rPr>
        <w:t>tens</w:t>
      </w:r>
      <w:r w:rsidR="00B1285C" w:rsidRPr="00652491">
        <w:rPr>
          <w:b w:val="0"/>
          <w:bCs/>
        </w:rPr>
        <w:t xml:space="preserve"> medidos, identificando se houve desvios e a justificativa para tal</w:t>
      </w:r>
      <w:r w:rsidR="00C57A9F">
        <w:rPr>
          <w:b w:val="0"/>
          <w:bCs/>
        </w:rPr>
        <w:t xml:space="preserve">, e avaliar </w:t>
      </w:r>
      <w:r w:rsidR="008941F5">
        <w:rPr>
          <w:b w:val="0"/>
          <w:bCs/>
        </w:rPr>
        <w:t xml:space="preserve">itens que não foram </w:t>
      </w:r>
      <w:r w:rsidR="00455151">
        <w:rPr>
          <w:b w:val="0"/>
          <w:bCs/>
        </w:rPr>
        <w:t>definidos,</w:t>
      </w:r>
      <w:r w:rsidR="008941F5">
        <w:rPr>
          <w:b w:val="0"/>
          <w:bCs/>
        </w:rPr>
        <w:t xml:space="preserve"> mas foram importantes na análise do simulado</w:t>
      </w:r>
      <w:r w:rsidR="00B1285C" w:rsidRPr="00652491">
        <w:rPr>
          <w:b w:val="0"/>
          <w:bCs/>
        </w:rPr>
        <w:t>.</w:t>
      </w:r>
    </w:p>
    <w:p w14:paraId="5905B1FA" w14:textId="310ED79A" w:rsidR="007E6E02" w:rsidRPr="00652491" w:rsidRDefault="00366E8D" w:rsidP="00F75108">
      <w:pPr>
        <w:pStyle w:val="Ttulo2"/>
        <w:numPr>
          <w:ilvl w:val="1"/>
          <w:numId w:val="38"/>
        </w:numPr>
        <w:spacing w:line="360" w:lineRule="auto"/>
        <w:rPr>
          <w:b w:val="0"/>
          <w:bCs/>
        </w:rPr>
      </w:pPr>
      <w:r>
        <w:t>Análise da e</w:t>
      </w:r>
      <w:r w:rsidR="007E6E02" w:rsidRPr="004E70CB">
        <w:t>ficácia das ações de controle da emergência</w:t>
      </w:r>
      <w:r w:rsidR="00652491">
        <w:t xml:space="preserve">: </w:t>
      </w:r>
      <w:r w:rsidR="007E6E02" w:rsidRPr="00652491">
        <w:rPr>
          <w:b w:val="0"/>
          <w:bCs/>
        </w:rPr>
        <w:t xml:space="preserve">Analisar a eficácia das ações definidas nos protocolos do PAE executadas no simulado ou na </w:t>
      </w:r>
      <w:proofErr w:type="gramStart"/>
      <w:r w:rsidR="007E6E02" w:rsidRPr="00652491">
        <w:rPr>
          <w:b w:val="0"/>
          <w:bCs/>
        </w:rPr>
        <w:t>situação de emergência</w:t>
      </w:r>
      <w:proofErr w:type="gramEnd"/>
      <w:r w:rsidR="007E6E02" w:rsidRPr="00652491">
        <w:rPr>
          <w:b w:val="0"/>
          <w:bCs/>
        </w:rPr>
        <w:t xml:space="preserve"> real.</w:t>
      </w:r>
    </w:p>
    <w:p w14:paraId="0948BB7E" w14:textId="55274D6C" w:rsidR="00517FB8" w:rsidRDefault="002905B3" w:rsidP="00BA2502">
      <w:pPr>
        <w:pStyle w:val="Ttulo2"/>
        <w:numPr>
          <w:ilvl w:val="1"/>
          <w:numId w:val="38"/>
        </w:numPr>
        <w:spacing w:line="360" w:lineRule="auto"/>
      </w:pPr>
      <w:r>
        <w:t xml:space="preserve">Aspectos positivos </w:t>
      </w:r>
      <w:r w:rsidR="001E65C5" w:rsidRPr="00780891">
        <w:t>observados</w:t>
      </w:r>
      <w:r w:rsidR="00652491">
        <w:t xml:space="preserve">: </w:t>
      </w:r>
      <w:r w:rsidR="00517FB8" w:rsidRPr="00652491">
        <w:rPr>
          <w:b w:val="0"/>
          <w:bCs/>
        </w:rPr>
        <w:t xml:space="preserve">Apresentar os </w:t>
      </w:r>
      <w:r w:rsidR="004A4F1B" w:rsidRPr="00652491">
        <w:rPr>
          <w:b w:val="0"/>
          <w:bCs/>
        </w:rPr>
        <w:t xml:space="preserve">aspectos positivos </w:t>
      </w:r>
      <w:r w:rsidR="00517FB8" w:rsidRPr="00652491">
        <w:rPr>
          <w:b w:val="0"/>
          <w:bCs/>
        </w:rPr>
        <w:t>identificados.</w:t>
      </w:r>
    </w:p>
    <w:p w14:paraId="02E7E19F" w14:textId="77777777" w:rsidR="00F63068" w:rsidRDefault="002905B3" w:rsidP="00F63068">
      <w:pPr>
        <w:pStyle w:val="Ttulo2"/>
        <w:numPr>
          <w:ilvl w:val="1"/>
          <w:numId w:val="38"/>
        </w:numPr>
        <w:spacing w:line="360" w:lineRule="auto"/>
        <w:rPr>
          <w:b w:val="0"/>
          <w:bCs/>
        </w:rPr>
      </w:pPr>
      <w:r>
        <w:t xml:space="preserve">Aspectos </w:t>
      </w:r>
      <w:r w:rsidR="004A4F1B">
        <w:t xml:space="preserve">a </w:t>
      </w:r>
      <w:r w:rsidR="007C2355">
        <w:t>melhorar</w:t>
      </w:r>
      <w:r w:rsidR="00652491">
        <w:t xml:space="preserve">: </w:t>
      </w:r>
      <w:r w:rsidR="00517FB8" w:rsidRPr="00652491">
        <w:rPr>
          <w:b w:val="0"/>
          <w:bCs/>
        </w:rPr>
        <w:t xml:space="preserve">Apresentar os </w:t>
      </w:r>
      <w:r w:rsidR="004A4F1B" w:rsidRPr="00652491">
        <w:rPr>
          <w:b w:val="0"/>
          <w:bCs/>
        </w:rPr>
        <w:t>aspectos a serem melhorados</w:t>
      </w:r>
      <w:r w:rsidR="00517FB8" w:rsidRPr="00652491">
        <w:rPr>
          <w:b w:val="0"/>
          <w:bCs/>
        </w:rPr>
        <w:t xml:space="preserve"> identificados</w:t>
      </w:r>
    </w:p>
    <w:p w14:paraId="003276FB" w14:textId="3A8C159B" w:rsidR="004C5DA0" w:rsidRPr="00F63068" w:rsidRDefault="004C5DA0" w:rsidP="00F63068">
      <w:pPr>
        <w:pStyle w:val="Ttulo2"/>
        <w:numPr>
          <w:ilvl w:val="1"/>
          <w:numId w:val="38"/>
        </w:numPr>
        <w:spacing w:line="360" w:lineRule="auto"/>
        <w:rPr>
          <w:b w:val="0"/>
          <w:bCs/>
        </w:rPr>
      </w:pPr>
      <w:r w:rsidRPr="00F63068">
        <w:rPr>
          <w:bCs/>
        </w:rPr>
        <w:t>Recomenda</w:t>
      </w:r>
      <w:r w:rsidRPr="00F63068">
        <w:rPr>
          <w:rFonts w:cs="Verdana"/>
          <w:bCs/>
        </w:rPr>
        <w:t>çõ</w:t>
      </w:r>
      <w:r w:rsidRPr="00F63068">
        <w:rPr>
          <w:bCs/>
        </w:rPr>
        <w:t>es de melhorias</w:t>
      </w:r>
      <w:r w:rsidR="00F63068">
        <w:rPr>
          <w:bCs/>
        </w:rPr>
        <w:t>.</w:t>
      </w:r>
    </w:p>
    <w:p w14:paraId="2BE3B7F1" w14:textId="77777777" w:rsidR="004C5DA0" w:rsidRPr="004C5DA0" w:rsidRDefault="004C5DA0" w:rsidP="004C5DA0"/>
    <w:p w14:paraId="0D505021" w14:textId="5044A580" w:rsidR="00C94A35" w:rsidRDefault="00C94A35" w:rsidP="002E76E5">
      <w:pPr>
        <w:pStyle w:val="AAA1"/>
        <w:numPr>
          <w:ilvl w:val="0"/>
          <w:numId w:val="35"/>
        </w:numPr>
      </w:pPr>
      <w:bookmarkStart w:id="22" w:name="_Toc173138919"/>
      <w:r>
        <w:t>CONSIDERAÇÕES FINAIS</w:t>
      </w:r>
      <w:bookmarkEnd w:id="22"/>
    </w:p>
    <w:p w14:paraId="7BB63838" w14:textId="238CADD6" w:rsidR="00D90337" w:rsidRDefault="00D90337" w:rsidP="00D90337">
      <w:pPr>
        <w:pStyle w:val="AAACorpo"/>
      </w:pPr>
      <w:r>
        <w:t>Apresentar as considerações finais sobre a análise realizada</w:t>
      </w:r>
      <w:r w:rsidR="00652491">
        <w:t>.</w:t>
      </w:r>
    </w:p>
    <w:p w14:paraId="3FF5DA91" w14:textId="77777777" w:rsidR="005436F1" w:rsidRPr="005436F1" w:rsidRDefault="005436F1" w:rsidP="00B012AF">
      <w:pPr>
        <w:pStyle w:val="PargrafodaLista"/>
        <w:numPr>
          <w:ilvl w:val="0"/>
          <w:numId w:val="12"/>
        </w:numPr>
        <w:rPr>
          <w:vanish/>
        </w:rPr>
      </w:pPr>
    </w:p>
    <w:p w14:paraId="27F9AB2D" w14:textId="77777777" w:rsidR="00FA6059" w:rsidRPr="00FA6059" w:rsidRDefault="00FA6059" w:rsidP="00FA6059">
      <w:pPr>
        <w:pStyle w:val="PargrafodaLista"/>
        <w:rPr>
          <w:vanish/>
        </w:rPr>
      </w:pPr>
    </w:p>
    <w:p w14:paraId="235391C5" w14:textId="77777777" w:rsidR="00FA6059" w:rsidRPr="00FA6059" w:rsidRDefault="00FA6059" w:rsidP="00FA6059">
      <w:pPr>
        <w:pStyle w:val="PargrafodaLista"/>
        <w:rPr>
          <w:vanish/>
        </w:rPr>
      </w:pPr>
    </w:p>
    <w:p w14:paraId="5D56B0B7" w14:textId="77777777" w:rsidR="00FA6059" w:rsidRPr="00FA6059" w:rsidRDefault="00FA6059" w:rsidP="00FA6059">
      <w:pPr>
        <w:pStyle w:val="PargrafodaLista"/>
        <w:rPr>
          <w:vanish/>
        </w:rPr>
      </w:pPr>
    </w:p>
    <w:p w14:paraId="0F7D12AB" w14:textId="77777777" w:rsidR="00FA6059" w:rsidRPr="00FA6059" w:rsidRDefault="00FA6059" w:rsidP="00FA6059">
      <w:pPr>
        <w:pStyle w:val="PargrafodaLista"/>
        <w:rPr>
          <w:vanish/>
        </w:rPr>
      </w:pPr>
    </w:p>
    <w:p w14:paraId="14805809" w14:textId="77777777" w:rsidR="00FA6059" w:rsidRPr="00FA6059" w:rsidRDefault="00FA6059" w:rsidP="00B012AF">
      <w:pPr>
        <w:pStyle w:val="PargrafodaLista"/>
        <w:numPr>
          <w:ilvl w:val="1"/>
          <w:numId w:val="11"/>
        </w:numPr>
        <w:rPr>
          <w:vanish/>
        </w:rPr>
      </w:pPr>
    </w:p>
    <w:p w14:paraId="0752DEDB" w14:textId="77777777" w:rsidR="00FA6059" w:rsidRPr="00FA6059" w:rsidRDefault="00FA6059" w:rsidP="00B012AF">
      <w:pPr>
        <w:pStyle w:val="PargrafodaLista"/>
        <w:numPr>
          <w:ilvl w:val="2"/>
          <w:numId w:val="11"/>
        </w:numPr>
        <w:rPr>
          <w:vanish/>
        </w:rPr>
      </w:pPr>
    </w:p>
    <w:p w14:paraId="4B549510" w14:textId="77777777" w:rsidR="00FA6059" w:rsidRPr="00FA6059" w:rsidRDefault="00FA6059" w:rsidP="00B012AF">
      <w:pPr>
        <w:pStyle w:val="PargrafodaLista"/>
        <w:numPr>
          <w:ilvl w:val="2"/>
          <w:numId w:val="11"/>
        </w:numPr>
        <w:rPr>
          <w:vanish/>
        </w:rPr>
      </w:pPr>
    </w:p>
    <w:p w14:paraId="1345C033" w14:textId="00C5CEC6" w:rsidR="00EA5BA3" w:rsidRDefault="00EA5BA3" w:rsidP="002E76E5">
      <w:pPr>
        <w:pStyle w:val="AAA1"/>
        <w:numPr>
          <w:ilvl w:val="0"/>
          <w:numId w:val="35"/>
        </w:numPr>
      </w:pPr>
      <w:bookmarkStart w:id="23" w:name="_Toc173138920"/>
      <w:r>
        <w:t>REGISTROS FOTOGRÁFICOS</w:t>
      </w:r>
      <w:bookmarkEnd w:id="23"/>
    </w:p>
    <w:p w14:paraId="1BC5D406" w14:textId="52D3F1D7" w:rsidR="00EA5BA3" w:rsidRDefault="00EA5BA3" w:rsidP="00EA5BA3">
      <w:pPr>
        <w:pStyle w:val="AAACorpo"/>
      </w:pPr>
      <w:r>
        <w:t>Apresentar os registros fotográficos</w:t>
      </w:r>
      <w:r w:rsidR="00D90337">
        <w:t>.</w:t>
      </w:r>
    </w:p>
    <w:p w14:paraId="4AAFE143" w14:textId="77777777" w:rsidR="00D90337" w:rsidRDefault="00D90337" w:rsidP="00D90337">
      <w:pPr>
        <w:pStyle w:val="AAA1"/>
        <w:numPr>
          <w:ilvl w:val="0"/>
          <w:numId w:val="35"/>
        </w:numPr>
      </w:pPr>
      <w:bookmarkStart w:id="24" w:name="_Toc173138921"/>
      <w:r>
        <w:t>Plano de ação</w:t>
      </w:r>
      <w:bookmarkEnd w:id="24"/>
    </w:p>
    <w:p w14:paraId="5861A18D" w14:textId="77777777" w:rsidR="00D90337" w:rsidRPr="00292D8A" w:rsidRDefault="00D90337" w:rsidP="00D90337">
      <w:pPr>
        <w:pStyle w:val="AAACorpo"/>
      </w:pPr>
      <w:r>
        <w:t>Apresentar os pontos a melhorar, ações para melhoria assim como outras ações adicionais, prazo, e responsável no formato de plano de ação, elaborado e validado com as partes envolvidas.</w:t>
      </w:r>
    </w:p>
    <w:p w14:paraId="0766E6C0" w14:textId="043EC670" w:rsidR="00AB6961" w:rsidRPr="00FA6392" w:rsidRDefault="0009278C" w:rsidP="002E76E5">
      <w:pPr>
        <w:pStyle w:val="AAA1"/>
        <w:numPr>
          <w:ilvl w:val="0"/>
          <w:numId w:val="35"/>
        </w:numPr>
      </w:pPr>
      <w:bookmarkStart w:id="25" w:name="_Toc173138922"/>
      <w:r>
        <w:t xml:space="preserve">ELABORAÇÃO E </w:t>
      </w:r>
      <w:r w:rsidR="00AB6961" w:rsidRPr="00FA6392">
        <w:t>APROVAÇÃO</w:t>
      </w:r>
      <w:r w:rsidR="00C925D1" w:rsidRPr="00FA6392">
        <w:t xml:space="preserve"> DO </w:t>
      </w:r>
      <w:r w:rsidR="007E6E02">
        <w:t>RELATÓRIO</w:t>
      </w:r>
      <w:bookmarkEnd w:id="25"/>
    </w:p>
    <w:p w14:paraId="3516A465" w14:textId="0255A6B3" w:rsidR="00AB6961" w:rsidRDefault="00973A05" w:rsidP="00FA6392">
      <w:pPr>
        <w:pStyle w:val="AAACorpo"/>
      </w:pPr>
      <w:r>
        <w:lastRenderedPageBreak/>
        <w:t>O</w:t>
      </w:r>
      <w:r w:rsidR="00AB6961">
        <w:t xml:space="preserve"> </w:t>
      </w:r>
      <w:r w:rsidR="00221F7D">
        <w:t>Relatório de Análise Crítica do</w:t>
      </w:r>
      <w:r w:rsidR="000167D1">
        <w:t xml:space="preserve"> Atendimento a Emergências de SST </w:t>
      </w:r>
      <w:r>
        <w:t xml:space="preserve">deve ser </w:t>
      </w:r>
      <w:r w:rsidR="00AB6961">
        <w:t xml:space="preserve">aprovado </w:t>
      </w:r>
      <w:r>
        <w:t xml:space="preserve">pelo </w:t>
      </w:r>
      <w:r w:rsidR="00E609E9">
        <w:t xml:space="preserve">responsável da instalação </w:t>
      </w:r>
      <w:r w:rsidR="00F061AC">
        <w:t xml:space="preserve">e pelo responsável técnico do relatório, o </w:t>
      </w:r>
      <w:r w:rsidR="0009278C">
        <w:t xml:space="preserve">Gerente ou </w:t>
      </w:r>
      <w:r w:rsidR="00F061AC">
        <w:t xml:space="preserve">Engenheiro de Saúde e Segurança responsável pela instalação, </w:t>
      </w:r>
      <w:r w:rsidR="00E609E9">
        <w:t>e</w:t>
      </w:r>
      <w:r w:rsidR="00F061AC">
        <w:t xml:space="preserve"> estes</w:t>
      </w:r>
      <w:r w:rsidR="00E609E9">
        <w:t xml:space="preserve"> deve</w:t>
      </w:r>
      <w:r w:rsidR="00F061AC">
        <w:t>m</w:t>
      </w:r>
      <w:r w:rsidR="00E609E9">
        <w:t xml:space="preserve"> incluir seu</w:t>
      </w:r>
      <w:r w:rsidR="00595890">
        <w:t>s</w:t>
      </w:r>
      <w:r w:rsidR="003A1CD5">
        <w:t xml:space="preserve"> dados </w:t>
      </w:r>
      <w:r w:rsidR="00595890">
        <w:t xml:space="preserve">(nome e cargo) </w:t>
      </w:r>
      <w:r w:rsidR="003A1CD5">
        <w:t xml:space="preserve">no campo de aprovação do </w:t>
      </w:r>
      <w:r w:rsidR="00221F7D">
        <w:t>relatório</w:t>
      </w:r>
      <w:r w:rsidR="00595890">
        <w:t>, devidamente datado</w:t>
      </w:r>
      <w:r w:rsidR="00F061AC">
        <w:t>.</w:t>
      </w:r>
    </w:p>
    <w:p w14:paraId="4AADC657" w14:textId="468BE51C" w:rsidR="0009278C" w:rsidRDefault="0009278C" w:rsidP="0009278C">
      <w:pPr>
        <w:pStyle w:val="AAACorpo"/>
        <w:ind w:left="851"/>
        <w:rPr>
          <w:b/>
          <w:bCs/>
        </w:rPr>
      </w:pPr>
      <w:r>
        <w:rPr>
          <w:b/>
          <w:bCs/>
        </w:rPr>
        <w:t>ELABORAÇÃO</w:t>
      </w:r>
    </w:p>
    <w:p w14:paraId="079EC2FD" w14:textId="5E5C20E2" w:rsidR="0009278C" w:rsidRPr="00F061AC" w:rsidRDefault="0009278C" w:rsidP="0009278C">
      <w:pPr>
        <w:pStyle w:val="AAACorpo"/>
        <w:ind w:left="851"/>
        <w:rPr>
          <w:b/>
          <w:bCs/>
        </w:rPr>
      </w:pPr>
      <w:r>
        <w:rPr>
          <w:b/>
          <w:bCs/>
        </w:rPr>
        <w:t>Coordenador d</w:t>
      </w:r>
      <w:r w:rsidR="00834B3B">
        <w:rPr>
          <w:b/>
          <w:bCs/>
        </w:rPr>
        <w:t>e Atendimento a Emergências</w:t>
      </w:r>
    </w:p>
    <w:p w14:paraId="70AB0D0B" w14:textId="77777777" w:rsidR="0009278C" w:rsidRDefault="0009278C" w:rsidP="0009278C">
      <w:pPr>
        <w:pStyle w:val="AAACorpo"/>
        <w:ind w:left="851"/>
      </w:pPr>
      <w:r>
        <w:t>Nome:</w:t>
      </w:r>
    </w:p>
    <w:p w14:paraId="6D20547B" w14:textId="77777777" w:rsidR="0009278C" w:rsidRDefault="0009278C" w:rsidP="0009278C">
      <w:pPr>
        <w:pStyle w:val="AAACorpo"/>
        <w:ind w:left="851"/>
      </w:pPr>
      <w:r>
        <w:t>Cargo:</w:t>
      </w:r>
    </w:p>
    <w:p w14:paraId="0C55EBB2" w14:textId="77777777" w:rsidR="0009278C" w:rsidRDefault="0009278C" w:rsidP="0009278C">
      <w:pPr>
        <w:pStyle w:val="AAACorpo"/>
        <w:ind w:left="851"/>
      </w:pPr>
      <w:r>
        <w:t>Data:</w:t>
      </w:r>
    </w:p>
    <w:p w14:paraId="573FCCA0" w14:textId="77777777" w:rsidR="0009278C" w:rsidRDefault="0009278C" w:rsidP="0009278C">
      <w:pPr>
        <w:pStyle w:val="AAACorpo"/>
        <w:pBdr>
          <w:bottom w:val="single" w:sz="6" w:space="1" w:color="auto"/>
        </w:pBdr>
        <w:ind w:left="851"/>
      </w:pPr>
      <w:r>
        <w:t xml:space="preserve">Assinatura: </w:t>
      </w:r>
    </w:p>
    <w:p w14:paraId="4152C264" w14:textId="77777777" w:rsidR="00834B3B" w:rsidRDefault="00834B3B" w:rsidP="00F061AC">
      <w:pPr>
        <w:pStyle w:val="AAACorpo"/>
        <w:ind w:left="851"/>
        <w:rPr>
          <w:b/>
          <w:bCs/>
        </w:rPr>
      </w:pPr>
    </w:p>
    <w:p w14:paraId="2C164D1C" w14:textId="31CA84BB" w:rsidR="0009278C" w:rsidRDefault="0009278C" w:rsidP="00F061AC">
      <w:pPr>
        <w:pStyle w:val="AAACorpo"/>
        <w:ind w:left="851"/>
        <w:rPr>
          <w:b/>
          <w:bCs/>
        </w:rPr>
      </w:pPr>
      <w:r>
        <w:rPr>
          <w:b/>
          <w:bCs/>
        </w:rPr>
        <w:t>APROVAÇÃO</w:t>
      </w:r>
    </w:p>
    <w:p w14:paraId="37EA779E" w14:textId="49CF2DA1" w:rsidR="00F061AC" w:rsidRPr="00F061AC" w:rsidRDefault="00F061AC" w:rsidP="00F061AC">
      <w:pPr>
        <w:pStyle w:val="AAACorpo"/>
        <w:ind w:left="851"/>
        <w:rPr>
          <w:b/>
          <w:bCs/>
        </w:rPr>
      </w:pPr>
      <w:r w:rsidRPr="00F061AC">
        <w:rPr>
          <w:b/>
          <w:bCs/>
        </w:rPr>
        <w:t>Responsável pela Instalação</w:t>
      </w:r>
    </w:p>
    <w:p w14:paraId="37A085E2" w14:textId="3B8FE11C" w:rsidR="00F061AC" w:rsidRDefault="00F061AC" w:rsidP="00F061AC">
      <w:pPr>
        <w:pStyle w:val="AAACorpo"/>
        <w:ind w:left="851"/>
      </w:pPr>
      <w:r>
        <w:t>Nome:</w:t>
      </w:r>
    </w:p>
    <w:p w14:paraId="50C8700B" w14:textId="5EFE76D3" w:rsidR="00F061AC" w:rsidRDefault="00F061AC" w:rsidP="00F061AC">
      <w:pPr>
        <w:pStyle w:val="AAACorpo"/>
        <w:ind w:left="851"/>
      </w:pPr>
      <w:r>
        <w:t>Cargo:</w:t>
      </w:r>
    </w:p>
    <w:p w14:paraId="7A329DD1" w14:textId="77777777" w:rsidR="005E73F6" w:rsidRDefault="005E73F6" w:rsidP="005E73F6">
      <w:pPr>
        <w:pStyle w:val="AAACorpo"/>
        <w:ind w:left="851"/>
      </w:pPr>
      <w:r>
        <w:t>Data:</w:t>
      </w:r>
    </w:p>
    <w:p w14:paraId="71497CD4" w14:textId="4DA1D6C9" w:rsidR="005E73F6" w:rsidRDefault="005E73F6" w:rsidP="00F061AC">
      <w:pPr>
        <w:pStyle w:val="AAACorpo"/>
        <w:ind w:left="851"/>
      </w:pPr>
      <w:r>
        <w:t xml:space="preserve">Assinatura: </w:t>
      </w:r>
    </w:p>
    <w:p w14:paraId="660ED328" w14:textId="77777777" w:rsidR="005E73F6" w:rsidRDefault="005E73F6" w:rsidP="00F061AC">
      <w:pPr>
        <w:pStyle w:val="AAACorpo"/>
        <w:ind w:left="851"/>
      </w:pPr>
    </w:p>
    <w:p w14:paraId="292A09EB" w14:textId="19C1D662" w:rsidR="005E73F6" w:rsidRPr="005E73F6" w:rsidRDefault="005E73F6" w:rsidP="00F061AC">
      <w:pPr>
        <w:pStyle w:val="AAACorpo"/>
        <w:ind w:left="851"/>
        <w:rPr>
          <w:b/>
          <w:bCs/>
        </w:rPr>
      </w:pPr>
      <w:r w:rsidRPr="005E73F6">
        <w:rPr>
          <w:b/>
          <w:bCs/>
        </w:rPr>
        <w:t>Responsável técnico do PAE</w:t>
      </w:r>
    </w:p>
    <w:p w14:paraId="5BFBFE8E" w14:textId="77777777" w:rsidR="005E73F6" w:rsidRDefault="005E73F6" w:rsidP="005E73F6">
      <w:pPr>
        <w:pStyle w:val="AAACorpo"/>
        <w:ind w:left="851"/>
      </w:pPr>
      <w:r>
        <w:t>Nome:</w:t>
      </w:r>
    </w:p>
    <w:p w14:paraId="6D616540" w14:textId="77777777" w:rsidR="005E73F6" w:rsidRDefault="005E73F6" w:rsidP="005E73F6">
      <w:pPr>
        <w:pStyle w:val="AAACorpo"/>
        <w:ind w:left="851"/>
      </w:pPr>
      <w:r>
        <w:t>Cargo:</w:t>
      </w:r>
    </w:p>
    <w:p w14:paraId="49BE383E" w14:textId="77777777" w:rsidR="005E73F6" w:rsidRDefault="005E73F6" w:rsidP="005E73F6">
      <w:pPr>
        <w:pStyle w:val="AAACorpo"/>
        <w:ind w:left="851"/>
      </w:pPr>
      <w:r>
        <w:t>Data:</w:t>
      </w:r>
    </w:p>
    <w:p w14:paraId="6372D4EA" w14:textId="29475F6D" w:rsidR="00834B3B" w:rsidRDefault="005E73F6" w:rsidP="005E73F6">
      <w:pPr>
        <w:pStyle w:val="AAACorpo"/>
        <w:ind w:left="851"/>
      </w:pPr>
      <w:r>
        <w:t xml:space="preserve">Assinatura: </w:t>
      </w:r>
    </w:p>
    <w:p w14:paraId="3224AFBE" w14:textId="77777777" w:rsidR="00834B3B" w:rsidRDefault="00834B3B">
      <w:pPr>
        <w:jc w:val="left"/>
        <w:rPr>
          <w:rFonts w:cs="Arial"/>
          <w:lang w:eastAsia="ar-SA"/>
        </w:rPr>
      </w:pPr>
      <w:r>
        <w:br w:type="page"/>
      </w:r>
    </w:p>
    <w:p w14:paraId="34190F68" w14:textId="4DF5B3EB" w:rsidR="00956021" w:rsidRPr="00FA6392" w:rsidRDefault="00956021" w:rsidP="002E76E5">
      <w:pPr>
        <w:pStyle w:val="AAA1"/>
        <w:numPr>
          <w:ilvl w:val="0"/>
          <w:numId w:val="35"/>
        </w:numPr>
      </w:pPr>
      <w:bookmarkStart w:id="26" w:name="_Toc173138923"/>
      <w:r w:rsidRPr="00FA6392">
        <w:lastRenderedPageBreak/>
        <w:t>ANEXOS</w:t>
      </w:r>
      <w:bookmarkEnd w:id="26"/>
    </w:p>
    <w:p w14:paraId="65A46640" w14:textId="60740BAD" w:rsidR="00695EB3" w:rsidRDefault="004A0DEC" w:rsidP="00FA6392">
      <w:pPr>
        <w:pStyle w:val="AAACorpo"/>
      </w:pPr>
      <w:r>
        <w:t>Neste item devem ser inclu</w:t>
      </w:r>
      <w:r w:rsidR="000655A2">
        <w:t>í</w:t>
      </w:r>
      <w:r>
        <w:t>dos todos os anexos</w:t>
      </w:r>
      <w:r w:rsidR="000655A2">
        <w:t xml:space="preserve"> referenciados no PAE</w:t>
      </w:r>
      <w:bookmarkEnd w:id="8"/>
      <w:bookmarkEnd w:id="9"/>
      <w:bookmarkEnd w:id="10"/>
      <w:r w:rsidR="003A57D5">
        <w:t>, como:</w:t>
      </w:r>
    </w:p>
    <w:p w14:paraId="1F3FB7E5" w14:textId="5A207041" w:rsidR="003A57D5" w:rsidRPr="00910C1B" w:rsidRDefault="003A57D5" w:rsidP="003A57D5">
      <w:pPr>
        <w:pStyle w:val="AAACorpo"/>
        <w:numPr>
          <w:ilvl w:val="0"/>
          <w:numId w:val="33"/>
        </w:numPr>
      </w:pPr>
      <w:r w:rsidRPr="00910C1B">
        <w:t>Lista de contatos internos utilizada</w:t>
      </w:r>
      <w:r w:rsidR="00910C1B">
        <w:t>;</w:t>
      </w:r>
    </w:p>
    <w:p w14:paraId="6A7E9399" w14:textId="23FF66F9" w:rsidR="003A57D5" w:rsidRPr="00910C1B" w:rsidRDefault="003A57D5" w:rsidP="003A57D5">
      <w:pPr>
        <w:pStyle w:val="AAACorpo"/>
        <w:numPr>
          <w:ilvl w:val="0"/>
          <w:numId w:val="33"/>
        </w:numPr>
      </w:pPr>
      <w:r w:rsidRPr="00910C1B">
        <w:t>Lista de contatos externos aplicável no momento da emergência</w:t>
      </w:r>
      <w:r w:rsidR="00910C1B">
        <w:t>;</w:t>
      </w:r>
    </w:p>
    <w:p w14:paraId="14F13265" w14:textId="1C2F12C9" w:rsidR="003A57D5" w:rsidRPr="00910C1B" w:rsidRDefault="003A57D5" w:rsidP="003A57D5">
      <w:pPr>
        <w:pStyle w:val="AAACorpo"/>
        <w:numPr>
          <w:ilvl w:val="0"/>
          <w:numId w:val="33"/>
        </w:numPr>
      </w:pPr>
      <w:r w:rsidRPr="00910C1B">
        <w:t>Lista de clínicas e hospitais para atendimento aplicável no momento da emergência</w:t>
      </w:r>
      <w:r w:rsidR="00910C1B">
        <w:t>.</w:t>
      </w:r>
    </w:p>
    <w:p w14:paraId="38664B03" w14:textId="70E36695" w:rsidR="00695EB3" w:rsidRPr="00FE6FA0" w:rsidRDefault="00695EB3" w:rsidP="002E76E5">
      <w:pPr>
        <w:pStyle w:val="AAA1"/>
        <w:numPr>
          <w:ilvl w:val="0"/>
          <w:numId w:val="35"/>
        </w:numPr>
      </w:pPr>
      <w:bookmarkStart w:id="27" w:name="_Toc161913296"/>
      <w:bookmarkStart w:id="28" w:name="_Toc170471760"/>
      <w:bookmarkStart w:id="29" w:name="_Toc173138924"/>
      <w:r w:rsidRPr="00FE6FA0">
        <w:t>HISTÓRICO DE EDIÇÕES</w:t>
      </w:r>
      <w:bookmarkEnd w:id="27"/>
      <w:bookmarkEnd w:id="28"/>
      <w:bookmarkEnd w:id="29"/>
      <w:r w:rsidRPr="00FE6FA0">
        <w:t xml:space="preserve"> 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6026"/>
        <w:gridCol w:w="2259"/>
      </w:tblGrid>
      <w:tr w:rsidR="00FA6392" w:rsidRPr="0005092A" w14:paraId="5EF49211" w14:textId="77777777" w:rsidTr="001D771A">
        <w:trPr>
          <w:trHeight w:val="493"/>
        </w:trPr>
        <w:tc>
          <w:tcPr>
            <w:tcW w:w="1345" w:type="dxa"/>
            <w:shd w:val="clear" w:color="auto" w:fill="D9D9D9"/>
            <w:vAlign w:val="center"/>
          </w:tcPr>
          <w:bookmarkEnd w:id="0"/>
          <w:bookmarkEnd w:id="3"/>
          <w:bookmarkEnd w:id="4"/>
          <w:bookmarkEnd w:id="5"/>
          <w:p w14:paraId="3DC7C9FD" w14:textId="77777777" w:rsidR="00FA6392" w:rsidRPr="0005092A" w:rsidRDefault="00FA6392" w:rsidP="001D771A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b/>
                <w:bCs/>
                <w:color w:val="auto"/>
                <w:lang w:val="pt-BR"/>
              </w:rPr>
            </w:pPr>
            <w:r w:rsidRPr="0005092A">
              <w:rPr>
                <w:b/>
                <w:bCs/>
                <w:color w:val="auto"/>
                <w:lang w:val="pt-BR"/>
              </w:rPr>
              <w:t>Edição</w:t>
            </w:r>
          </w:p>
        </w:tc>
        <w:tc>
          <w:tcPr>
            <w:tcW w:w="6026" w:type="dxa"/>
            <w:shd w:val="clear" w:color="auto" w:fill="D9D9D9"/>
            <w:vAlign w:val="center"/>
          </w:tcPr>
          <w:p w14:paraId="349CBABD" w14:textId="77777777" w:rsidR="00FA6392" w:rsidRPr="0005092A" w:rsidRDefault="00FA6392" w:rsidP="001D771A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b/>
                <w:bCs/>
                <w:color w:val="auto"/>
                <w:lang w:val="pt-BR"/>
              </w:rPr>
            </w:pPr>
            <w:r w:rsidRPr="0005092A">
              <w:rPr>
                <w:b/>
                <w:bCs/>
                <w:color w:val="auto"/>
                <w:lang w:val="pt-BR"/>
              </w:rPr>
              <w:t>Descrição da Edição</w:t>
            </w:r>
          </w:p>
        </w:tc>
        <w:tc>
          <w:tcPr>
            <w:tcW w:w="2259" w:type="dxa"/>
            <w:shd w:val="clear" w:color="auto" w:fill="D9D9D9"/>
            <w:vAlign w:val="center"/>
          </w:tcPr>
          <w:p w14:paraId="7BB4B79A" w14:textId="77777777" w:rsidR="00FA6392" w:rsidRPr="0005092A" w:rsidRDefault="00FA6392" w:rsidP="001D771A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b/>
                <w:bCs/>
                <w:color w:val="auto"/>
                <w:lang w:val="pt-BR"/>
              </w:rPr>
            </w:pPr>
            <w:r w:rsidRPr="0005092A">
              <w:rPr>
                <w:b/>
                <w:bCs/>
                <w:color w:val="auto"/>
                <w:lang w:val="pt-BR"/>
              </w:rPr>
              <w:t>Data</w:t>
            </w:r>
          </w:p>
        </w:tc>
      </w:tr>
      <w:tr w:rsidR="00FA6392" w:rsidRPr="0005092A" w14:paraId="1C6EE685" w14:textId="77777777" w:rsidTr="001D771A">
        <w:trPr>
          <w:trHeight w:val="321"/>
        </w:trPr>
        <w:tc>
          <w:tcPr>
            <w:tcW w:w="1345" w:type="dxa"/>
            <w:shd w:val="clear" w:color="auto" w:fill="auto"/>
            <w:vAlign w:val="center"/>
          </w:tcPr>
          <w:p w14:paraId="67949195" w14:textId="77777777" w:rsidR="00FA6392" w:rsidRPr="0005092A" w:rsidRDefault="00FA6392" w:rsidP="001D771A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 w:rsidRPr="0005092A">
              <w:rPr>
                <w:rFonts w:cs="Verdana"/>
              </w:rPr>
              <w:t>1ª edição</w:t>
            </w:r>
          </w:p>
        </w:tc>
        <w:tc>
          <w:tcPr>
            <w:tcW w:w="6026" w:type="dxa"/>
            <w:vAlign w:val="center"/>
          </w:tcPr>
          <w:p w14:paraId="49A1E130" w14:textId="080CDE0A" w:rsidR="00FA6392" w:rsidRPr="0005092A" w:rsidRDefault="003A57D5" w:rsidP="001D771A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>
              <w:t>FSST</w:t>
            </w:r>
            <w:r w:rsidR="00FA6392" w:rsidRPr="0005092A">
              <w:t>-0</w:t>
            </w:r>
            <w:r>
              <w:t>45</w:t>
            </w:r>
            <w:r w:rsidR="00FA6392" w:rsidRPr="0005092A">
              <w:t xml:space="preserve"> emissão inicial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6248C308" w14:textId="353B7082" w:rsidR="00FA6392" w:rsidRPr="0005092A" w:rsidRDefault="00B224B9" w:rsidP="001D771A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>
              <w:t>02/09</w:t>
            </w:r>
            <w:r w:rsidR="00FA6392" w:rsidRPr="0005092A">
              <w:t>/2024</w:t>
            </w:r>
          </w:p>
        </w:tc>
      </w:tr>
      <w:tr w:rsidR="00B224B9" w:rsidRPr="0005092A" w14:paraId="793D0BB0" w14:textId="77777777" w:rsidTr="001D771A">
        <w:trPr>
          <w:trHeight w:val="321"/>
        </w:trPr>
        <w:tc>
          <w:tcPr>
            <w:tcW w:w="1345" w:type="dxa"/>
            <w:shd w:val="clear" w:color="auto" w:fill="auto"/>
            <w:vAlign w:val="center"/>
          </w:tcPr>
          <w:p w14:paraId="1DCDD8EB" w14:textId="2847A46C" w:rsidR="00B224B9" w:rsidRPr="0005092A" w:rsidRDefault="00B224B9" w:rsidP="001D771A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2ª edição</w:t>
            </w:r>
          </w:p>
        </w:tc>
        <w:tc>
          <w:tcPr>
            <w:tcW w:w="6026" w:type="dxa"/>
            <w:vAlign w:val="center"/>
          </w:tcPr>
          <w:p w14:paraId="4574D747" w14:textId="250C4102" w:rsidR="00B224B9" w:rsidRPr="00B224B9" w:rsidRDefault="00B224B9" w:rsidP="00B224B9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B224B9">
              <w:rPr>
                <w:rFonts w:cs="Calibri"/>
                <w:sz w:val="18"/>
                <w:szCs w:val="18"/>
                <w:lang w:eastAsia="ar-SA"/>
              </w:rPr>
              <w:t>Incluída capa na página inicial do documento;</w:t>
            </w:r>
          </w:p>
          <w:p w14:paraId="5C6342AB" w14:textId="77777777" w:rsidR="00B224B9" w:rsidRPr="00B224B9" w:rsidRDefault="00B224B9" w:rsidP="00B224B9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B224B9">
              <w:rPr>
                <w:rFonts w:cs="Calibri"/>
                <w:sz w:val="18"/>
                <w:szCs w:val="18"/>
                <w:lang w:eastAsia="ar-SA"/>
              </w:rPr>
              <w:t>Revisão na apresentação da metodologia de Análise Crítica – Item 13;</w:t>
            </w:r>
          </w:p>
          <w:p w14:paraId="7D0768C3" w14:textId="7C6409CC" w:rsidR="00B224B9" w:rsidRPr="00B224B9" w:rsidRDefault="00B224B9" w:rsidP="00B224B9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B224B9">
              <w:rPr>
                <w:rFonts w:cs="Calibri"/>
                <w:sz w:val="18"/>
                <w:szCs w:val="18"/>
                <w:lang w:eastAsia="ar-SA"/>
              </w:rPr>
              <w:t>Inclusão de responsabilidades do elaborador – Item 15.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04B064A" w14:textId="322D2CB1" w:rsidR="00B224B9" w:rsidRDefault="00B224B9" w:rsidP="001D771A">
            <w:pPr>
              <w:tabs>
                <w:tab w:val="left" w:pos="851"/>
              </w:tabs>
              <w:spacing w:line="276" w:lineRule="auto"/>
              <w:jc w:val="center"/>
            </w:pPr>
            <w:r>
              <w:t>08/10/2024</w:t>
            </w:r>
          </w:p>
        </w:tc>
      </w:tr>
    </w:tbl>
    <w:p w14:paraId="40B4CF2C" w14:textId="77777777" w:rsidR="00BA4E6B" w:rsidRPr="004E70CB" w:rsidRDefault="00BA4E6B" w:rsidP="00FA6392">
      <w:pPr>
        <w:pStyle w:val="AAACorpo"/>
      </w:pPr>
    </w:p>
    <w:sectPr w:rsidR="00BA4E6B" w:rsidRPr="004E70CB" w:rsidSect="003B70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1134" w:bottom="1134" w:left="1134" w:header="567" w:footer="357" w:gutter="0"/>
      <w:pgNumType w:start="1" w:chapStyle="1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4158D" w14:textId="77777777" w:rsidR="00067F68" w:rsidRDefault="00067F68">
      <w:r>
        <w:separator/>
      </w:r>
    </w:p>
  </w:endnote>
  <w:endnote w:type="continuationSeparator" w:id="0">
    <w:p w14:paraId="25722AEE" w14:textId="77777777" w:rsidR="00067F68" w:rsidRDefault="00067F68">
      <w:r>
        <w:continuationSeparator/>
      </w:r>
    </w:p>
  </w:endnote>
  <w:endnote w:type="continuationNotice" w:id="1">
    <w:p w14:paraId="33883A12" w14:textId="77777777" w:rsidR="00067F68" w:rsidRDefault="00067F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JEOPG+Arial,Bold">
    <w:altName w:val="Times New Roman"/>
    <w:charset w:val="00"/>
    <w:family w:val="auto"/>
    <w:pitch w:val="default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0950" w14:textId="25B157F5" w:rsidR="00194F9A" w:rsidRDefault="00D50668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880748" wp14:editId="6EEE352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5215" cy="345440"/>
              <wp:effectExtent l="0" t="0" r="635" b="0"/>
              <wp:wrapNone/>
              <wp:docPr id="352552395" name="Caixa de Texto 2" descr="Classificação: Públ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2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0B96D3" w14:textId="4FA5F3DE" w:rsidR="00D50668" w:rsidRPr="00D50668" w:rsidRDefault="00D50668" w:rsidP="00D506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D506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Classificação: 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88074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a" style="position:absolute;left:0;text-align:left;margin-left:0;margin-top:0;width:85.4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580B96D3" w14:textId="4FA5F3DE" w:rsidR="00D50668" w:rsidRPr="00D50668" w:rsidRDefault="00D50668" w:rsidP="00D506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D506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Classificação: 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55"/>
      <w:gridCol w:w="2126"/>
    </w:tblGrid>
    <w:tr w:rsidR="001500DA" w14:paraId="001C9326" w14:textId="77777777" w:rsidTr="00BB667A">
      <w:trPr>
        <w:cantSplit/>
        <w:trHeight w:val="70"/>
      </w:trPr>
      <w:tc>
        <w:tcPr>
          <w:tcW w:w="7655" w:type="dxa"/>
          <w:vMerge w:val="restart"/>
          <w:vAlign w:val="center"/>
        </w:tcPr>
        <w:p w14:paraId="788E284B" w14:textId="2C7FAED2" w:rsidR="001500DA" w:rsidRPr="00F22FD3" w:rsidRDefault="00D50668" w:rsidP="00EF0865">
          <w:pPr>
            <w:spacing w:before="40" w:after="40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39626B6E" wp14:editId="38A2EA6D">
                    <wp:simplePos x="811033" y="990732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1085215" cy="345440"/>
                    <wp:effectExtent l="0" t="0" r="635" b="0"/>
                    <wp:wrapNone/>
                    <wp:docPr id="1926275578" name="Caixa de Texto 3" descr="Classificação: Pública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8521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7AAE96" w14:textId="60888250" w:rsidR="00D50668" w:rsidRPr="00D50668" w:rsidRDefault="00D50668" w:rsidP="00D506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</w:rPr>
                                </w:pPr>
                                <w:r w:rsidRPr="00D50668"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</w:rPr>
                                  <w:t>Classificação: Pública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9626B6E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Classificação: Pública" style="position:absolute;left:0;text-align:left;margin-left:0;margin-top:0;width:85.4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" filled="f" stroked="f">
                    <v:fill o:detectmouseclick="t"/>
                    <v:textbox style="mso-fit-shape-to-text:t" inset="0,0,0,15pt">
                      <w:txbxContent>
                        <w:p w14:paraId="3F7AAE96" w14:textId="60888250" w:rsidR="00D50668" w:rsidRPr="00D50668" w:rsidRDefault="00D50668" w:rsidP="00D506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D506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Classificação: Pública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2126" w:type="dxa"/>
          <w:vAlign w:val="center"/>
        </w:tcPr>
        <w:p w14:paraId="00ACCC0C" w14:textId="543107D7" w:rsidR="001500DA" w:rsidRPr="003A21C7" w:rsidRDefault="003A21C7" w:rsidP="00287A1A">
          <w:pPr>
            <w:spacing w:before="40" w:after="40"/>
            <w:jc w:val="center"/>
            <w:rPr>
              <w:sz w:val="16"/>
              <w:szCs w:val="16"/>
            </w:rPr>
          </w:pPr>
          <w:r w:rsidRPr="003A21C7">
            <w:rPr>
              <w:sz w:val="16"/>
              <w:szCs w:val="16"/>
            </w:rPr>
            <w:t>FSST-045</w:t>
          </w:r>
        </w:p>
      </w:tc>
    </w:tr>
    <w:tr w:rsidR="001500DA" w14:paraId="2D02474A" w14:textId="77777777">
      <w:trPr>
        <w:cantSplit/>
        <w:trHeight w:val="70"/>
      </w:trPr>
      <w:tc>
        <w:tcPr>
          <w:tcW w:w="7655" w:type="dxa"/>
          <w:vMerge/>
          <w:vAlign w:val="center"/>
        </w:tcPr>
        <w:p w14:paraId="6345C16A" w14:textId="77777777" w:rsidR="001500DA" w:rsidRDefault="001500DA">
          <w:pPr>
            <w:spacing w:before="40" w:after="4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0619F615" w14:textId="77777777" w:rsidR="001500DA" w:rsidRDefault="001500DA">
          <w:pPr>
            <w:spacing w:before="40" w:after="40"/>
            <w:jc w:val="center"/>
            <w:rPr>
              <w:b/>
            </w:rPr>
          </w:pPr>
          <w:r>
            <w:rPr>
              <w:sz w:val="16"/>
            </w:rPr>
            <w:t>Página</w:t>
          </w:r>
          <w:r>
            <w:rPr>
              <w:b/>
              <w:sz w:val="16"/>
            </w:rPr>
            <w:t xml:space="preserve"> </w:t>
          </w:r>
          <w:r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PAGE </w:instrText>
          </w:r>
          <w:r>
            <w:rPr>
              <w:rStyle w:val="Nmerodepgina"/>
              <w:sz w:val="16"/>
            </w:rPr>
            <w:fldChar w:fldCharType="separate"/>
          </w:r>
          <w:r w:rsidR="00221CFE">
            <w:rPr>
              <w:rStyle w:val="Nmerodepgina"/>
              <w:noProof/>
              <w:sz w:val="16"/>
            </w:rPr>
            <w:t>1</w:t>
          </w:r>
          <w:r>
            <w:rPr>
              <w:rStyle w:val="Nmerodepgina"/>
              <w:sz w:val="16"/>
            </w:rPr>
            <w:fldChar w:fldCharType="end"/>
          </w:r>
          <w:r>
            <w:rPr>
              <w:rStyle w:val="Nmerodepgina"/>
              <w:sz w:val="16"/>
            </w:rPr>
            <w:t>/</w:t>
          </w:r>
          <w:r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>
            <w:rPr>
              <w:rStyle w:val="Nmerodepgina"/>
              <w:sz w:val="16"/>
            </w:rPr>
            <w:fldChar w:fldCharType="separate"/>
          </w:r>
          <w:r w:rsidR="00221CFE">
            <w:rPr>
              <w:rStyle w:val="Nmerodepgina"/>
              <w:noProof/>
              <w:sz w:val="16"/>
            </w:rPr>
            <w:t>3</w:t>
          </w:r>
          <w:r>
            <w:rPr>
              <w:rStyle w:val="Nmerodepgina"/>
              <w:sz w:val="16"/>
            </w:rPr>
            <w:fldChar w:fldCharType="end"/>
          </w:r>
        </w:p>
      </w:tc>
    </w:tr>
  </w:tbl>
  <w:p w14:paraId="4B75BC8C" w14:textId="7954ABF1" w:rsidR="00BE08AC" w:rsidRDefault="00BE08AC" w:rsidP="00A84990">
    <w:pPr>
      <w:jc w:val="center"/>
      <w:rPr>
        <w:sz w:val="10"/>
        <w:szCs w:val="10"/>
      </w:rPr>
    </w:pPr>
    <w:r w:rsidRPr="008356EA">
      <w:rPr>
        <w:i/>
        <w:sz w:val="16"/>
        <w:szCs w:val="16"/>
      </w:rPr>
      <w:t xml:space="preserve">CLASSIFICAÇÃO: </w:t>
    </w:r>
    <w:r w:rsidR="00194F9A">
      <w:rPr>
        <w:i/>
        <w:sz w:val="16"/>
        <w:szCs w:val="16"/>
      </w:rPr>
      <w:t>PÚBLICA</w:t>
    </w:r>
  </w:p>
  <w:p w14:paraId="7ECF1874" w14:textId="77777777" w:rsidR="001500DA" w:rsidRDefault="00725091" w:rsidP="00AC5A8A">
    <w:pPr>
      <w:jc w:val="left"/>
      <w:rPr>
        <w:sz w:val="10"/>
        <w:szCs w:val="10"/>
      </w:rPr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3D61" w14:textId="51866652" w:rsidR="00194F9A" w:rsidRDefault="00D50668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C104A81" wp14:editId="0436562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5215" cy="345440"/>
              <wp:effectExtent l="0" t="0" r="635" b="0"/>
              <wp:wrapNone/>
              <wp:docPr id="39381123" name="Caixa de Texto 1" descr="Classificação: Públ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2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9FB4FD" w14:textId="13EEFF11" w:rsidR="00D50668" w:rsidRPr="00D50668" w:rsidRDefault="00D50668" w:rsidP="00D506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D506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Classificação: 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104A81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Pública" style="position:absolute;left:0;text-align:left;margin-left:0;margin-top:0;width:85.4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29FB4FD" w14:textId="13EEFF11" w:rsidR="00D50668" w:rsidRPr="00D50668" w:rsidRDefault="00D50668" w:rsidP="00D506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D506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Classificação: 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2B48D" w14:textId="77777777" w:rsidR="00067F68" w:rsidRDefault="00067F68">
      <w:r>
        <w:separator/>
      </w:r>
    </w:p>
  </w:footnote>
  <w:footnote w:type="continuationSeparator" w:id="0">
    <w:p w14:paraId="6F3751C3" w14:textId="77777777" w:rsidR="00067F68" w:rsidRDefault="00067F68">
      <w:r>
        <w:continuationSeparator/>
      </w:r>
    </w:p>
  </w:footnote>
  <w:footnote w:type="continuationNotice" w:id="1">
    <w:p w14:paraId="5234327D" w14:textId="77777777" w:rsidR="00067F68" w:rsidRDefault="00067F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5EE9" w14:textId="77777777" w:rsidR="00194F9A" w:rsidRDefault="00194F9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4394"/>
      <w:gridCol w:w="2835"/>
    </w:tblGrid>
    <w:tr w:rsidR="001500DA" w:rsidRPr="006F1153" w14:paraId="5DEE9F3E" w14:textId="77777777" w:rsidTr="00B10F6A">
      <w:trPr>
        <w:cantSplit/>
        <w:trHeight w:val="983"/>
      </w:trPr>
      <w:tc>
        <w:tcPr>
          <w:tcW w:w="2410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</w:tcPr>
        <w:p w14:paraId="27C8FA02" w14:textId="06515AE7" w:rsidR="001500DA" w:rsidRPr="008E34D3" w:rsidRDefault="00346FA9" w:rsidP="0094218A">
          <w:pPr>
            <w:pStyle w:val="BaseCabealho"/>
            <w:spacing w:before="0" w:after="0"/>
            <w:jc w:val="center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6FD9EF02" wp14:editId="566F4906">
                <wp:extent cx="1371600" cy="457200"/>
                <wp:effectExtent l="0" t="0" r="0" b="0"/>
                <wp:docPr id="1" name="Imagem 26" descr="Eletrobras_marca_h_cor_RGB_baix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6" descr="Eletrobras_marca_h_cor_RGB_bai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gridSpan w:val="2"/>
          <w:tcBorders>
            <w:top w:val="nil"/>
            <w:left w:val="nil"/>
            <w:bottom w:val="single" w:sz="4" w:space="0" w:color="808080"/>
            <w:right w:val="nil"/>
          </w:tcBorders>
        </w:tcPr>
        <w:p w14:paraId="642BF8DD" w14:textId="77777777" w:rsidR="00955B9F" w:rsidRPr="00AC5A8A" w:rsidRDefault="00955B9F" w:rsidP="00AC5A8A">
          <w:pPr>
            <w:pStyle w:val="NomeDocumento"/>
            <w:tabs>
              <w:tab w:val="left" w:pos="4800"/>
            </w:tabs>
            <w:spacing w:after="120"/>
            <w:rPr>
              <w:color w:val="00B0F0"/>
              <w:sz w:val="32"/>
              <w:szCs w:val="32"/>
            </w:rPr>
          </w:pPr>
        </w:p>
        <w:p w14:paraId="05F723D6" w14:textId="77777777" w:rsidR="00A63A96" w:rsidRDefault="00534108" w:rsidP="00AC5A8A">
          <w:pPr>
            <w:pStyle w:val="NomeDocumento"/>
            <w:tabs>
              <w:tab w:val="left" w:pos="4800"/>
            </w:tabs>
            <w:spacing w:after="120"/>
            <w:rPr>
              <w:color w:val="00B0F0"/>
              <w:szCs w:val="24"/>
            </w:rPr>
          </w:pPr>
          <w:r>
            <w:rPr>
              <w:color w:val="00B0F0"/>
              <w:szCs w:val="24"/>
            </w:rPr>
            <w:t xml:space="preserve">DIRETRIZ </w:t>
          </w:r>
        </w:p>
        <w:p w14:paraId="75266B48" w14:textId="77777777" w:rsidR="001500DA" w:rsidRPr="00136468" w:rsidRDefault="00534108" w:rsidP="00AC5A8A">
          <w:pPr>
            <w:pStyle w:val="NomeDocumento"/>
            <w:tabs>
              <w:tab w:val="left" w:pos="4800"/>
            </w:tabs>
            <w:spacing w:after="120"/>
            <w:rPr>
              <w:color w:val="00B0F0"/>
              <w:szCs w:val="24"/>
            </w:rPr>
          </w:pPr>
          <w:r>
            <w:rPr>
              <w:color w:val="00B0F0"/>
              <w:szCs w:val="24"/>
            </w:rPr>
            <w:t>DE SEGURANÇA</w:t>
          </w:r>
          <w:r w:rsidR="006F1153" w:rsidRPr="00136468">
            <w:rPr>
              <w:color w:val="00B0F0"/>
              <w:szCs w:val="24"/>
            </w:rPr>
            <w:t xml:space="preserve"> </w:t>
          </w:r>
        </w:p>
      </w:tc>
    </w:tr>
    <w:tr w:rsidR="00B10F6A" w14:paraId="624906CE" w14:textId="77777777" w:rsidTr="00661554">
      <w:trPr>
        <w:cantSplit/>
        <w:trHeight w:val="716"/>
      </w:trPr>
      <w:tc>
        <w:tcPr>
          <w:tcW w:w="6804" w:type="dxa"/>
          <w:gridSpan w:val="2"/>
          <w:tcBorders>
            <w:left w:val="nil"/>
          </w:tcBorders>
        </w:tcPr>
        <w:p w14:paraId="265FF18E" w14:textId="77777777" w:rsidR="00136468" w:rsidRDefault="00136468" w:rsidP="008F2428">
          <w:pPr>
            <w:pStyle w:val="SubNomeDoc"/>
            <w:spacing w:before="120"/>
            <w:jc w:val="both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>Área gestora</w:t>
          </w:r>
        </w:p>
        <w:p w14:paraId="49C29ADE" w14:textId="77777777" w:rsidR="00B10F6A" w:rsidRPr="00136468" w:rsidRDefault="00795F89" w:rsidP="008F2428">
          <w:pPr>
            <w:pStyle w:val="SubNomeDoc"/>
            <w:spacing w:before="120"/>
            <w:jc w:val="both"/>
            <w:rPr>
              <w:b w:val="0"/>
            </w:rPr>
          </w:pPr>
          <w:r>
            <w:rPr>
              <w:b w:val="0"/>
            </w:rPr>
            <w:t>Diretoria de Saúde e Segurança do Trabalho</w:t>
          </w:r>
        </w:p>
      </w:tc>
      <w:tc>
        <w:tcPr>
          <w:tcW w:w="2835" w:type="dxa"/>
          <w:tcBorders>
            <w:bottom w:val="single" w:sz="4" w:space="0" w:color="808080"/>
            <w:right w:val="nil"/>
          </w:tcBorders>
        </w:tcPr>
        <w:p w14:paraId="49BC1F06" w14:textId="77777777" w:rsidR="00B10F6A" w:rsidRDefault="00661554" w:rsidP="008F2428">
          <w:pPr>
            <w:pStyle w:val="SubNomeDoc"/>
            <w:spacing w:before="120"/>
            <w:jc w:val="both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>Edição</w:t>
          </w:r>
        </w:p>
        <w:p w14:paraId="50FF03FE" w14:textId="732819AA" w:rsidR="00136468" w:rsidRPr="00136468" w:rsidRDefault="006A64FF" w:rsidP="008F2428">
          <w:pPr>
            <w:pStyle w:val="SubNomeDoc"/>
            <w:spacing w:before="120"/>
            <w:jc w:val="both"/>
          </w:pPr>
          <w:r>
            <w:t>2</w:t>
          </w:r>
          <w:r w:rsidR="00661554">
            <w:t>.</w:t>
          </w:r>
          <w:r w:rsidR="00A63A96">
            <w:t>0</w:t>
          </w:r>
        </w:p>
      </w:tc>
    </w:tr>
    <w:tr w:rsidR="00661554" w14:paraId="14D525BF" w14:textId="77777777" w:rsidTr="00661554">
      <w:trPr>
        <w:cantSplit/>
        <w:trHeight w:val="243"/>
      </w:trPr>
      <w:tc>
        <w:tcPr>
          <w:tcW w:w="6804" w:type="dxa"/>
          <w:gridSpan w:val="2"/>
          <w:tcBorders>
            <w:left w:val="nil"/>
          </w:tcBorders>
        </w:tcPr>
        <w:p w14:paraId="2696FD61" w14:textId="77777777" w:rsidR="00661554" w:rsidRDefault="00661554">
          <w:pPr>
            <w:pStyle w:val="Mdulo"/>
            <w:spacing w:before="40" w:after="120"/>
            <w:jc w:val="left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>Assunto</w:t>
          </w:r>
        </w:p>
        <w:p w14:paraId="09834556" w14:textId="1E311EF9" w:rsidR="00661554" w:rsidRPr="00136468" w:rsidRDefault="003A21C7" w:rsidP="000A4D5E">
          <w:pPr>
            <w:pStyle w:val="Assunto"/>
            <w:tabs>
              <w:tab w:val="clear" w:pos="9072"/>
              <w:tab w:val="left" w:pos="2934"/>
            </w:tabs>
            <w:spacing w:after="120"/>
            <w:rPr>
              <w:bCs/>
            </w:rPr>
          </w:pPr>
          <w:r w:rsidRPr="003A21C7">
            <w:rPr>
              <w:bCs/>
            </w:rPr>
            <w:t xml:space="preserve">Relatório de Análise </w:t>
          </w:r>
          <w:r w:rsidR="005D428E">
            <w:rPr>
              <w:bCs/>
            </w:rPr>
            <w:t xml:space="preserve">CRÍTICA </w:t>
          </w:r>
          <w:r w:rsidRPr="003A21C7">
            <w:rPr>
              <w:bCs/>
            </w:rPr>
            <w:t>d</w:t>
          </w:r>
          <w:r w:rsidR="00B36B19">
            <w:rPr>
              <w:bCs/>
            </w:rPr>
            <w:t>O</w:t>
          </w:r>
          <w:r w:rsidRPr="003A21C7">
            <w:rPr>
              <w:bCs/>
            </w:rPr>
            <w:t xml:space="preserve"> Atendimento à Emergência</w:t>
          </w:r>
        </w:p>
      </w:tc>
      <w:tc>
        <w:tcPr>
          <w:tcW w:w="2835" w:type="dxa"/>
          <w:tcBorders>
            <w:right w:val="nil"/>
          </w:tcBorders>
        </w:tcPr>
        <w:p w14:paraId="0C07B895" w14:textId="77777777" w:rsidR="00661554" w:rsidRDefault="00661554" w:rsidP="00661554">
          <w:pPr>
            <w:spacing w:before="40" w:after="120"/>
            <w:rPr>
              <w:sz w:val="16"/>
              <w:szCs w:val="16"/>
            </w:rPr>
          </w:pPr>
          <w:r>
            <w:rPr>
              <w:sz w:val="16"/>
              <w:szCs w:val="16"/>
            </w:rPr>
            <w:t>Data de aprovação</w:t>
          </w:r>
        </w:p>
        <w:p w14:paraId="1F40D26B" w14:textId="5F99A95D" w:rsidR="00661554" w:rsidRPr="00BB7622" w:rsidRDefault="00A11BF8" w:rsidP="00661554">
          <w:pPr>
            <w:pStyle w:val="DataVigncia"/>
            <w:jc w:val="left"/>
            <w:rPr>
              <w:color w:val="FF0000"/>
            </w:rPr>
          </w:pPr>
          <w:r>
            <w:t>XX</w:t>
          </w:r>
          <w:r w:rsidR="00EA0539" w:rsidRPr="00EA0539">
            <w:t>/07/2024</w:t>
          </w:r>
        </w:p>
      </w:tc>
    </w:tr>
  </w:tbl>
  <w:p w14:paraId="5015BFD1" w14:textId="5EFE99D2" w:rsidR="001500DA" w:rsidRDefault="001500DA" w:rsidP="00CD15D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BCEC" w14:textId="77777777" w:rsidR="00194F9A" w:rsidRDefault="00194F9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pStyle w:val="123"/>
      <w:lvlText w:val="%1. "/>
      <w:lvlJc w:val="left"/>
      <w:rPr>
        <w:rFonts w:ascii="Arial" w:hAnsi="Arial"/>
        <w:b/>
        <w:sz w:val="24"/>
      </w:rPr>
    </w:lvl>
  </w:abstractNum>
  <w:abstractNum w:abstractNumId="1" w15:restartNumberingAfterBreak="0">
    <w:nsid w:val="0A785317"/>
    <w:multiLevelType w:val="hybridMultilevel"/>
    <w:tmpl w:val="A064B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65BE7"/>
    <w:multiLevelType w:val="hybridMultilevel"/>
    <w:tmpl w:val="825226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3298"/>
    <w:multiLevelType w:val="multilevel"/>
    <w:tmpl w:val="4636DFB6"/>
    <w:lvl w:ilvl="0">
      <w:start w:val="12"/>
      <w:numFmt w:val="decimal"/>
      <w:lvlText w:val="%1"/>
      <w:lvlJc w:val="left"/>
      <w:pPr>
        <w:ind w:left="82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D812542"/>
    <w:multiLevelType w:val="hybridMultilevel"/>
    <w:tmpl w:val="1B54B1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D56D5"/>
    <w:multiLevelType w:val="hybridMultilevel"/>
    <w:tmpl w:val="C47A29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0405F"/>
    <w:multiLevelType w:val="multilevel"/>
    <w:tmpl w:val="0AA8303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0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0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28" w:hanging="2160"/>
      </w:pPr>
      <w:rPr>
        <w:rFonts w:hint="default"/>
      </w:rPr>
    </w:lvl>
  </w:abstractNum>
  <w:abstractNum w:abstractNumId="7" w15:restartNumberingAfterBreak="0">
    <w:nsid w:val="23A81A84"/>
    <w:multiLevelType w:val="multilevel"/>
    <w:tmpl w:val="E968F1B2"/>
    <w:lvl w:ilvl="0">
      <w:start w:val="1"/>
      <w:numFmt w:val="bullet"/>
      <w:pStyle w:val="AAATpicos"/>
      <w:lvlText w:val=""/>
      <w:lvlJc w:val="left"/>
      <w:pPr>
        <w:ind w:left="1881" w:hanging="744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>
      <w:start w:val="2"/>
      <w:numFmt w:val="decimal"/>
      <w:lvlText w:val="%1.%2"/>
      <w:lvlJc w:val="left"/>
      <w:pPr>
        <w:ind w:left="1881" w:hanging="744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1881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7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77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37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7" w:hanging="2160"/>
      </w:pPr>
      <w:rPr>
        <w:rFonts w:hint="default"/>
      </w:rPr>
    </w:lvl>
  </w:abstractNum>
  <w:abstractNum w:abstractNumId="8" w15:restartNumberingAfterBreak="0">
    <w:nsid w:val="27D430F1"/>
    <w:multiLevelType w:val="multilevel"/>
    <w:tmpl w:val="8122953A"/>
    <w:lvl w:ilvl="0">
      <w:start w:val="1"/>
      <w:numFmt w:val="decimal"/>
      <w:pStyle w:val="IT-Ttulo1"/>
      <w:suff w:val="space"/>
      <w:lvlText w:val="%1.  "/>
      <w:lvlJc w:val="left"/>
      <w:pPr>
        <w:ind w:left="56" w:firstLine="0"/>
      </w:pPr>
      <w:rPr>
        <w:b/>
      </w:rPr>
    </w:lvl>
    <w:lvl w:ilvl="1">
      <w:start w:val="1"/>
      <w:numFmt w:val="decimal"/>
      <w:pStyle w:val="Item2Nvel"/>
      <w:suff w:val="space"/>
      <w:lvlText w:val="%1.%2.  "/>
      <w:lvlJc w:val="left"/>
      <w:pPr>
        <w:ind w:left="-1788" w:firstLine="0"/>
      </w:pPr>
    </w:lvl>
    <w:lvl w:ilvl="2">
      <w:start w:val="1"/>
      <w:numFmt w:val="decimal"/>
      <w:pStyle w:val="Item3Nvel"/>
      <w:suff w:val="space"/>
      <w:lvlText w:val="%1.%2.%3.  "/>
      <w:lvlJc w:val="left"/>
      <w:pPr>
        <w:ind w:left="-1788" w:firstLine="0"/>
      </w:pPr>
    </w:lvl>
    <w:lvl w:ilvl="3">
      <w:start w:val="1"/>
      <w:numFmt w:val="decimal"/>
      <w:pStyle w:val="Item4Nvel"/>
      <w:suff w:val="space"/>
      <w:lvlText w:val="%1.%2.%3.%4.  "/>
      <w:lvlJc w:val="left"/>
      <w:pPr>
        <w:ind w:left="-1788" w:firstLine="0"/>
      </w:pPr>
    </w:lvl>
    <w:lvl w:ilvl="4">
      <w:start w:val="1"/>
      <w:numFmt w:val="decimal"/>
      <w:lvlText w:val="%1.%2.%3.%4.%5."/>
      <w:lvlJc w:val="left"/>
      <w:pPr>
        <w:tabs>
          <w:tab w:val="num" w:pos="444"/>
        </w:tabs>
        <w:ind w:left="444" w:hanging="792"/>
      </w:pPr>
    </w:lvl>
    <w:lvl w:ilvl="5">
      <w:start w:val="1"/>
      <w:numFmt w:val="decimal"/>
      <w:lvlText w:val="%1.%2.%3.%4.%5.%6."/>
      <w:lvlJc w:val="left"/>
      <w:pPr>
        <w:tabs>
          <w:tab w:val="num" w:pos="948"/>
        </w:tabs>
        <w:ind w:left="948" w:hanging="936"/>
      </w:p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56"/>
        </w:tabs>
        <w:ind w:left="195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2532"/>
        </w:tabs>
        <w:ind w:left="2532" w:hanging="1440"/>
      </w:pPr>
    </w:lvl>
  </w:abstractNum>
  <w:abstractNum w:abstractNumId="9" w15:restartNumberingAfterBreak="0">
    <w:nsid w:val="2AE95B98"/>
    <w:multiLevelType w:val="hybridMultilevel"/>
    <w:tmpl w:val="F7D2D4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475A6"/>
    <w:multiLevelType w:val="hybridMultilevel"/>
    <w:tmpl w:val="8FFAEB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76150"/>
    <w:multiLevelType w:val="multilevel"/>
    <w:tmpl w:val="3DFC719C"/>
    <w:lvl w:ilvl="0">
      <w:start w:val="1"/>
      <w:numFmt w:val="bullet"/>
      <w:lvlText w:val=""/>
      <w:lvlJc w:val="left"/>
      <w:pPr>
        <w:ind w:left="850" w:hanging="49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7672931"/>
    <w:multiLevelType w:val="hybridMultilevel"/>
    <w:tmpl w:val="CB482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C2AC5"/>
    <w:multiLevelType w:val="hybridMultilevel"/>
    <w:tmpl w:val="1110DC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E07F5"/>
    <w:multiLevelType w:val="multilevel"/>
    <w:tmpl w:val="C6AE914C"/>
    <w:name w:val="1.  "/>
    <w:lvl w:ilvl="0">
      <w:start w:val="1"/>
      <w:numFmt w:val="decimal"/>
      <w:isLgl/>
      <w:suff w:val="space"/>
      <w:lvlText w:val="%1.  "/>
      <w:lvlJc w:val="left"/>
      <w:pPr>
        <w:ind w:left="0" w:firstLine="0"/>
      </w:pPr>
    </w:lvl>
    <w:lvl w:ilvl="1">
      <w:start w:val="1"/>
      <w:numFmt w:val="decimal"/>
      <w:suff w:val="space"/>
      <w:lvlText w:val="%1.%2.  "/>
      <w:lvlJc w:val="left"/>
      <w:pPr>
        <w:ind w:left="0" w:firstLine="0"/>
      </w:pPr>
    </w:lvl>
    <w:lvl w:ilvl="2">
      <w:start w:val="1"/>
      <w:numFmt w:val="decimal"/>
      <w:suff w:val="space"/>
      <w:lvlText w:val="%1.%2.%3.  "/>
      <w:lvlJc w:val="left"/>
      <w:pPr>
        <w:ind w:left="0" w:firstLine="0"/>
      </w:pPr>
    </w:lvl>
    <w:lvl w:ilvl="3">
      <w:start w:val="1"/>
      <w:numFmt w:val="decimal"/>
      <w:suff w:val="space"/>
      <w:lvlText w:val="%1.%2.%3.%4.  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3B544428"/>
    <w:multiLevelType w:val="multilevel"/>
    <w:tmpl w:val="0AA830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3BE918B9"/>
    <w:multiLevelType w:val="multilevel"/>
    <w:tmpl w:val="3D46115C"/>
    <w:lvl w:ilvl="0">
      <w:start w:val="13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F7C33F2"/>
    <w:multiLevelType w:val="multilevel"/>
    <w:tmpl w:val="105620E6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FFB428B"/>
    <w:multiLevelType w:val="singleLevel"/>
    <w:tmpl w:val="FA8C5A16"/>
    <w:lvl w:ilvl="0">
      <w:start w:val="1"/>
      <w:numFmt w:val="bullet"/>
      <w:pStyle w:val="Bullet2"/>
      <w:lvlText w:val=""/>
      <w:lvlJc w:val="left"/>
      <w:pPr>
        <w:tabs>
          <w:tab w:val="num" w:pos="757"/>
        </w:tabs>
        <w:ind w:left="397" w:firstLine="0"/>
      </w:pPr>
      <w:rPr>
        <w:rFonts w:ascii="Symbol" w:hAnsi="Symbol" w:hint="default"/>
        <w:sz w:val="16"/>
      </w:rPr>
    </w:lvl>
  </w:abstractNum>
  <w:abstractNum w:abstractNumId="19" w15:restartNumberingAfterBreak="0">
    <w:nsid w:val="44635C33"/>
    <w:multiLevelType w:val="multilevel"/>
    <w:tmpl w:val="D85CC220"/>
    <w:lvl w:ilvl="0">
      <w:start w:val="10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5563F32"/>
    <w:multiLevelType w:val="multilevel"/>
    <w:tmpl w:val="495A6478"/>
    <w:lvl w:ilvl="0">
      <w:start w:val="4"/>
      <w:numFmt w:val="decimal"/>
      <w:lvlText w:val="%1"/>
      <w:lvlJc w:val="left"/>
      <w:pPr>
        <w:ind w:left="770" w:hanging="7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0" w:hanging="7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B426671"/>
    <w:multiLevelType w:val="multilevel"/>
    <w:tmpl w:val="6DCE00C0"/>
    <w:lvl w:ilvl="0">
      <w:start w:val="15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C29044C"/>
    <w:multiLevelType w:val="multilevel"/>
    <w:tmpl w:val="30746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C7B4BDF"/>
    <w:multiLevelType w:val="multilevel"/>
    <w:tmpl w:val="B896091E"/>
    <w:lvl w:ilvl="0">
      <w:start w:val="12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D3E1BCA"/>
    <w:multiLevelType w:val="hybridMultilevel"/>
    <w:tmpl w:val="B3380C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85FD4"/>
    <w:multiLevelType w:val="hybridMultilevel"/>
    <w:tmpl w:val="0310FEF6"/>
    <w:lvl w:ilvl="0" w:tplc="BDFA9A14">
      <w:start w:val="1"/>
      <w:numFmt w:val="decimal"/>
      <w:pStyle w:val="AAA1"/>
      <w:lvlText w:val="%1."/>
      <w:lvlJc w:val="left"/>
      <w:pPr>
        <w:ind w:left="64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10DCD"/>
    <w:multiLevelType w:val="multilevel"/>
    <w:tmpl w:val="43B84232"/>
    <w:lvl w:ilvl="0">
      <w:start w:val="10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84B0911"/>
    <w:multiLevelType w:val="multilevel"/>
    <w:tmpl w:val="86A60062"/>
    <w:lvl w:ilvl="0">
      <w:start w:val="1"/>
      <w:numFmt w:val="bullet"/>
      <w:lvlText w:val="o"/>
      <w:lvlJc w:val="left"/>
      <w:pPr>
        <w:ind w:left="1340" w:hanging="49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10" w:hanging="2160"/>
      </w:pPr>
      <w:rPr>
        <w:rFonts w:hint="default"/>
      </w:rPr>
    </w:lvl>
  </w:abstractNum>
  <w:abstractNum w:abstractNumId="28" w15:restartNumberingAfterBreak="0">
    <w:nsid w:val="590022B9"/>
    <w:multiLevelType w:val="hybridMultilevel"/>
    <w:tmpl w:val="4FF623DA"/>
    <w:lvl w:ilvl="0" w:tplc="24484360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360" w:hanging="360"/>
      </w:pPr>
    </w:lvl>
    <w:lvl w:ilvl="2" w:tplc="0416001B" w:tentative="1">
      <w:start w:val="1"/>
      <w:numFmt w:val="lowerRoman"/>
      <w:lvlText w:val="%3."/>
      <w:lvlJc w:val="right"/>
      <w:pPr>
        <w:ind w:left="1080" w:hanging="180"/>
      </w:pPr>
    </w:lvl>
    <w:lvl w:ilvl="3" w:tplc="0416000F" w:tentative="1">
      <w:start w:val="1"/>
      <w:numFmt w:val="decimal"/>
      <w:lvlText w:val="%4."/>
      <w:lvlJc w:val="left"/>
      <w:pPr>
        <w:ind w:left="1800" w:hanging="360"/>
      </w:pPr>
    </w:lvl>
    <w:lvl w:ilvl="4" w:tplc="04160019" w:tentative="1">
      <w:start w:val="1"/>
      <w:numFmt w:val="lowerLetter"/>
      <w:lvlText w:val="%5."/>
      <w:lvlJc w:val="left"/>
      <w:pPr>
        <w:ind w:left="2520" w:hanging="360"/>
      </w:pPr>
    </w:lvl>
    <w:lvl w:ilvl="5" w:tplc="0416001B" w:tentative="1">
      <w:start w:val="1"/>
      <w:numFmt w:val="lowerRoman"/>
      <w:lvlText w:val="%6."/>
      <w:lvlJc w:val="right"/>
      <w:pPr>
        <w:ind w:left="3240" w:hanging="180"/>
      </w:pPr>
    </w:lvl>
    <w:lvl w:ilvl="6" w:tplc="0416000F" w:tentative="1">
      <w:start w:val="1"/>
      <w:numFmt w:val="decimal"/>
      <w:lvlText w:val="%7."/>
      <w:lvlJc w:val="left"/>
      <w:pPr>
        <w:ind w:left="3960" w:hanging="360"/>
      </w:pPr>
    </w:lvl>
    <w:lvl w:ilvl="7" w:tplc="04160019" w:tentative="1">
      <w:start w:val="1"/>
      <w:numFmt w:val="lowerLetter"/>
      <w:lvlText w:val="%8."/>
      <w:lvlJc w:val="left"/>
      <w:pPr>
        <w:ind w:left="4680" w:hanging="360"/>
      </w:pPr>
    </w:lvl>
    <w:lvl w:ilvl="8" w:tplc="0416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9" w15:restartNumberingAfterBreak="0">
    <w:nsid w:val="60FC7B77"/>
    <w:multiLevelType w:val="hybridMultilevel"/>
    <w:tmpl w:val="A32A10B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FE250C"/>
    <w:multiLevelType w:val="hybridMultilevel"/>
    <w:tmpl w:val="D80CCA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2061F"/>
    <w:multiLevelType w:val="hybridMultilevel"/>
    <w:tmpl w:val="247AA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7A6234"/>
    <w:multiLevelType w:val="hybridMultilevel"/>
    <w:tmpl w:val="3D4E436A"/>
    <w:lvl w:ilvl="0" w:tplc="9514B164">
      <w:start w:val="1"/>
      <w:numFmt w:val="decimal"/>
      <w:pStyle w:val="IT-Ttulo2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36AA5"/>
    <w:multiLevelType w:val="multilevel"/>
    <w:tmpl w:val="D91A6366"/>
    <w:lvl w:ilvl="0">
      <w:start w:val="1"/>
      <w:numFmt w:val="decimal"/>
      <w:pStyle w:val="DCACPolTit14"/>
      <w:lvlText w:val="%1"/>
      <w:lvlJc w:val="left"/>
      <w:pPr>
        <w:ind w:left="720" w:hanging="36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17365D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21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F2768B9"/>
    <w:multiLevelType w:val="singleLevel"/>
    <w:tmpl w:val="97E6B9DE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</w:abstractNum>
  <w:abstractNum w:abstractNumId="35" w15:restartNumberingAfterBreak="0">
    <w:nsid w:val="6FA25D40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72C24B10"/>
    <w:multiLevelType w:val="multilevel"/>
    <w:tmpl w:val="0AA830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7" w15:restartNumberingAfterBreak="0">
    <w:nsid w:val="750E5F55"/>
    <w:multiLevelType w:val="hybridMultilevel"/>
    <w:tmpl w:val="33B2A982"/>
    <w:lvl w:ilvl="0" w:tplc="04C8E8A4">
      <w:start w:val="1"/>
      <w:numFmt w:val="decimal"/>
      <w:pStyle w:val="Ttulo2"/>
      <w:lvlText w:val="%1."/>
      <w:lvlJc w:val="right"/>
      <w:pPr>
        <w:ind w:left="46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400" w:hanging="360"/>
      </w:pPr>
    </w:lvl>
    <w:lvl w:ilvl="2" w:tplc="0416001B" w:tentative="1">
      <w:start w:val="1"/>
      <w:numFmt w:val="lowerRoman"/>
      <w:lvlText w:val="%3."/>
      <w:lvlJc w:val="right"/>
      <w:pPr>
        <w:ind w:left="6120" w:hanging="180"/>
      </w:pPr>
    </w:lvl>
    <w:lvl w:ilvl="3" w:tplc="0416000F" w:tentative="1">
      <w:start w:val="1"/>
      <w:numFmt w:val="decimal"/>
      <w:lvlText w:val="%4."/>
      <w:lvlJc w:val="left"/>
      <w:pPr>
        <w:ind w:left="6840" w:hanging="360"/>
      </w:pPr>
    </w:lvl>
    <w:lvl w:ilvl="4" w:tplc="04160019" w:tentative="1">
      <w:start w:val="1"/>
      <w:numFmt w:val="lowerLetter"/>
      <w:lvlText w:val="%5."/>
      <w:lvlJc w:val="left"/>
      <w:pPr>
        <w:ind w:left="7560" w:hanging="360"/>
      </w:pPr>
    </w:lvl>
    <w:lvl w:ilvl="5" w:tplc="0416001B" w:tentative="1">
      <w:start w:val="1"/>
      <w:numFmt w:val="lowerRoman"/>
      <w:lvlText w:val="%6."/>
      <w:lvlJc w:val="right"/>
      <w:pPr>
        <w:ind w:left="8280" w:hanging="180"/>
      </w:pPr>
    </w:lvl>
    <w:lvl w:ilvl="6" w:tplc="0416000F" w:tentative="1">
      <w:start w:val="1"/>
      <w:numFmt w:val="decimal"/>
      <w:lvlText w:val="%7."/>
      <w:lvlJc w:val="left"/>
      <w:pPr>
        <w:ind w:left="9000" w:hanging="360"/>
      </w:pPr>
    </w:lvl>
    <w:lvl w:ilvl="7" w:tplc="04160019" w:tentative="1">
      <w:start w:val="1"/>
      <w:numFmt w:val="lowerLetter"/>
      <w:lvlText w:val="%8."/>
      <w:lvlJc w:val="left"/>
      <w:pPr>
        <w:ind w:left="9720" w:hanging="360"/>
      </w:pPr>
    </w:lvl>
    <w:lvl w:ilvl="8" w:tplc="0416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8" w15:restartNumberingAfterBreak="0">
    <w:nsid w:val="787D2EC4"/>
    <w:multiLevelType w:val="multilevel"/>
    <w:tmpl w:val="2536F8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 w15:restartNumberingAfterBreak="0">
    <w:nsid w:val="7B6A5410"/>
    <w:multiLevelType w:val="multilevel"/>
    <w:tmpl w:val="932C8132"/>
    <w:lvl w:ilvl="0">
      <w:start w:val="1"/>
      <w:numFmt w:val="decimal"/>
      <w:pStyle w:val="PROC-Ttulo1"/>
      <w:lvlText w:val="%1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E665A92"/>
    <w:multiLevelType w:val="hybridMultilevel"/>
    <w:tmpl w:val="B5B68D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246368">
    <w:abstractNumId w:val="34"/>
  </w:num>
  <w:num w:numId="2" w16cid:durableId="1952778062">
    <w:abstractNumId w:val="18"/>
  </w:num>
  <w:num w:numId="3" w16cid:durableId="1258438820">
    <w:abstractNumId w:val="8"/>
  </w:num>
  <w:num w:numId="4" w16cid:durableId="555244792">
    <w:abstractNumId w:val="0"/>
  </w:num>
  <w:num w:numId="5" w16cid:durableId="1622955455">
    <w:abstractNumId w:val="8"/>
    <w:lvlOverride w:ilvl="0">
      <w:startOverride w:val="1"/>
    </w:lvlOverride>
  </w:num>
  <w:num w:numId="6" w16cid:durableId="1248228902">
    <w:abstractNumId w:val="32"/>
  </w:num>
  <w:num w:numId="7" w16cid:durableId="1868059478">
    <w:abstractNumId w:val="39"/>
  </w:num>
  <w:num w:numId="8" w16cid:durableId="1996757903">
    <w:abstractNumId w:val="33"/>
  </w:num>
  <w:num w:numId="9" w16cid:durableId="900211630">
    <w:abstractNumId w:val="37"/>
  </w:num>
  <w:num w:numId="10" w16cid:durableId="580067901">
    <w:abstractNumId w:val="7"/>
  </w:num>
  <w:num w:numId="11" w16cid:durableId="9258190">
    <w:abstractNumId w:val="22"/>
  </w:num>
  <w:num w:numId="12" w16cid:durableId="171190065">
    <w:abstractNumId w:val="20"/>
  </w:num>
  <w:num w:numId="13" w16cid:durableId="1812281723">
    <w:abstractNumId w:val="25"/>
  </w:num>
  <w:num w:numId="14" w16cid:durableId="1214543262">
    <w:abstractNumId w:val="38"/>
  </w:num>
  <w:num w:numId="15" w16cid:durableId="1537348513">
    <w:abstractNumId w:val="10"/>
  </w:num>
  <w:num w:numId="16" w16cid:durableId="1938443537">
    <w:abstractNumId w:val="28"/>
  </w:num>
  <w:num w:numId="17" w16cid:durableId="1717199845">
    <w:abstractNumId w:val="4"/>
  </w:num>
  <w:num w:numId="18" w16cid:durableId="112093811">
    <w:abstractNumId w:val="1"/>
  </w:num>
  <w:num w:numId="19" w16cid:durableId="931619371">
    <w:abstractNumId w:val="30"/>
  </w:num>
  <w:num w:numId="20" w16cid:durableId="1327395003">
    <w:abstractNumId w:val="15"/>
  </w:num>
  <w:num w:numId="21" w16cid:durableId="90467806">
    <w:abstractNumId w:val="26"/>
  </w:num>
  <w:num w:numId="22" w16cid:durableId="1706055337">
    <w:abstractNumId w:val="19"/>
  </w:num>
  <w:num w:numId="23" w16cid:durableId="545600304">
    <w:abstractNumId w:val="21"/>
  </w:num>
  <w:num w:numId="24" w16cid:durableId="572468989">
    <w:abstractNumId w:val="29"/>
  </w:num>
  <w:num w:numId="25" w16cid:durableId="1288777871">
    <w:abstractNumId w:val="5"/>
  </w:num>
  <w:num w:numId="26" w16cid:durableId="1784491979">
    <w:abstractNumId w:val="2"/>
  </w:num>
  <w:num w:numId="27" w16cid:durableId="2021396574">
    <w:abstractNumId w:val="36"/>
  </w:num>
  <w:num w:numId="28" w16cid:durableId="1581940545">
    <w:abstractNumId w:val="12"/>
  </w:num>
  <w:num w:numId="29" w16cid:durableId="1868637166">
    <w:abstractNumId w:val="6"/>
  </w:num>
  <w:num w:numId="30" w16cid:durableId="868025438">
    <w:abstractNumId w:val="13"/>
  </w:num>
  <w:num w:numId="31" w16cid:durableId="53239826">
    <w:abstractNumId w:val="35"/>
  </w:num>
  <w:num w:numId="32" w16cid:durableId="240528165">
    <w:abstractNumId w:val="31"/>
  </w:num>
  <w:num w:numId="33" w16cid:durableId="1968731678">
    <w:abstractNumId w:val="9"/>
  </w:num>
  <w:num w:numId="34" w16cid:durableId="1636372921">
    <w:abstractNumId w:val="3"/>
  </w:num>
  <w:num w:numId="35" w16cid:durableId="1004163482">
    <w:abstractNumId w:val="17"/>
  </w:num>
  <w:num w:numId="36" w16cid:durableId="498273253">
    <w:abstractNumId w:val="23"/>
  </w:num>
  <w:num w:numId="37" w16cid:durableId="1528788739">
    <w:abstractNumId w:val="37"/>
  </w:num>
  <w:num w:numId="38" w16cid:durableId="2039115537">
    <w:abstractNumId w:val="16"/>
  </w:num>
  <w:num w:numId="39" w16cid:durableId="1141458087">
    <w:abstractNumId w:val="40"/>
  </w:num>
  <w:num w:numId="40" w16cid:durableId="164446293">
    <w:abstractNumId w:val="24"/>
  </w:num>
  <w:num w:numId="41" w16cid:durableId="2116630580">
    <w:abstractNumId w:val="11"/>
  </w:num>
  <w:num w:numId="42" w16cid:durableId="1971082450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attachedTemplate r:id="rId1"/>
  <w:defaultTabStop w:val="851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o:allowoverlap="f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Folha de Estilo de Instrução de Trabalhol (05.12).dot"/>
    <w:docVar w:name="DocID" w:val="58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704DE"/>
    <w:rsid w:val="00000B50"/>
    <w:rsid w:val="00000C6E"/>
    <w:rsid w:val="000020C2"/>
    <w:rsid w:val="00002C45"/>
    <w:rsid w:val="00004B9D"/>
    <w:rsid w:val="00005C11"/>
    <w:rsid w:val="00005DF3"/>
    <w:rsid w:val="00007834"/>
    <w:rsid w:val="000127D9"/>
    <w:rsid w:val="00015826"/>
    <w:rsid w:val="00015C6B"/>
    <w:rsid w:val="00015F99"/>
    <w:rsid w:val="000167D1"/>
    <w:rsid w:val="00016D39"/>
    <w:rsid w:val="000171A1"/>
    <w:rsid w:val="000176E0"/>
    <w:rsid w:val="000177AA"/>
    <w:rsid w:val="00021F2F"/>
    <w:rsid w:val="00021F36"/>
    <w:rsid w:val="00023183"/>
    <w:rsid w:val="00030E3B"/>
    <w:rsid w:val="00031D03"/>
    <w:rsid w:val="000363E7"/>
    <w:rsid w:val="00040B40"/>
    <w:rsid w:val="0004125A"/>
    <w:rsid w:val="00041983"/>
    <w:rsid w:val="00044740"/>
    <w:rsid w:val="000448A4"/>
    <w:rsid w:val="00045BF0"/>
    <w:rsid w:val="00047C62"/>
    <w:rsid w:val="00050243"/>
    <w:rsid w:val="0005028B"/>
    <w:rsid w:val="000505A1"/>
    <w:rsid w:val="00051BB0"/>
    <w:rsid w:val="00051C32"/>
    <w:rsid w:val="000526F0"/>
    <w:rsid w:val="00052A75"/>
    <w:rsid w:val="00053B3D"/>
    <w:rsid w:val="000556C0"/>
    <w:rsid w:val="00065206"/>
    <w:rsid w:val="000655A2"/>
    <w:rsid w:val="00065B5C"/>
    <w:rsid w:val="00065D02"/>
    <w:rsid w:val="00066136"/>
    <w:rsid w:val="00066BCC"/>
    <w:rsid w:val="00067F68"/>
    <w:rsid w:val="00071A9A"/>
    <w:rsid w:val="000726CA"/>
    <w:rsid w:val="000739F8"/>
    <w:rsid w:val="00073D3F"/>
    <w:rsid w:val="00075581"/>
    <w:rsid w:val="00075653"/>
    <w:rsid w:val="00077087"/>
    <w:rsid w:val="00077F7B"/>
    <w:rsid w:val="00080B59"/>
    <w:rsid w:val="00081029"/>
    <w:rsid w:val="00083027"/>
    <w:rsid w:val="0008302D"/>
    <w:rsid w:val="00085221"/>
    <w:rsid w:val="000873C1"/>
    <w:rsid w:val="00090566"/>
    <w:rsid w:val="0009278C"/>
    <w:rsid w:val="000929EB"/>
    <w:rsid w:val="00094CFD"/>
    <w:rsid w:val="00095023"/>
    <w:rsid w:val="0009586E"/>
    <w:rsid w:val="000958AC"/>
    <w:rsid w:val="00096437"/>
    <w:rsid w:val="0009648E"/>
    <w:rsid w:val="00096654"/>
    <w:rsid w:val="000A1A5F"/>
    <w:rsid w:val="000A4D5E"/>
    <w:rsid w:val="000A5288"/>
    <w:rsid w:val="000B486F"/>
    <w:rsid w:val="000C1166"/>
    <w:rsid w:val="000C2710"/>
    <w:rsid w:val="000C76E2"/>
    <w:rsid w:val="000D06DC"/>
    <w:rsid w:val="000D1B3F"/>
    <w:rsid w:val="000D3C7B"/>
    <w:rsid w:val="000D7592"/>
    <w:rsid w:val="000E1315"/>
    <w:rsid w:val="000E1376"/>
    <w:rsid w:val="000E3FE7"/>
    <w:rsid w:val="000E6B20"/>
    <w:rsid w:val="000E79BD"/>
    <w:rsid w:val="000E7B8D"/>
    <w:rsid w:val="000F0B46"/>
    <w:rsid w:val="000F315C"/>
    <w:rsid w:val="000F7651"/>
    <w:rsid w:val="000F7A8A"/>
    <w:rsid w:val="001014DE"/>
    <w:rsid w:val="00105B39"/>
    <w:rsid w:val="00107ED5"/>
    <w:rsid w:val="00112066"/>
    <w:rsid w:val="001128AD"/>
    <w:rsid w:val="00113785"/>
    <w:rsid w:val="00113DFD"/>
    <w:rsid w:val="00115A4E"/>
    <w:rsid w:val="0012469B"/>
    <w:rsid w:val="001307A6"/>
    <w:rsid w:val="00130F74"/>
    <w:rsid w:val="001336B2"/>
    <w:rsid w:val="0013396E"/>
    <w:rsid w:val="001342EE"/>
    <w:rsid w:val="00135066"/>
    <w:rsid w:val="00136468"/>
    <w:rsid w:val="00136882"/>
    <w:rsid w:val="00136BE7"/>
    <w:rsid w:val="001370D7"/>
    <w:rsid w:val="00137FEB"/>
    <w:rsid w:val="00140467"/>
    <w:rsid w:val="00141D3B"/>
    <w:rsid w:val="00142096"/>
    <w:rsid w:val="001421CB"/>
    <w:rsid w:val="0014430C"/>
    <w:rsid w:val="00145CDF"/>
    <w:rsid w:val="001464F8"/>
    <w:rsid w:val="001500DA"/>
    <w:rsid w:val="001520F8"/>
    <w:rsid w:val="00152EF4"/>
    <w:rsid w:val="001546E8"/>
    <w:rsid w:val="001571F3"/>
    <w:rsid w:val="001574CF"/>
    <w:rsid w:val="00160249"/>
    <w:rsid w:val="00160E98"/>
    <w:rsid w:val="00161CFC"/>
    <w:rsid w:val="00164817"/>
    <w:rsid w:val="00164E09"/>
    <w:rsid w:val="001653F9"/>
    <w:rsid w:val="001667DA"/>
    <w:rsid w:val="00167477"/>
    <w:rsid w:val="00167C99"/>
    <w:rsid w:val="00177C16"/>
    <w:rsid w:val="00181D18"/>
    <w:rsid w:val="00182015"/>
    <w:rsid w:val="00182526"/>
    <w:rsid w:val="0018473B"/>
    <w:rsid w:val="00185FED"/>
    <w:rsid w:val="00187F5E"/>
    <w:rsid w:val="001908A6"/>
    <w:rsid w:val="001928F7"/>
    <w:rsid w:val="00192BE4"/>
    <w:rsid w:val="00194F9A"/>
    <w:rsid w:val="00195DDA"/>
    <w:rsid w:val="001A181C"/>
    <w:rsid w:val="001A1B6F"/>
    <w:rsid w:val="001A3FDD"/>
    <w:rsid w:val="001A7B3D"/>
    <w:rsid w:val="001B0CC0"/>
    <w:rsid w:val="001B30B3"/>
    <w:rsid w:val="001B3374"/>
    <w:rsid w:val="001B7884"/>
    <w:rsid w:val="001B79F5"/>
    <w:rsid w:val="001C0DDB"/>
    <w:rsid w:val="001C3586"/>
    <w:rsid w:val="001C38B9"/>
    <w:rsid w:val="001C415B"/>
    <w:rsid w:val="001C4523"/>
    <w:rsid w:val="001C4DD4"/>
    <w:rsid w:val="001C533C"/>
    <w:rsid w:val="001C6832"/>
    <w:rsid w:val="001D266F"/>
    <w:rsid w:val="001D3B25"/>
    <w:rsid w:val="001D3E7D"/>
    <w:rsid w:val="001D771A"/>
    <w:rsid w:val="001D7D45"/>
    <w:rsid w:val="001E102F"/>
    <w:rsid w:val="001E1DF8"/>
    <w:rsid w:val="001E213D"/>
    <w:rsid w:val="001E520D"/>
    <w:rsid w:val="001E59BE"/>
    <w:rsid w:val="001E65C5"/>
    <w:rsid w:val="001F1204"/>
    <w:rsid w:val="001F40F1"/>
    <w:rsid w:val="001F56E8"/>
    <w:rsid w:val="001F6458"/>
    <w:rsid w:val="001F78E0"/>
    <w:rsid w:val="001F7FCE"/>
    <w:rsid w:val="00202B60"/>
    <w:rsid w:val="002057E1"/>
    <w:rsid w:val="002064C6"/>
    <w:rsid w:val="00207F6D"/>
    <w:rsid w:val="00210E3F"/>
    <w:rsid w:val="002136C0"/>
    <w:rsid w:val="00213871"/>
    <w:rsid w:val="002146BF"/>
    <w:rsid w:val="00215771"/>
    <w:rsid w:val="002167EB"/>
    <w:rsid w:val="00217804"/>
    <w:rsid w:val="002209A2"/>
    <w:rsid w:val="00220B2E"/>
    <w:rsid w:val="00221252"/>
    <w:rsid w:val="00221B0E"/>
    <w:rsid w:val="00221CFE"/>
    <w:rsid w:val="00221F7D"/>
    <w:rsid w:val="00222362"/>
    <w:rsid w:val="00223BA0"/>
    <w:rsid w:val="00224BA4"/>
    <w:rsid w:val="00225370"/>
    <w:rsid w:val="00226C29"/>
    <w:rsid w:val="002279A9"/>
    <w:rsid w:val="00232626"/>
    <w:rsid w:val="00235EAD"/>
    <w:rsid w:val="00236D3C"/>
    <w:rsid w:val="0024000F"/>
    <w:rsid w:val="002411C8"/>
    <w:rsid w:val="002418E1"/>
    <w:rsid w:val="00241AE7"/>
    <w:rsid w:val="0024302F"/>
    <w:rsid w:val="00247837"/>
    <w:rsid w:val="00247BF9"/>
    <w:rsid w:val="00247F5E"/>
    <w:rsid w:val="00247FB1"/>
    <w:rsid w:val="00250103"/>
    <w:rsid w:val="00250175"/>
    <w:rsid w:val="00250990"/>
    <w:rsid w:val="00250AB7"/>
    <w:rsid w:val="00251D5B"/>
    <w:rsid w:val="002541F4"/>
    <w:rsid w:val="00254535"/>
    <w:rsid w:val="0025457F"/>
    <w:rsid w:val="00254A19"/>
    <w:rsid w:val="00255433"/>
    <w:rsid w:val="00255FEF"/>
    <w:rsid w:val="00256AE2"/>
    <w:rsid w:val="0025743E"/>
    <w:rsid w:val="002611DD"/>
    <w:rsid w:val="00264699"/>
    <w:rsid w:val="00265016"/>
    <w:rsid w:val="00265644"/>
    <w:rsid w:val="00267916"/>
    <w:rsid w:val="00267D3E"/>
    <w:rsid w:val="00270E4A"/>
    <w:rsid w:val="00272AB8"/>
    <w:rsid w:val="0027332F"/>
    <w:rsid w:val="00280D77"/>
    <w:rsid w:val="00282567"/>
    <w:rsid w:val="00283A10"/>
    <w:rsid w:val="002846E1"/>
    <w:rsid w:val="00287A1A"/>
    <w:rsid w:val="002905B3"/>
    <w:rsid w:val="002917B2"/>
    <w:rsid w:val="00292D8A"/>
    <w:rsid w:val="002949E0"/>
    <w:rsid w:val="00294F5E"/>
    <w:rsid w:val="002A1442"/>
    <w:rsid w:val="002A69C2"/>
    <w:rsid w:val="002A7658"/>
    <w:rsid w:val="002B35C3"/>
    <w:rsid w:val="002B3754"/>
    <w:rsid w:val="002B4054"/>
    <w:rsid w:val="002B7FBC"/>
    <w:rsid w:val="002C0A15"/>
    <w:rsid w:val="002C5D4F"/>
    <w:rsid w:val="002C6E10"/>
    <w:rsid w:val="002D00EE"/>
    <w:rsid w:val="002D1155"/>
    <w:rsid w:val="002D2E87"/>
    <w:rsid w:val="002D5439"/>
    <w:rsid w:val="002E72A7"/>
    <w:rsid w:val="002E76E5"/>
    <w:rsid w:val="002F0531"/>
    <w:rsid w:val="002F1EE7"/>
    <w:rsid w:val="002F5735"/>
    <w:rsid w:val="002F60A2"/>
    <w:rsid w:val="0030010A"/>
    <w:rsid w:val="003005DD"/>
    <w:rsid w:val="0030218A"/>
    <w:rsid w:val="00302D11"/>
    <w:rsid w:val="0030329E"/>
    <w:rsid w:val="00303ABA"/>
    <w:rsid w:val="00304FDA"/>
    <w:rsid w:val="003054FD"/>
    <w:rsid w:val="00306A9C"/>
    <w:rsid w:val="00310D7D"/>
    <w:rsid w:val="00313BF5"/>
    <w:rsid w:val="00315819"/>
    <w:rsid w:val="00330E35"/>
    <w:rsid w:val="00331402"/>
    <w:rsid w:val="00333D7D"/>
    <w:rsid w:val="003346C2"/>
    <w:rsid w:val="003350E3"/>
    <w:rsid w:val="00341DBE"/>
    <w:rsid w:val="00342724"/>
    <w:rsid w:val="003446DE"/>
    <w:rsid w:val="00346532"/>
    <w:rsid w:val="00346FA9"/>
    <w:rsid w:val="00353922"/>
    <w:rsid w:val="00354540"/>
    <w:rsid w:val="003559B4"/>
    <w:rsid w:val="00357782"/>
    <w:rsid w:val="0036170B"/>
    <w:rsid w:val="00362F26"/>
    <w:rsid w:val="003641D1"/>
    <w:rsid w:val="003663C1"/>
    <w:rsid w:val="003663DE"/>
    <w:rsid w:val="00366E8D"/>
    <w:rsid w:val="00367C82"/>
    <w:rsid w:val="00370DAF"/>
    <w:rsid w:val="00371482"/>
    <w:rsid w:val="0037320E"/>
    <w:rsid w:val="00375160"/>
    <w:rsid w:val="00377208"/>
    <w:rsid w:val="00377319"/>
    <w:rsid w:val="0037749D"/>
    <w:rsid w:val="003837C8"/>
    <w:rsid w:val="00383A5B"/>
    <w:rsid w:val="00383C64"/>
    <w:rsid w:val="00385B5A"/>
    <w:rsid w:val="0038650B"/>
    <w:rsid w:val="00386B4C"/>
    <w:rsid w:val="00387643"/>
    <w:rsid w:val="0038794A"/>
    <w:rsid w:val="00387C35"/>
    <w:rsid w:val="0039039E"/>
    <w:rsid w:val="0039456D"/>
    <w:rsid w:val="003955E8"/>
    <w:rsid w:val="003964E2"/>
    <w:rsid w:val="003A1CD5"/>
    <w:rsid w:val="003A21C7"/>
    <w:rsid w:val="003A3D85"/>
    <w:rsid w:val="003A45EE"/>
    <w:rsid w:val="003A57D5"/>
    <w:rsid w:val="003A7253"/>
    <w:rsid w:val="003B0627"/>
    <w:rsid w:val="003B6078"/>
    <w:rsid w:val="003B7046"/>
    <w:rsid w:val="003B7FAE"/>
    <w:rsid w:val="003D133B"/>
    <w:rsid w:val="003D15B0"/>
    <w:rsid w:val="003D1E76"/>
    <w:rsid w:val="003D715B"/>
    <w:rsid w:val="003E0735"/>
    <w:rsid w:val="003E19EC"/>
    <w:rsid w:val="003E2238"/>
    <w:rsid w:val="003E2913"/>
    <w:rsid w:val="003E30A9"/>
    <w:rsid w:val="003E3568"/>
    <w:rsid w:val="003E630D"/>
    <w:rsid w:val="003E70C8"/>
    <w:rsid w:val="003E7290"/>
    <w:rsid w:val="003E7C92"/>
    <w:rsid w:val="003F04F4"/>
    <w:rsid w:val="003F0F91"/>
    <w:rsid w:val="003F10F9"/>
    <w:rsid w:val="003F2B1F"/>
    <w:rsid w:val="003F470D"/>
    <w:rsid w:val="003F4E6F"/>
    <w:rsid w:val="003F68AB"/>
    <w:rsid w:val="00400543"/>
    <w:rsid w:val="004019E8"/>
    <w:rsid w:val="004033D5"/>
    <w:rsid w:val="00404C2D"/>
    <w:rsid w:val="004060EA"/>
    <w:rsid w:val="00410868"/>
    <w:rsid w:val="004111D5"/>
    <w:rsid w:val="00411669"/>
    <w:rsid w:val="00411FA3"/>
    <w:rsid w:val="00412410"/>
    <w:rsid w:val="0041375B"/>
    <w:rsid w:val="004146BA"/>
    <w:rsid w:val="00414CFA"/>
    <w:rsid w:val="00414FB9"/>
    <w:rsid w:val="00416228"/>
    <w:rsid w:val="00416644"/>
    <w:rsid w:val="00416A62"/>
    <w:rsid w:val="004217AA"/>
    <w:rsid w:val="004231CF"/>
    <w:rsid w:val="00423F97"/>
    <w:rsid w:val="00426651"/>
    <w:rsid w:val="00427837"/>
    <w:rsid w:val="004306F9"/>
    <w:rsid w:val="0043618A"/>
    <w:rsid w:val="0043654B"/>
    <w:rsid w:val="004378AC"/>
    <w:rsid w:val="00437D0E"/>
    <w:rsid w:val="0044023F"/>
    <w:rsid w:val="00440B9C"/>
    <w:rsid w:val="0044142B"/>
    <w:rsid w:val="00441479"/>
    <w:rsid w:val="004469B5"/>
    <w:rsid w:val="00452BFE"/>
    <w:rsid w:val="00455151"/>
    <w:rsid w:val="00455575"/>
    <w:rsid w:val="00457654"/>
    <w:rsid w:val="0046205D"/>
    <w:rsid w:val="00462CEC"/>
    <w:rsid w:val="00463E6C"/>
    <w:rsid w:val="00464523"/>
    <w:rsid w:val="00464E55"/>
    <w:rsid w:val="0046512C"/>
    <w:rsid w:val="004677F3"/>
    <w:rsid w:val="00467B4A"/>
    <w:rsid w:val="0047000E"/>
    <w:rsid w:val="00470685"/>
    <w:rsid w:val="00471A52"/>
    <w:rsid w:val="004727F7"/>
    <w:rsid w:val="00473767"/>
    <w:rsid w:val="00477808"/>
    <w:rsid w:val="00481FE1"/>
    <w:rsid w:val="0048262C"/>
    <w:rsid w:val="004826E2"/>
    <w:rsid w:val="00482C92"/>
    <w:rsid w:val="00483335"/>
    <w:rsid w:val="00484356"/>
    <w:rsid w:val="00484B33"/>
    <w:rsid w:val="00485BA8"/>
    <w:rsid w:val="00485D4A"/>
    <w:rsid w:val="00486F83"/>
    <w:rsid w:val="00491C1F"/>
    <w:rsid w:val="00494543"/>
    <w:rsid w:val="004A0DEC"/>
    <w:rsid w:val="004A23F9"/>
    <w:rsid w:val="004A2FCB"/>
    <w:rsid w:val="004A3792"/>
    <w:rsid w:val="004A4F1B"/>
    <w:rsid w:val="004A6A83"/>
    <w:rsid w:val="004A6B0F"/>
    <w:rsid w:val="004B010D"/>
    <w:rsid w:val="004B09C7"/>
    <w:rsid w:val="004B1BE9"/>
    <w:rsid w:val="004B28FD"/>
    <w:rsid w:val="004B29C2"/>
    <w:rsid w:val="004B2FB4"/>
    <w:rsid w:val="004B53B2"/>
    <w:rsid w:val="004B7056"/>
    <w:rsid w:val="004B73AC"/>
    <w:rsid w:val="004B7D08"/>
    <w:rsid w:val="004C1CDC"/>
    <w:rsid w:val="004C3366"/>
    <w:rsid w:val="004C56E3"/>
    <w:rsid w:val="004C5DA0"/>
    <w:rsid w:val="004C6C5D"/>
    <w:rsid w:val="004C7695"/>
    <w:rsid w:val="004D0C07"/>
    <w:rsid w:val="004D27F5"/>
    <w:rsid w:val="004D3FE2"/>
    <w:rsid w:val="004D5400"/>
    <w:rsid w:val="004D5523"/>
    <w:rsid w:val="004D7246"/>
    <w:rsid w:val="004D73DA"/>
    <w:rsid w:val="004D7748"/>
    <w:rsid w:val="004E306C"/>
    <w:rsid w:val="004E70CB"/>
    <w:rsid w:val="004F0FBC"/>
    <w:rsid w:val="004F2AE6"/>
    <w:rsid w:val="004F667D"/>
    <w:rsid w:val="004F723E"/>
    <w:rsid w:val="004F736C"/>
    <w:rsid w:val="004F7F11"/>
    <w:rsid w:val="00501A3D"/>
    <w:rsid w:val="005028FB"/>
    <w:rsid w:val="00504756"/>
    <w:rsid w:val="0050578C"/>
    <w:rsid w:val="0050658E"/>
    <w:rsid w:val="0050698D"/>
    <w:rsid w:val="0051144A"/>
    <w:rsid w:val="00511ABC"/>
    <w:rsid w:val="00513A0E"/>
    <w:rsid w:val="00514413"/>
    <w:rsid w:val="0051525D"/>
    <w:rsid w:val="00516610"/>
    <w:rsid w:val="00517732"/>
    <w:rsid w:val="00517FB8"/>
    <w:rsid w:val="00521F00"/>
    <w:rsid w:val="00523E98"/>
    <w:rsid w:val="0052498A"/>
    <w:rsid w:val="00524DEC"/>
    <w:rsid w:val="005275A5"/>
    <w:rsid w:val="00530B90"/>
    <w:rsid w:val="00533614"/>
    <w:rsid w:val="00533921"/>
    <w:rsid w:val="00534108"/>
    <w:rsid w:val="00535814"/>
    <w:rsid w:val="005366DA"/>
    <w:rsid w:val="00537490"/>
    <w:rsid w:val="00537B4C"/>
    <w:rsid w:val="00540C45"/>
    <w:rsid w:val="0054283A"/>
    <w:rsid w:val="005436F1"/>
    <w:rsid w:val="00543C82"/>
    <w:rsid w:val="005443F1"/>
    <w:rsid w:val="00545546"/>
    <w:rsid w:val="00546795"/>
    <w:rsid w:val="00546D3C"/>
    <w:rsid w:val="00551716"/>
    <w:rsid w:val="00551F66"/>
    <w:rsid w:val="005543AC"/>
    <w:rsid w:val="0055564F"/>
    <w:rsid w:val="0055569B"/>
    <w:rsid w:val="00557373"/>
    <w:rsid w:val="005573BA"/>
    <w:rsid w:val="005603EC"/>
    <w:rsid w:val="0056191A"/>
    <w:rsid w:val="00564567"/>
    <w:rsid w:val="005647FE"/>
    <w:rsid w:val="005704E0"/>
    <w:rsid w:val="005719B3"/>
    <w:rsid w:val="00572DB7"/>
    <w:rsid w:val="00573A10"/>
    <w:rsid w:val="00574B05"/>
    <w:rsid w:val="00575F1B"/>
    <w:rsid w:val="005763D8"/>
    <w:rsid w:val="00576B7A"/>
    <w:rsid w:val="005773CF"/>
    <w:rsid w:val="00582204"/>
    <w:rsid w:val="005840DF"/>
    <w:rsid w:val="00584197"/>
    <w:rsid w:val="005878F2"/>
    <w:rsid w:val="0059098D"/>
    <w:rsid w:val="00591A3C"/>
    <w:rsid w:val="00594BD5"/>
    <w:rsid w:val="00594F24"/>
    <w:rsid w:val="00595890"/>
    <w:rsid w:val="00597286"/>
    <w:rsid w:val="00597801"/>
    <w:rsid w:val="005A01E3"/>
    <w:rsid w:val="005A100D"/>
    <w:rsid w:val="005A1221"/>
    <w:rsid w:val="005A13FF"/>
    <w:rsid w:val="005A2626"/>
    <w:rsid w:val="005A4A70"/>
    <w:rsid w:val="005B2141"/>
    <w:rsid w:val="005B3266"/>
    <w:rsid w:val="005B3D23"/>
    <w:rsid w:val="005B4DC8"/>
    <w:rsid w:val="005B75AD"/>
    <w:rsid w:val="005C03C6"/>
    <w:rsid w:val="005C2E09"/>
    <w:rsid w:val="005C3839"/>
    <w:rsid w:val="005C4390"/>
    <w:rsid w:val="005C6A7E"/>
    <w:rsid w:val="005C7ED7"/>
    <w:rsid w:val="005D319E"/>
    <w:rsid w:val="005D35B7"/>
    <w:rsid w:val="005D38DF"/>
    <w:rsid w:val="005D428E"/>
    <w:rsid w:val="005D653F"/>
    <w:rsid w:val="005D7F8B"/>
    <w:rsid w:val="005E34AD"/>
    <w:rsid w:val="005E46C7"/>
    <w:rsid w:val="005E483C"/>
    <w:rsid w:val="005E69ED"/>
    <w:rsid w:val="005E73F6"/>
    <w:rsid w:val="005F0CF5"/>
    <w:rsid w:val="006013D8"/>
    <w:rsid w:val="006014F6"/>
    <w:rsid w:val="0060317F"/>
    <w:rsid w:val="0060708A"/>
    <w:rsid w:val="006176C8"/>
    <w:rsid w:val="006178F5"/>
    <w:rsid w:val="0062376F"/>
    <w:rsid w:val="00623BD1"/>
    <w:rsid w:val="00624186"/>
    <w:rsid w:val="00624526"/>
    <w:rsid w:val="0062548B"/>
    <w:rsid w:val="00627767"/>
    <w:rsid w:val="006303C8"/>
    <w:rsid w:val="00631772"/>
    <w:rsid w:val="00636BB9"/>
    <w:rsid w:val="0064042F"/>
    <w:rsid w:val="00644F53"/>
    <w:rsid w:val="006461DD"/>
    <w:rsid w:val="00646EFC"/>
    <w:rsid w:val="00647633"/>
    <w:rsid w:val="0065032E"/>
    <w:rsid w:val="00650688"/>
    <w:rsid w:val="006508D4"/>
    <w:rsid w:val="006510CC"/>
    <w:rsid w:val="00651234"/>
    <w:rsid w:val="006513AF"/>
    <w:rsid w:val="00652491"/>
    <w:rsid w:val="00655A95"/>
    <w:rsid w:val="006561AD"/>
    <w:rsid w:val="00656AAB"/>
    <w:rsid w:val="00657AB8"/>
    <w:rsid w:val="00661554"/>
    <w:rsid w:val="0066221A"/>
    <w:rsid w:val="0066299E"/>
    <w:rsid w:val="0066623E"/>
    <w:rsid w:val="00671AFB"/>
    <w:rsid w:val="00674D06"/>
    <w:rsid w:val="00676BED"/>
    <w:rsid w:val="0068188B"/>
    <w:rsid w:val="00681D5D"/>
    <w:rsid w:val="006822B7"/>
    <w:rsid w:val="0068252C"/>
    <w:rsid w:val="006830CD"/>
    <w:rsid w:val="006832EC"/>
    <w:rsid w:val="00684D88"/>
    <w:rsid w:val="00690A66"/>
    <w:rsid w:val="00691BC5"/>
    <w:rsid w:val="00694501"/>
    <w:rsid w:val="00695A78"/>
    <w:rsid w:val="00695EB3"/>
    <w:rsid w:val="006A533E"/>
    <w:rsid w:val="006A64FF"/>
    <w:rsid w:val="006A7256"/>
    <w:rsid w:val="006B14A4"/>
    <w:rsid w:val="006B1CB1"/>
    <w:rsid w:val="006B3AB1"/>
    <w:rsid w:val="006B3D35"/>
    <w:rsid w:val="006B3E87"/>
    <w:rsid w:val="006B51A0"/>
    <w:rsid w:val="006B5BDE"/>
    <w:rsid w:val="006B5CD3"/>
    <w:rsid w:val="006B6F6D"/>
    <w:rsid w:val="006C169A"/>
    <w:rsid w:val="006C16A4"/>
    <w:rsid w:val="006C1A56"/>
    <w:rsid w:val="006C1ADD"/>
    <w:rsid w:val="006C1EAC"/>
    <w:rsid w:val="006C2E7C"/>
    <w:rsid w:val="006C3B78"/>
    <w:rsid w:val="006C7025"/>
    <w:rsid w:val="006C76C0"/>
    <w:rsid w:val="006D1E50"/>
    <w:rsid w:val="006D255B"/>
    <w:rsid w:val="006D2E1A"/>
    <w:rsid w:val="006D3BE5"/>
    <w:rsid w:val="006D3F9C"/>
    <w:rsid w:val="006D6640"/>
    <w:rsid w:val="006D7BC4"/>
    <w:rsid w:val="006E1EED"/>
    <w:rsid w:val="006E274A"/>
    <w:rsid w:val="006E3315"/>
    <w:rsid w:val="006E4420"/>
    <w:rsid w:val="006E49CA"/>
    <w:rsid w:val="006E4C23"/>
    <w:rsid w:val="006E4E85"/>
    <w:rsid w:val="006E7F4B"/>
    <w:rsid w:val="006F0FB6"/>
    <w:rsid w:val="006F1153"/>
    <w:rsid w:val="006F61E5"/>
    <w:rsid w:val="006F7899"/>
    <w:rsid w:val="00700FF6"/>
    <w:rsid w:val="00701E31"/>
    <w:rsid w:val="00707848"/>
    <w:rsid w:val="00712270"/>
    <w:rsid w:val="00712821"/>
    <w:rsid w:val="00715034"/>
    <w:rsid w:val="00717F11"/>
    <w:rsid w:val="00723B49"/>
    <w:rsid w:val="00725091"/>
    <w:rsid w:val="00725578"/>
    <w:rsid w:val="007262D8"/>
    <w:rsid w:val="00727A8D"/>
    <w:rsid w:val="00730B46"/>
    <w:rsid w:val="0073369C"/>
    <w:rsid w:val="00733C52"/>
    <w:rsid w:val="00740DB4"/>
    <w:rsid w:val="007414E0"/>
    <w:rsid w:val="00745B75"/>
    <w:rsid w:val="00750462"/>
    <w:rsid w:val="00750CF7"/>
    <w:rsid w:val="00751FD2"/>
    <w:rsid w:val="00752A28"/>
    <w:rsid w:val="00754966"/>
    <w:rsid w:val="00756502"/>
    <w:rsid w:val="00756AC5"/>
    <w:rsid w:val="00756CEB"/>
    <w:rsid w:val="00764F72"/>
    <w:rsid w:val="00765821"/>
    <w:rsid w:val="007670FB"/>
    <w:rsid w:val="00767633"/>
    <w:rsid w:val="00771466"/>
    <w:rsid w:val="0077305D"/>
    <w:rsid w:val="007802A5"/>
    <w:rsid w:val="00780891"/>
    <w:rsid w:val="007836A1"/>
    <w:rsid w:val="0078684C"/>
    <w:rsid w:val="00792068"/>
    <w:rsid w:val="007931BE"/>
    <w:rsid w:val="00795E16"/>
    <w:rsid w:val="00795F89"/>
    <w:rsid w:val="007A249C"/>
    <w:rsid w:val="007A34F0"/>
    <w:rsid w:val="007A3BB2"/>
    <w:rsid w:val="007A4738"/>
    <w:rsid w:val="007A55CA"/>
    <w:rsid w:val="007A6988"/>
    <w:rsid w:val="007A6CAD"/>
    <w:rsid w:val="007A7828"/>
    <w:rsid w:val="007B120F"/>
    <w:rsid w:val="007B2563"/>
    <w:rsid w:val="007B3F1D"/>
    <w:rsid w:val="007B53C4"/>
    <w:rsid w:val="007B729B"/>
    <w:rsid w:val="007C0C27"/>
    <w:rsid w:val="007C1D1D"/>
    <w:rsid w:val="007C22F5"/>
    <w:rsid w:val="007C2355"/>
    <w:rsid w:val="007C4692"/>
    <w:rsid w:val="007C5A4C"/>
    <w:rsid w:val="007C5C4F"/>
    <w:rsid w:val="007C784A"/>
    <w:rsid w:val="007C79D7"/>
    <w:rsid w:val="007D02C9"/>
    <w:rsid w:val="007D093F"/>
    <w:rsid w:val="007D3DBD"/>
    <w:rsid w:val="007D5344"/>
    <w:rsid w:val="007E0DBF"/>
    <w:rsid w:val="007E1A0F"/>
    <w:rsid w:val="007E2490"/>
    <w:rsid w:val="007E2F3A"/>
    <w:rsid w:val="007E41ED"/>
    <w:rsid w:val="007E6257"/>
    <w:rsid w:val="007E64F0"/>
    <w:rsid w:val="007E6716"/>
    <w:rsid w:val="007E6E02"/>
    <w:rsid w:val="007F2B3D"/>
    <w:rsid w:val="007F3E01"/>
    <w:rsid w:val="007F4778"/>
    <w:rsid w:val="007F57A2"/>
    <w:rsid w:val="007F609C"/>
    <w:rsid w:val="007F61B2"/>
    <w:rsid w:val="007F6CCC"/>
    <w:rsid w:val="007F6D9B"/>
    <w:rsid w:val="007F72E1"/>
    <w:rsid w:val="007F7DD4"/>
    <w:rsid w:val="00800697"/>
    <w:rsid w:val="0080203D"/>
    <w:rsid w:val="00802281"/>
    <w:rsid w:val="0080399D"/>
    <w:rsid w:val="00812209"/>
    <w:rsid w:val="00816DCC"/>
    <w:rsid w:val="00822864"/>
    <w:rsid w:val="00824055"/>
    <w:rsid w:val="00825490"/>
    <w:rsid w:val="00830486"/>
    <w:rsid w:val="00831F81"/>
    <w:rsid w:val="00832B60"/>
    <w:rsid w:val="008333DE"/>
    <w:rsid w:val="008342A4"/>
    <w:rsid w:val="00834461"/>
    <w:rsid w:val="00834A67"/>
    <w:rsid w:val="00834B3B"/>
    <w:rsid w:val="00834D23"/>
    <w:rsid w:val="00836AD0"/>
    <w:rsid w:val="008379F5"/>
    <w:rsid w:val="00837BE1"/>
    <w:rsid w:val="00841DF4"/>
    <w:rsid w:val="00842628"/>
    <w:rsid w:val="008426F6"/>
    <w:rsid w:val="0084447C"/>
    <w:rsid w:val="00844F26"/>
    <w:rsid w:val="008453B2"/>
    <w:rsid w:val="0084551B"/>
    <w:rsid w:val="0084568D"/>
    <w:rsid w:val="008505B0"/>
    <w:rsid w:val="00850DF2"/>
    <w:rsid w:val="00851044"/>
    <w:rsid w:val="00852CA8"/>
    <w:rsid w:val="00852CF4"/>
    <w:rsid w:val="0085698B"/>
    <w:rsid w:val="00856CD0"/>
    <w:rsid w:val="00862326"/>
    <w:rsid w:val="0086259E"/>
    <w:rsid w:val="0086266F"/>
    <w:rsid w:val="00865105"/>
    <w:rsid w:val="0086688E"/>
    <w:rsid w:val="00866C0A"/>
    <w:rsid w:val="008704DE"/>
    <w:rsid w:val="008704E8"/>
    <w:rsid w:val="00872038"/>
    <w:rsid w:val="008735DF"/>
    <w:rsid w:val="0087415C"/>
    <w:rsid w:val="00877BA1"/>
    <w:rsid w:val="00882692"/>
    <w:rsid w:val="008830C9"/>
    <w:rsid w:val="00883CBF"/>
    <w:rsid w:val="00883F74"/>
    <w:rsid w:val="00884CFC"/>
    <w:rsid w:val="008852F8"/>
    <w:rsid w:val="00887F7B"/>
    <w:rsid w:val="00890A05"/>
    <w:rsid w:val="008913BB"/>
    <w:rsid w:val="0089350D"/>
    <w:rsid w:val="008941F5"/>
    <w:rsid w:val="00895C71"/>
    <w:rsid w:val="008A29FA"/>
    <w:rsid w:val="008A4714"/>
    <w:rsid w:val="008A73AB"/>
    <w:rsid w:val="008B0BFB"/>
    <w:rsid w:val="008B1096"/>
    <w:rsid w:val="008B1147"/>
    <w:rsid w:val="008B1DB8"/>
    <w:rsid w:val="008B2B6B"/>
    <w:rsid w:val="008C1DAA"/>
    <w:rsid w:val="008C4FEB"/>
    <w:rsid w:val="008C68F5"/>
    <w:rsid w:val="008C7E9B"/>
    <w:rsid w:val="008C7EB3"/>
    <w:rsid w:val="008D020A"/>
    <w:rsid w:val="008D1197"/>
    <w:rsid w:val="008D20CA"/>
    <w:rsid w:val="008D2841"/>
    <w:rsid w:val="008E255E"/>
    <w:rsid w:val="008E34D3"/>
    <w:rsid w:val="008E3701"/>
    <w:rsid w:val="008E4031"/>
    <w:rsid w:val="008F2428"/>
    <w:rsid w:val="008F27E3"/>
    <w:rsid w:val="008F5314"/>
    <w:rsid w:val="008F5994"/>
    <w:rsid w:val="008F6103"/>
    <w:rsid w:val="008F68B1"/>
    <w:rsid w:val="00900529"/>
    <w:rsid w:val="00900F39"/>
    <w:rsid w:val="00901DE6"/>
    <w:rsid w:val="009029DD"/>
    <w:rsid w:val="009037B8"/>
    <w:rsid w:val="009055C1"/>
    <w:rsid w:val="00910C1B"/>
    <w:rsid w:val="0091303E"/>
    <w:rsid w:val="00913B89"/>
    <w:rsid w:val="00915EB6"/>
    <w:rsid w:val="00916050"/>
    <w:rsid w:val="00916E32"/>
    <w:rsid w:val="00916F95"/>
    <w:rsid w:val="009216C8"/>
    <w:rsid w:val="0092203E"/>
    <w:rsid w:val="009264CB"/>
    <w:rsid w:val="00926F67"/>
    <w:rsid w:val="00927D63"/>
    <w:rsid w:val="009312BD"/>
    <w:rsid w:val="009353F4"/>
    <w:rsid w:val="0094162E"/>
    <w:rsid w:val="00941D1C"/>
    <w:rsid w:val="00941D66"/>
    <w:rsid w:val="0094218A"/>
    <w:rsid w:val="00944011"/>
    <w:rsid w:val="00944943"/>
    <w:rsid w:val="00944D3A"/>
    <w:rsid w:val="00945A03"/>
    <w:rsid w:val="00945EFD"/>
    <w:rsid w:val="009468E0"/>
    <w:rsid w:val="00947773"/>
    <w:rsid w:val="0095084A"/>
    <w:rsid w:val="00953209"/>
    <w:rsid w:val="00953867"/>
    <w:rsid w:val="00955B9F"/>
    <w:rsid w:val="00956021"/>
    <w:rsid w:val="00961E52"/>
    <w:rsid w:val="00962558"/>
    <w:rsid w:val="00962EDF"/>
    <w:rsid w:val="009657AC"/>
    <w:rsid w:val="009704F3"/>
    <w:rsid w:val="00973A05"/>
    <w:rsid w:val="00975F21"/>
    <w:rsid w:val="00977217"/>
    <w:rsid w:val="00977435"/>
    <w:rsid w:val="00981AD2"/>
    <w:rsid w:val="00991687"/>
    <w:rsid w:val="0099353D"/>
    <w:rsid w:val="00993934"/>
    <w:rsid w:val="00993C57"/>
    <w:rsid w:val="00993DA1"/>
    <w:rsid w:val="00993EB9"/>
    <w:rsid w:val="00993F94"/>
    <w:rsid w:val="00996660"/>
    <w:rsid w:val="0099751A"/>
    <w:rsid w:val="009A09E6"/>
    <w:rsid w:val="009A0BB7"/>
    <w:rsid w:val="009A32CC"/>
    <w:rsid w:val="009A347A"/>
    <w:rsid w:val="009A48C1"/>
    <w:rsid w:val="009B0970"/>
    <w:rsid w:val="009B3BBF"/>
    <w:rsid w:val="009B55FD"/>
    <w:rsid w:val="009B7FE2"/>
    <w:rsid w:val="009C1025"/>
    <w:rsid w:val="009C276A"/>
    <w:rsid w:val="009C67C9"/>
    <w:rsid w:val="009D304F"/>
    <w:rsid w:val="009D341C"/>
    <w:rsid w:val="009D484C"/>
    <w:rsid w:val="009D54E1"/>
    <w:rsid w:val="009E03C3"/>
    <w:rsid w:val="009E0578"/>
    <w:rsid w:val="009E1FDF"/>
    <w:rsid w:val="009E205A"/>
    <w:rsid w:val="009E3081"/>
    <w:rsid w:val="009E3D3D"/>
    <w:rsid w:val="009E5AFF"/>
    <w:rsid w:val="009E6118"/>
    <w:rsid w:val="009E6120"/>
    <w:rsid w:val="009E77EE"/>
    <w:rsid w:val="009F02BC"/>
    <w:rsid w:val="009F0CC8"/>
    <w:rsid w:val="009F1768"/>
    <w:rsid w:val="009F1DA9"/>
    <w:rsid w:val="009F2B1E"/>
    <w:rsid w:val="009F3969"/>
    <w:rsid w:val="009F524A"/>
    <w:rsid w:val="009F5B91"/>
    <w:rsid w:val="009F60BE"/>
    <w:rsid w:val="00A0107A"/>
    <w:rsid w:val="00A01C61"/>
    <w:rsid w:val="00A0395F"/>
    <w:rsid w:val="00A0679A"/>
    <w:rsid w:val="00A0756F"/>
    <w:rsid w:val="00A105BC"/>
    <w:rsid w:val="00A11BF8"/>
    <w:rsid w:val="00A12FAD"/>
    <w:rsid w:val="00A13668"/>
    <w:rsid w:val="00A1398E"/>
    <w:rsid w:val="00A15E4C"/>
    <w:rsid w:val="00A1687B"/>
    <w:rsid w:val="00A17F34"/>
    <w:rsid w:val="00A17FF9"/>
    <w:rsid w:val="00A201FF"/>
    <w:rsid w:val="00A2107F"/>
    <w:rsid w:val="00A213CF"/>
    <w:rsid w:val="00A21486"/>
    <w:rsid w:val="00A22FD3"/>
    <w:rsid w:val="00A2444F"/>
    <w:rsid w:val="00A24673"/>
    <w:rsid w:val="00A2540F"/>
    <w:rsid w:val="00A26BEF"/>
    <w:rsid w:val="00A27CB4"/>
    <w:rsid w:val="00A302D0"/>
    <w:rsid w:val="00A31823"/>
    <w:rsid w:val="00A31BD1"/>
    <w:rsid w:val="00A327DB"/>
    <w:rsid w:val="00A3361A"/>
    <w:rsid w:val="00A349B6"/>
    <w:rsid w:val="00A3563D"/>
    <w:rsid w:val="00A36CCF"/>
    <w:rsid w:val="00A40988"/>
    <w:rsid w:val="00A413DB"/>
    <w:rsid w:val="00A41C39"/>
    <w:rsid w:val="00A41CFB"/>
    <w:rsid w:val="00A44B26"/>
    <w:rsid w:val="00A4696B"/>
    <w:rsid w:val="00A4780F"/>
    <w:rsid w:val="00A50AFB"/>
    <w:rsid w:val="00A51458"/>
    <w:rsid w:val="00A52B84"/>
    <w:rsid w:val="00A53C60"/>
    <w:rsid w:val="00A54D6B"/>
    <w:rsid w:val="00A601C4"/>
    <w:rsid w:val="00A63A96"/>
    <w:rsid w:val="00A65D17"/>
    <w:rsid w:val="00A66B3E"/>
    <w:rsid w:val="00A67F2B"/>
    <w:rsid w:val="00A7010E"/>
    <w:rsid w:val="00A70182"/>
    <w:rsid w:val="00A70FB1"/>
    <w:rsid w:val="00A720F2"/>
    <w:rsid w:val="00A729DC"/>
    <w:rsid w:val="00A72EC7"/>
    <w:rsid w:val="00A7377F"/>
    <w:rsid w:val="00A74BB7"/>
    <w:rsid w:val="00A76EA1"/>
    <w:rsid w:val="00A804B0"/>
    <w:rsid w:val="00A80A02"/>
    <w:rsid w:val="00A80CB6"/>
    <w:rsid w:val="00A824CD"/>
    <w:rsid w:val="00A82A4E"/>
    <w:rsid w:val="00A83185"/>
    <w:rsid w:val="00A83E5F"/>
    <w:rsid w:val="00A84990"/>
    <w:rsid w:val="00A86339"/>
    <w:rsid w:val="00A9434D"/>
    <w:rsid w:val="00A94751"/>
    <w:rsid w:val="00A9737C"/>
    <w:rsid w:val="00A97616"/>
    <w:rsid w:val="00A977C0"/>
    <w:rsid w:val="00AA032D"/>
    <w:rsid w:val="00AA0C1A"/>
    <w:rsid w:val="00AA3151"/>
    <w:rsid w:val="00AB09BE"/>
    <w:rsid w:val="00AB12D7"/>
    <w:rsid w:val="00AB1AEB"/>
    <w:rsid w:val="00AB1F1B"/>
    <w:rsid w:val="00AB346F"/>
    <w:rsid w:val="00AB3EB7"/>
    <w:rsid w:val="00AB5F03"/>
    <w:rsid w:val="00AB6961"/>
    <w:rsid w:val="00AB7196"/>
    <w:rsid w:val="00AC0210"/>
    <w:rsid w:val="00AC14A7"/>
    <w:rsid w:val="00AC165D"/>
    <w:rsid w:val="00AC2A98"/>
    <w:rsid w:val="00AC2B22"/>
    <w:rsid w:val="00AC463B"/>
    <w:rsid w:val="00AC5145"/>
    <w:rsid w:val="00AC5175"/>
    <w:rsid w:val="00AC5A8A"/>
    <w:rsid w:val="00AC5DE8"/>
    <w:rsid w:val="00AC60CD"/>
    <w:rsid w:val="00AD024F"/>
    <w:rsid w:val="00AD0AD7"/>
    <w:rsid w:val="00AD0AE6"/>
    <w:rsid w:val="00AD1E83"/>
    <w:rsid w:val="00AD307B"/>
    <w:rsid w:val="00AD3BDE"/>
    <w:rsid w:val="00AD4D0D"/>
    <w:rsid w:val="00AD51F1"/>
    <w:rsid w:val="00AD5202"/>
    <w:rsid w:val="00AD69DD"/>
    <w:rsid w:val="00AF081E"/>
    <w:rsid w:val="00AF1D75"/>
    <w:rsid w:val="00AF1F1D"/>
    <w:rsid w:val="00AF2C10"/>
    <w:rsid w:val="00AF2FEC"/>
    <w:rsid w:val="00AF7D84"/>
    <w:rsid w:val="00B00678"/>
    <w:rsid w:val="00B012AF"/>
    <w:rsid w:val="00B02235"/>
    <w:rsid w:val="00B02D77"/>
    <w:rsid w:val="00B047D1"/>
    <w:rsid w:val="00B06490"/>
    <w:rsid w:val="00B06497"/>
    <w:rsid w:val="00B0750E"/>
    <w:rsid w:val="00B100D8"/>
    <w:rsid w:val="00B10ACF"/>
    <w:rsid w:val="00B10F6A"/>
    <w:rsid w:val="00B11AE5"/>
    <w:rsid w:val="00B12287"/>
    <w:rsid w:val="00B1285C"/>
    <w:rsid w:val="00B12FA1"/>
    <w:rsid w:val="00B160E7"/>
    <w:rsid w:val="00B170EE"/>
    <w:rsid w:val="00B17480"/>
    <w:rsid w:val="00B175DC"/>
    <w:rsid w:val="00B1788D"/>
    <w:rsid w:val="00B17AF2"/>
    <w:rsid w:val="00B224B9"/>
    <w:rsid w:val="00B22CB1"/>
    <w:rsid w:val="00B2382D"/>
    <w:rsid w:val="00B244F7"/>
    <w:rsid w:val="00B24ABF"/>
    <w:rsid w:val="00B24D7E"/>
    <w:rsid w:val="00B24F99"/>
    <w:rsid w:val="00B2527C"/>
    <w:rsid w:val="00B25449"/>
    <w:rsid w:val="00B32613"/>
    <w:rsid w:val="00B33C64"/>
    <w:rsid w:val="00B33C6E"/>
    <w:rsid w:val="00B34E65"/>
    <w:rsid w:val="00B354D7"/>
    <w:rsid w:val="00B356D9"/>
    <w:rsid w:val="00B36B19"/>
    <w:rsid w:val="00B40E9B"/>
    <w:rsid w:val="00B44B2C"/>
    <w:rsid w:val="00B462A2"/>
    <w:rsid w:val="00B4771E"/>
    <w:rsid w:val="00B50F4C"/>
    <w:rsid w:val="00B514C0"/>
    <w:rsid w:val="00B55BBE"/>
    <w:rsid w:val="00B56A52"/>
    <w:rsid w:val="00B5742E"/>
    <w:rsid w:val="00B5746F"/>
    <w:rsid w:val="00B577BF"/>
    <w:rsid w:val="00B6060A"/>
    <w:rsid w:val="00B618B1"/>
    <w:rsid w:val="00B646DC"/>
    <w:rsid w:val="00B65515"/>
    <w:rsid w:val="00B66408"/>
    <w:rsid w:val="00B674C6"/>
    <w:rsid w:val="00B677BD"/>
    <w:rsid w:val="00B72824"/>
    <w:rsid w:val="00B72B53"/>
    <w:rsid w:val="00B74539"/>
    <w:rsid w:val="00B76277"/>
    <w:rsid w:val="00B80EE8"/>
    <w:rsid w:val="00B810BE"/>
    <w:rsid w:val="00B81E71"/>
    <w:rsid w:val="00B820FB"/>
    <w:rsid w:val="00B8234A"/>
    <w:rsid w:val="00B8310C"/>
    <w:rsid w:val="00B83934"/>
    <w:rsid w:val="00B8723B"/>
    <w:rsid w:val="00B87CF8"/>
    <w:rsid w:val="00B937E8"/>
    <w:rsid w:val="00B9536B"/>
    <w:rsid w:val="00B95B3B"/>
    <w:rsid w:val="00BA017D"/>
    <w:rsid w:val="00BA0B03"/>
    <w:rsid w:val="00BA1BD6"/>
    <w:rsid w:val="00BA36F6"/>
    <w:rsid w:val="00BA3A93"/>
    <w:rsid w:val="00BA4E6B"/>
    <w:rsid w:val="00BA54C2"/>
    <w:rsid w:val="00BB08A2"/>
    <w:rsid w:val="00BB0A1D"/>
    <w:rsid w:val="00BB0D0A"/>
    <w:rsid w:val="00BB37C2"/>
    <w:rsid w:val="00BB3E7F"/>
    <w:rsid w:val="00BB40F7"/>
    <w:rsid w:val="00BB667A"/>
    <w:rsid w:val="00BB72CD"/>
    <w:rsid w:val="00BB7622"/>
    <w:rsid w:val="00BC0167"/>
    <w:rsid w:val="00BC03C8"/>
    <w:rsid w:val="00BC1F98"/>
    <w:rsid w:val="00BC39C8"/>
    <w:rsid w:val="00BC5893"/>
    <w:rsid w:val="00BD32CE"/>
    <w:rsid w:val="00BD659A"/>
    <w:rsid w:val="00BD6B5C"/>
    <w:rsid w:val="00BD79C9"/>
    <w:rsid w:val="00BE08AC"/>
    <w:rsid w:val="00BE1769"/>
    <w:rsid w:val="00BE2E32"/>
    <w:rsid w:val="00BE585A"/>
    <w:rsid w:val="00BE62A8"/>
    <w:rsid w:val="00BF10E0"/>
    <w:rsid w:val="00BF1EAC"/>
    <w:rsid w:val="00BF219A"/>
    <w:rsid w:val="00BF38B2"/>
    <w:rsid w:val="00BF5724"/>
    <w:rsid w:val="00BF6BA4"/>
    <w:rsid w:val="00C007FB"/>
    <w:rsid w:val="00C01564"/>
    <w:rsid w:val="00C01999"/>
    <w:rsid w:val="00C02A90"/>
    <w:rsid w:val="00C02DA3"/>
    <w:rsid w:val="00C032A9"/>
    <w:rsid w:val="00C05930"/>
    <w:rsid w:val="00C05DCD"/>
    <w:rsid w:val="00C06D06"/>
    <w:rsid w:val="00C07A69"/>
    <w:rsid w:val="00C161C1"/>
    <w:rsid w:val="00C17913"/>
    <w:rsid w:val="00C208EF"/>
    <w:rsid w:val="00C23371"/>
    <w:rsid w:val="00C23CF1"/>
    <w:rsid w:val="00C25C4B"/>
    <w:rsid w:val="00C2720E"/>
    <w:rsid w:val="00C30828"/>
    <w:rsid w:val="00C319AC"/>
    <w:rsid w:val="00C37147"/>
    <w:rsid w:val="00C4069E"/>
    <w:rsid w:val="00C41216"/>
    <w:rsid w:val="00C434C7"/>
    <w:rsid w:val="00C449D9"/>
    <w:rsid w:val="00C45AFE"/>
    <w:rsid w:val="00C45ECB"/>
    <w:rsid w:val="00C46750"/>
    <w:rsid w:val="00C50851"/>
    <w:rsid w:val="00C509B4"/>
    <w:rsid w:val="00C50C91"/>
    <w:rsid w:val="00C50D1E"/>
    <w:rsid w:val="00C515F7"/>
    <w:rsid w:val="00C5544F"/>
    <w:rsid w:val="00C5550E"/>
    <w:rsid w:val="00C5740B"/>
    <w:rsid w:val="00C57A9F"/>
    <w:rsid w:val="00C6641D"/>
    <w:rsid w:val="00C67D35"/>
    <w:rsid w:val="00C709F2"/>
    <w:rsid w:val="00C724F4"/>
    <w:rsid w:val="00C73F38"/>
    <w:rsid w:val="00C77132"/>
    <w:rsid w:val="00C803C9"/>
    <w:rsid w:val="00C82FCC"/>
    <w:rsid w:val="00C841D1"/>
    <w:rsid w:val="00C85E0C"/>
    <w:rsid w:val="00C85F87"/>
    <w:rsid w:val="00C925D1"/>
    <w:rsid w:val="00C94A35"/>
    <w:rsid w:val="00CA0BB2"/>
    <w:rsid w:val="00CA12E2"/>
    <w:rsid w:val="00CA30AF"/>
    <w:rsid w:val="00CA4C61"/>
    <w:rsid w:val="00CA57EC"/>
    <w:rsid w:val="00CA65B8"/>
    <w:rsid w:val="00CA691F"/>
    <w:rsid w:val="00CA7583"/>
    <w:rsid w:val="00CB02C2"/>
    <w:rsid w:val="00CB1D11"/>
    <w:rsid w:val="00CB3702"/>
    <w:rsid w:val="00CB54E6"/>
    <w:rsid w:val="00CB664F"/>
    <w:rsid w:val="00CB74A2"/>
    <w:rsid w:val="00CC2F48"/>
    <w:rsid w:val="00CC3EDD"/>
    <w:rsid w:val="00CC48B8"/>
    <w:rsid w:val="00CC56AA"/>
    <w:rsid w:val="00CC5DB3"/>
    <w:rsid w:val="00CD1285"/>
    <w:rsid w:val="00CD15D9"/>
    <w:rsid w:val="00CD568B"/>
    <w:rsid w:val="00CD5A9A"/>
    <w:rsid w:val="00CD7794"/>
    <w:rsid w:val="00CE10BE"/>
    <w:rsid w:val="00CE179A"/>
    <w:rsid w:val="00CE24FE"/>
    <w:rsid w:val="00CE26F9"/>
    <w:rsid w:val="00CE2819"/>
    <w:rsid w:val="00CE47FE"/>
    <w:rsid w:val="00CE5A5E"/>
    <w:rsid w:val="00CE6A01"/>
    <w:rsid w:val="00CF1576"/>
    <w:rsid w:val="00CF2BC7"/>
    <w:rsid w:val="00D036FB"/>
    <w:rsid w:val="00D03B02"/>
    <w:rsid w:val="00D0404D"/>
    <w:rsid w:val="00D04FFA"/>
    <w:rsid w:val="00D070B0"/>
    <w:rsid w:val="00D075DC"/>
    <w:rsid w:val="00D11388"/>
    <w:rsid w:val="00D1176F"/>
    <w:rsid w:val="00D11EAF"/>
    <w:rsid w:val="00D13B42"/>
    <w:rsid w:val="00D21147"/>
    <w:rsid w:val="00D22ACD"/>
    <w:rsid w:val="00D25D94"/>
    <w:rsid w:val="00D27CC8"/>
    <w:rsid w:val="00D30261"/>
    <w:rsid w:val="00D33335"/>
    <w:rsid w:val="00D35CAA"/>
    <w:rsid w:val="00D36075"/>
    <w:rsid w:val="00D3639C"/>
    <w:rsid w:val="00D37B36"/>
    <w:rsid w:val="00D4038A"/>
    <w:rsid w:val="00D41507"/>
    <w:rsid w:val="00D422F3"/>
    <w:rsid w:val="00D422FE"/>
    <w:rsid w:val="00D42BF9"/>
    <w:rsid w:val="00D47BF1"/>
    <w:rsid w:val="00D50668"/>
    <w:rsid w:val="00D51706"/>
    <w:rsid w:val="00D5213F"/>
    <w:rsid w:val="00D52DF9"/>
    <w:rsid w:val="00D531CE"/>
    <w:rsid w:val="00D532B9"/>
    <w:rsid w:val="00D5393C"/>
    <w:rsid w:val="00D53E98"/>
    <w:rsid w:val="00D66A29"/>
    <w:rsid w:val="00D6749A"/>
    <w:rsid w:val="00D6793C"/>
    <w:rsid w:val="00D71F0C"/>
    <w:rsid w:val="00D720B5"/>
    <w:rsid w:val="00D770A3"/>
    <w:rsid w:val="00D7747E"/>
    <w:rsid w:val="00D779AA"/>
    <w:rsid w:val="00D77ACA"/>
    <w:rsid w:val="00D77BCF"/>
    <w:rsid w:val="00D81077"/>
    <w:rsid w:val="00D83F0C"/>
    <w:rsid w:val="00D8584C"/>
    <w:rsid w:val="00D90337"/>
    <w:rsid w:val="00D92F47"/>
    <w:rsid w:val="00D94845"/>
    <w:rsid w:val="00D95023"/>
    <w:rsid w:val="00D966A5"/>
    <w:rsid w:val="00D978A2"/>
    <w:rsid w:val="00D97AC8"/>
    <w:rsid w:val="00DA2B2F"/>
    <w:rsid w:val="00DB21EC"/>
    <w:rsid w:val="00DB4A33"/>
    <w:rsid w:val="00DB4E02"/>
    <w:rsid w:val="00DB5C4A"/>
    <w:rsid w:val="00DB64A4"/>
    <w:rsid w:val="00DC2F41"/>
    <w:rsid w:val="00DC54E3"/>
    <w:rsid w:val="00DC6A83"/>
    <w:rsid w:val="00DD0220"/>
    <w:rsid w:val="00DD5E88"/>
    <w:rsid w:val="00DE095F"/>
    <w:rsid w:val="00DE0F19"/>
    <w:rsid w:val="00DE142A"/>
    <w:rsid w:val="00DE1487"/>
    <w:rsid w:val="00DE29B3"/>
    <w:rsid w:val="00DE3108"/>
    <w:rsid w:val="00DE3219"/>
    <w:rsid w:val="00DE5BC3"/>
    <w:rsid w:val="00DE5C83"/>
    <w:rsid w:val="00DE5FD4"/>
    <w:rsid w:val="00DE6328"/>
    <w:rsid w:val="00DF1B24"/>
    <w:rsid w:val="00DF21AB"/>
    <w:rsid w:val="00DF3963"/>
    <w:rsid w:val="00DF54C3"/>
    <w:rsid w:val="00DF70E6"/>
    <w:rsid w:val="00DF7B67"/>
    <w:rsid w:val="00E020CB"/>
    <w:rsid w:val="00E048D9"/>
    <w:rsid w:val="00E04FA0"/>
    <w:rsid w:val="00E05A25"/>
    <w:rsid w:val="00E0648F"/>
    <w:rsid w:val="00E103EC"/>
    <w:rsid w:val="00E13966"/>
    <w:rsid w:val="00E14299"/>
    <w:rsid w:val="00E152CB"/>
    <w:rsid w:val="00E24850"/>
    <w:rsid w:val="00E248A1"/>
    <w:rsid w:val="00E24CEA"/>
    <w:rsid w:val="00E24F40"/>
    <w:rsid w:val="00E2740D"/>
    <w:rsid w:val="00E27FF3"/>
    <w:rsid w:val="00E30DEB"/>
    <w:rsid w:val="00E3161F"/>
    <w:rsid w:val="00E3352E"/>
    <w:rsid w:val="00E33C7A"/>
    <w:rsid w:val="00E34C3A"/>
    <w:rsid w:val="00E350E5"/>
    <w:rsid w:val="00E3666D"/>
    <w:rsid w:val="00E36A63"/>
    <w:rsid w:val="00E40903"/>
    <w:rsid w:val="00E40D2C"/>
    <w:rsid w:val="00E41217"/>
    <w:rsid w:val="00E424DB"/>
    <w:rsid w:val="00E437BF"/>
    <w:rsid w:val="00E4522D"/>
    <w:rsid w:val="00E45EDF"/>
    <w:rsid w:val="00E463BF"/>
    <w:rsid w:val="00E51C8B"/>
    <w:rsid w:val="00E52AEE"/>
    <w:rsid w:val="00E53809"/>
    <w:rsid w:val="00E564FD"/>
    <w:rsid w:val="00E609E9"/>
    <w:rsid w:val="00E6124B"/>
    <w:rsid w:val="00E67899"/>
    <w:rsid w:val="00E67DDA"/>
    <w:rsid w:val="00E7037E"/>
    <w:rsid w:val="00E72BD6"/>
    <w:rsid w:val="00E72D5F"/>
    <w:rsid w:val="00E73437"/>
    <w:rsid w:val="00E73B3B"/>
    <w:rsid w:val="00E75BC5"/>
    <w:rsid w:val="00E802CC"/>
    <w:rsid w:val="00E8096A"/>
    <w:rsid w:val="00E820C4"/>
    <w:rsid w:val="00E82817"/>
    <w:rsid w:val="00E83420"/>
    <w:rsid w:val="00E83B85"/>
    <w:rsid w:val="00E84591"/>
    <w:rsid w:val="00E85919"/>
    <w:rsid w:val="00E863CF"/>
    <w:rsid w:val="00E93B5A"/>
    <w:rsid w:val="00E940A4"/>
    <w:rsid w:val="00E94983"/>
    <w:rsid w:val="00E94C56"/>
    <w:rsid w:val="00E975A7"/>
    <w:rsid w:val="00EA0539"/>
    <w:rsid w:val="00EA1753"/>
    <w:rsid w:val="00EA1CF6"/>
    <w:rsid w:val="00EA42EE"/>
    <w:rsid w:val="00EA5BA3"/>
    <w:rsid w:val="00EA62A3"/>
    <w:rsid w:val="00EA7C57"/>
    <w:rsid w:val="00EB1A00"/>
    <w:rsid w:val="00EB69D6"/>
    <w:rsid w:val="00EB6EC1"/>
    <w:rsid w:val="00EB702D"/>
    <w:rsid w:val="00EB7B92"/>
    <w:rsid w:val="00EB7C01"/>
    <w:rsid w:val="00EC1537"/>
    <w:rsid w:val="00EC7978"/>
    <w:rsid w:val="00EC7F17"/>
    <w:rsid w:val="00ED175B"/>
    <w:rsid w:val="00ED34A2"/>
    <w:rsid w:val="00ED5EE1"/>
    <w:rsid w:val="00ED6C4B"/>
    <w:rsid w:val="00ED76C0"/>
    <w:rsid w:val="00EE221D"/>
    <w:rsid w:val="00EE2918"/>
    <w:rsid w:val="00EE3735"/>
    <w:rsid w:val="00EE4CEA"/>
    <w:rsid w:val="00EF0865"/>
    <w:rsid w:val="00EF6F4E"/>
    <w:rsid w:val="00F00559"/>
    <w:rsid w:val="00F0169A"/>
    <w:rsid w:val="00F01C62"/>
    <w:rsid w:val="00F037DD"/>
    <w:rsid w:val="00F05BE7"/>
    <w:rsid w:val="00F05D03"/>
    <w:rsid w:val="00F061A5"/>
    <w:rsid w:val="00F061AC"/>
    <w:rsid w:val="00F067B5"/>
    <w:rsid w:val="00F1045F"/>
    <w:rsid w:val="00F1058E"/>
    <w:rsid w:val="00F139AC"/>
    <w:rsid w:val="00F14759"/>
    <w:rsid w:val="00F21FE3"/>
    <w:rsid w:val="00F22D96"/>
    <w:rsid w:val="00F22FD3"/>
    <w:rsid w:val="00F248BF"/>
    <w:rsid w:val="00F25183"/>
    <w:rsid w:val="00F25FD2"/>
    <w:rsid w:val="00F314C8"/>
    <w:rsid w:val="00F3226D"/>
    <w:rsid w:val="00F32640"/>
    <w:rsid w:val="00F35864"/>
    <w:rsid w:val="00F363E1"/>
    <w:rsid w:val="00F36EAA"/>
    <w:rsid w:val="00F4443A"/>
    <w:rsid w:val="00F44FF1"/>
    <w:rsid w:val="00F45B91"/>
    <w:rsid w:val="00F45E5A"/>
    <w:rsid w:val="00F50745"/>
    <w:rsid w:val="00F51520"/>
    <w:rsid w:val="00F52640"/>
    <w:rsid w:val="00F545A6"/>
    <w:rsid w:val="00F54A52"/>
    <w:rsid w:val="00F5526A"/>
    <w:rsid w:val="00F56AC2"/>
    <w:rsid w:val="00F63068"/>
    <w:rsid w:val="00F654E2"/>
    <w:rsid w:val="00F66284"/>
    <w:rsid w:val="00F66CF6"/>
    <w:rsid w:val="00F67991"/>
    <w:rsid w:val="00F731E9"/>
    <w:rsid w:val="00F75291"/>
    <w:rsid w:val="00F75C1B"/>
    <w:rsid w:val="00F805E8"/>
    <w:rsid w:val="00F80A57"/>
    <w:rsid w:val="00F825C1"/>
    <w:rsid w:val="00F838C0"/>
    <w:rsid w:val="00F84C84"/>
    <w:rsid w:val="00F85595"/>
    <w:rsid w:val="00F85C2D"/>
    <w:rsid w:val="00F86FDA"/>
    <w:rsid w:val="00F914FB"/>
    <w:rsid w:val="00F93B46"/>
    <w:rsid w:val="00F94ED9"/>
    <w:rsid w:val="00F9553A"/>
    <w:rsid w:val="00FA168B"/>
    <w:rsid w:val="00FA1FF1"/>
    <w:rsid w:val="00FA21E3"/>
    <w:rsid w:val="00FA2DA4"/>
    <w:rsid w:val="00FA5A85"/>
    <w:rsid w:val="00FA6059"/>
    <w:rsid w:val="00FA6392"/>
    <w:rsid w:val="00FB01D8"/>
    <w:rsid w:val="00FB0B45"/>
    <w:rsid w:val="00FB54B3"/>
    <w:rsid w:val="00FC2518"/>
    <w:rsid w:val="00FC2B04"/>
    <w:rsid w:val="00FC5A23"/>
    <w:rsid w:val="00FC6032"/>
    <w:rsid w:val="00FD11C3"/>
    <w:rsid w:val="00FD3C8E"/>
    <w:rsid w:val="00FD58F9"/>
    <w:rsid w:val="00FE2312"/>
    <w:rsid w:val="00FE3AC6"/>
    <w:rsid w:val="00FE3FBA"/>
    <w:rsid w:val="00FE47F8"/>
    <w:rsid w:val="00FE5900"/>
    <w:rsid w:val="00FE6FA0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C597B3E"/>
  <w15:chartTrackingRefBased/>
  <w15:docId w15:val="{A7364AB7-BFE5-43E0-9226-D13B8054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33E"/>
    <w:pPr>
      <w:jc w:val="both"/>
    </w:pPr>
    <w:rPr>
      <w:rFonts w:ascii="Verdana" w:hAnsi="Verdana"/>
    </w:rPr>
  </w:style>
  <w:style w:type="paragraph" w:styleId="Ttulo1">
    <w:name w:val="heading 1"/>
    <w:basedOn w:val="Normal"/>
    <w:next w:val="Normal"/>
    <w:link w:val="Ttulo1Char"/>
    <w:qFormat/>
    <w:rsid w:val="00D83F0C"/>
    <w:pPr>
      <w:keepNext/>
      <w:spacing w:before="600" w:after="240"/>
      <w:outlineLvl w:val="0"/>
    </w:pPr>
    <w:rPr>
      <w:b/>
      <w:kern w:val="28"/>
    </w:rPr>
  </w:style>
  <w:style w:type="paragraph" w:styleId="Ttulo2">
    <w:name w:val="heading 2"/>
    <w:aliases w:val="Título 2 DCAC"/>
    <w:basedOn w:val="Normal"/>
    <w:next w:val="Normal"/>
    <w:link w:val="Ttulo2Char"/>
    <w:qFormat/>
    <w:rsid w:val="000167D1"/>
    <w:pPr>
      <w:numPr>
        <w:numId w:val="9"/>
      </w:numPr>
      <w:spacing w:before="12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4B7056"/>
    <w:pPr>
      <w:keepNext/>
      <w:numPr>
        <w:ilvl w:val="2"/>
        <w:numId w:val="14"/>
      </w:numPr>
      <w:spacing w:before="360" w:after="60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044740"/>
    <w:pPr>
      <w:keepNext/>
      <w:spacing w:before="360" w:after="120"/>
      <w:ind w:right="74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065206"/>
    <w:pPr>
      <w:keepNext/>
      <w:widowControl w:val="0"/>
      <w:tabs>
        <w:tab w:val="left" w:pos="0"/>
        <w:tab w:val="left" w:pos="873"/>
        <w:tab w:val="left" w:pos="1746"/>
        <w:tab w:val="left" w:pos="2619"/>
        <w:tab w:val="left" w:pos="3492"/>
        <w:tab w:val="left" w:pos="4365"/>
        <w:tab w:val="left" w:pos="5238"/>
        <w:tab w:val="left" w:pos="6111"/>
        <w:tab w:val="left" w:pos="6984"/>
        <w:tab w:val="left" w:pos="7857"/>
        <w:tab w:val="left" w:pos="8730"/>
        <w:tab w:val="left" w:pos="9603"/>
      </w:tabs>
      <w:outlineLvl w:val="4"/>
    </w:pPr>
    <w:rPr>
      <w:b/>
      <w:snapToGrid w:val="0"/>
      <w:color w:val="FF0000"/>
      <w:sz w:val="24"/>
      <w:lang w:val="en-US"/>
    </w:rPr>
  </w:style>
  <w:style w:type="paragraph" w:styleId="Ttulo6">
    <w:name w:val="heading 6"/>
    <w:basedOn w:val="Normal"/>
    <w:next w:val="Normal"/>
    <w:qFormat/>
    <w:rsid w:val="00065206"/>
    <w:pPr>
      <w:keepNext/>
      <w:widowControl w:val="0"/>
      <w:tabs>
        <w:tab w:val="left" w:pos="-567"/>
        <w:tab w:val="left" w:pos="306"/>
        <w:tab w:val="left" w:pos="1179"/>
        <w:tab w:val="left" w:pos="2052"/>
        <w:tab w:val="left" w:pos="2925"/>
        <w:tab w:val="left" w:pos="3967"/>
        <w:tab w:val="left" w:pos="4671"/>
        <w:tab w:val="left" w:pos="5544"/>
        <w:tab w:val="left" w:pos="6417"/>
        <w:tab w:val="left" w:pos="7290"/>
        <w:tab w:val="left" w:pos="8163"/>
        <w:tab w:val="left" w:pos="9036"/>
        <w:tab w:val="left" w:pos="9909"/>
        <w:tab w:val="left" w:pos="10782"/>
        <w:tab w:val="left" w:pos="11655"/>
        <w:tab w:val="left" w:pos="12528"/>
        <w:tab w:val="left" w:pos="13402"/>
      </w:tabs>
      <w:ind w:left="-567" w:right="1134"/>
      <w:jc w:val="center"/>
      <w:outlineLvl w:val="5"/>
    </w:pPr>
    <w:rPr>
      <w:b/>
      <w:snapToGrid w:val="0"/>
      <w:sz w:val="24"/>
      <w:lang w:val="en-US"/>
    </w:rPr>
  </w:style>
  <w:style w:type="paragraph" w:styleId="Ttulo7">
    <w:name w:val="heading 7"/>
    <w:basedOn w:val="Normal"/>
    <w:next w:val="Normal"/>
    <w:qFormat/>
    <w:rsid w:val="00065206"/>
    <w:pPr>
      <w:keepNext/>
      <w:jc w:val="center"/>
      <w:outlineLvl w:val="6"/>
    </w:pPr>
    <w:rPr>
      <w:b/>
      <w:color w:val="000000"/>
      <w:sz w:val="16"/>
    </w:rPr>
  </w:style>
  <w:style w:type="paragraph" w:styleId="Ttulo8">
    <w:name w:val="heading 8"/>
    <w:basedOn w:val="Normal"/>
    <w:next w:val="Normal"/>
    <w:qFormat/>
    <w:rsid w:val="00065206"/>
    <w:pPr>
      <w:keepNext/>
      <w:widowControl w:val="0"/>
      <w:tabs>
        <w:tab w:val="left" w:pos="1"/>
        <w:tab w:val="left" w:pos="901"/>
        <w:tab w:val="left" w:pos="1801"/>
        <w:tab w:val="left" w:pos="2701"/>
        <w:tab w:val="left" w:pos="3601"/>
        <w:tab w:val="left" w:pos="4501"/>
        <w:tab w:val="left" w:pos="5401"/>
        <w:tab w:val="left" w:pos="6301"/>
        <w:tab w:val="left" w:pos="7201"/>
        <w:tab w:val="left" w:pos="8101"/>
        <w:tab w:val="left" w:pos="9001"/>
      </w:tabs>
      <w:ind w:left="1" w:right="-1"/>
      <w:outlineLvl w:val="7"/>
    </w:pPr>
    <w:rPr>
      <w:b/>
      <w:snapToGrid w:val="0"/>
      <w:sz w:val="24"/>
      <w:lang w:val="en-US"/>
    </w:rPr>
  </w:style>
  <w:style w:type="paragraph" w:styleId="Ttulo9">
    <w:name w:val="heading 9"/>
    <w:basedOn w:val="Normal"/>
    <w:next w:val="Normal"/>
    <w:qFormat/>
    <w:rsid w:val="00065206"/>
    <w:pPr>
      <w:keepNext/>
      <w:spacing w:line="360" w:lineRule="auto"/>
      <w:jc w:val="center"/>
      <w:outlineLvl w:val="8"/>
    </w:pPr>
    <w:rPr>
      <w:b/>
      <w:i/>
      <w:snapToGrid w:val="0"/>
      <w:color w:val="000000"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65206"/>
    <w:pPr>
      <w:tabs>
        <w:tab w:val="center" w:pos="4419"/>
        <w:tab w:val="right" w:pos="8838"/>
      </w:tabs>
    </w:pPr>
    <w:rPr>
      <w:rFonts w:ascii="Arial" w:hAnsi="Arial"/>
      <w:b/>
      <w:color w:val="000000"/>
    </w:rPr>
  </w:style>
  <w:style w:type="paragraph" w:customStyle="1" w:styleId="BaseCabealho">
    <w:name w:val="Base Cabeçalho"/>
    <w:basedOn w:val="Cabealho"/>
    <w:rsid w:val="00065206"/>
    <w:pPr>
      <w:spacing w:before="80" w:after="120"/>
    </w:pPr>
    <w:rPr>
      <w:b w:val="0"/>
      <w:color w:val="auto"/>
    </w:rPr>
  </w:style>
  <w:style w:type="paragraph" w:styleId="Corpodetexto">
    <w:name w:val="Body Text"/>
    <w:basedOn w:val="Normal"/>
    <w:link w:val="CorpodetextoChar"/>
    <w:rsid w:val="00065206"/>
    <w:pPr>
      <w:keepLines/>
      <w:spacing w:after="113" w:line="238" w:lineRule="atLeast"/>
    </w:pPr>
    <w:rPr>
      <w:color w:val="000000"/>
    </w:rPr>
  </w:style>
  <w:style w:type="paragraph" w:customStyle="1" w:styleId="Corpodetexto1">
    <w:name w:val="Corpo de texto1"/>
    <w:basedOn w:val="Corpodetexto"/>
    <w:rsid w:val="00065206"/>
    <w:pPr>
      <w:spacing w:after="80" w:line="240" w:lineRule="auto"/>
    </w:pPr>
  </w:style>
  <w:style w:type="paragraph" w:customStyle="1" w:styleId="Bullet1">
    <w:name w:val="Bullet 1"/>
    <w:basedOn w:val="Corpodetexto"/>
    <w:rsid w:val="00065206"/>
    <w:pPr>
      <w:numPr>
        <w:numId w:val="1"/>
      </w:numPr>
      <w:spacing w:after="180" w:line="240" w:lineRule="auto"/>
    </w:pPr>
    <w:rPr>
      <w:sz w:val="22"/>
    </w:rPr>
  </w:style>
  <w:style w:type="paragraph" w:customStyle="1" w:styleId="Bullet2">
    <w:name w:val="Bullet 2"/>
    <w:basedOn w:val="Corpodetexto1"/>
    <w:rsid w:val="00065206"/>
    <w:pPr>
      <w:numPr>
        <w:numId w:val="2"/>
      </w:numPr>
      <w:spacing w:after="180"/>
    </w:pPr>
  </w:style>
  <w:style w:type="paragraph" w:styleId="Commarcadores">
    <w:name w:val="List Bullet"/>
    <w:basedOn w:val="Normal"/>
    <w:autoRedefine/>
    <w:semiHidden/>
    <w:rsid w:val="00065206"/>
    <w:rPr>
      <w:rFonts w:ascii="Arial" w:hAnsi="Arial"/>
    </w:rPr>
  </w:style>
  <w:style w:type="paragraph" w:customStyle="1" w:styleId="Item1Nvel">
    <w:name w:val="Item 1º Nível"/>
    <w:basedOn w:val="Corpodetexto"/>
    <w:link w:val="Item1NvelChar"/>
    <w:rsid w:val="00065206"/>
    <w:pPr>
      <w:tabs>
        <w:tab w:val="left" w:pos="28"/>
      </w:tabs>
      <w:spacing w:before="60" w:after="180" w:line="240" w:lineRule="auto"/>
      <w:ind w:left="56"/>
    </w:pPr>
    <w:rPr>
      <w:b/>
      <w:caps/>
    </w:rPr>
  </w:style>
  <w:style w:type="paragraph" w:customStyle="1" w:styleId="Item2Nvel">
    <w:name w:val="Item 2º Nível"/>
    <w:basedOn w:val="Normal"/>
    <w:rsid w:val="00065206"/>
    <w:pPr>
      <w:numPr>
        <w:ilvl w:val="1"/>
        <w:numId w:val="3"/>
      </w:numPr>
    </w:pPr>
  </w:style>
  <w:style w:type="paragraph" w:customStyle="1" w:styleId="Item2oNvelNegrito">
    <w:name w:val="Item 2o Nível Negrito"/>
    <w:basedOn w:val="Item2Nvel"/>
    <w:rsid w:val="00065206"/>
    <w:pPr>
      <w:numPr>
        <w:ilvl w:val="0"/>
        <w:numId w:val="0"/>
      </w:numPr>
    </w:pPr>
    <w:rPr>
      <w:b/>
    </w:rPr>
  </w:style>
  <w:style w:type="paragraph" w:customStyle="1" w:styleId="Item3Nvel">
    <w:name w:val="Item 3º Nível"/>
    <w:basedOn w:val="Normal"/>
    <w:rsid w:val="00065206"/>
    <w:pPr>
      <w:keepLines/>
      <w:numPr>
        <w:ilvl w:val="2"/>
        <w:numId w:val="3"/>
      </w:numPr>
      <w:tabs>
        <w:tab w:val="left" w:pos="28"/>
      </w:tabs>
    </w:pPr>
    <w:rPr>
      <w:color w:val="000000"/>
    </w:rPr>
  </w:style>
  <w:style w:type="paragraph" w:customStyle="1" w:styleId="Item3NvelNegrito">
    <w:name w:val="Item 3º Nível Negrito"/>
    <w:basedOn w:val="Item3Nvel"/>
    <w:rsid w:val="00065206"/>
    <w:pPr>
      <w:numPr>
        <w:ilvl w:val="0"/>
        <w:numId w:val="0"/>
      </w:numPr>
      <w:spacing w:after="180"/>
    </w:pPr>
    <w:rPr>
      <w:b/>
    </w:rPr>
  </w:style>
  <w:style w:type="paragraph" w:customStyle="1" w:styleId="Item4Nvel">
    <w:name w:val="Item 4º Nível"/>
    <w:basedOn w:val="Item3Nvel"/>
    <w:rsid w:val="00065206"/>
    <w:pPr>
      <w:numPr>
        <w:ilvl w:val="3"/>
      </w:numPr>
    </w:pPr>
  </w:style>
  <w:style w:type="character" w:styleId="Nmerodepgina">
    <w:name w:val="page number"/>
    <w:basedOn w:val="Fontepargpadro"/>
    <w:rsid w:val="00065206"/>
  </w:style>
  <w:style w:type="paragraph" w:styleId="Rodap">
    <w:name w:val="footer"/>
    <w:basedOn w:val="Normal"/>
    <w:link w:val="RodapChar"/>
    <w:uiPriority w:val="99"/>
    <w:rsid w:val="00065206"/>
    <w:pPr>
      <w:tabs>
        <w:tab w:val="center" w:pos="4419"/>
        <w:tab w:val="right" w:pos="8838"/>
      </w:tabs>
    </w:pPr>
  </w:style>
  <w:style w:type="paragraph" w:customStyle="1" w:styleId="Tabela">
    <w:name w:val="Tabela"/>
    <w:rsid w:val="00065206"/>
    <w:pPr>
      <w:spacing w:before="120"/>
      <w:jc w:val="both"/>
    </w:pPr>
    <w:rPr>
      <w:rFonts w:ascii="Arial" w:hAnsi="Arial"/>
      <w:snapToGrid w:val="0"/>
      <w:color w:val="000000"/>
    </w:rPr>
  </w:style>
  <w:style w:type="paragraph" w:customStyle="1" w:styleId="NomeDocumento">
    <w:name w:val="Nome Documento"/>
    <w:basedOn w:val="Normal"/>
    <w:rsid w:val="00065206"/>
    <w:pPr>
      <w:jc w:val="right"/>
    </w:pPr>
    <w:rPr>
      <w:b/>
      <w:sz w:val="24"/>
    </w:rPr>
  </w:style>
  <w:style w:type="paragraph" w:customStyle="1" w:styleId="SubNomeDoc">
    <w:name w:val="Sub Nome Doc"/>
    <w:basedOn w:val="Normal"/>
    <w:rsid w:val="00065206"/>
    <w:pPr>
      <w:spacing w:before="60"/>
      <w:jc w:val="right"/>
    </w:pPr>
    <w:rPr>
      <w:b/>
    </w:rPr>
  </w:style>
  <w:style w:type="paragraph" w:customStyle="1" w:styleId="Assunto">
    <w:name w:val="Assunto"/>
    <w:basedOn w:val="Normal"/>
    <w:rsid w:val="00065206"/>
    <w:pPr>
      <w:tabs>
        <w:tab w:val="right" w:pos="9072"/>
      </w:tabs>
    </w:pPr>
    <w:rPr>
      <w:b/>
      <w:caps/>
    </w:rPr>
  </w:style>
  <w:style w:type="paragraph" w:customStyle="1" w:styleId="Mdulo">
    <w:name w:val="Módulo"/>
    <w:basedOn w:val="Normal"/>
    <w:rsid w:val="00065206"/>
    <w:pPr>
      <w:jc w:val="center"/>
    </w:pPr>
    <w:rPr>
      <w:b/>
    </w:rPr>
  </w:style>
  <w:style w:type="paragraph" w:styleId="Reviso">
    <w:name w:val="Revision"/>
    <w:basedOn w:val="Mdulo"/>
    <w:rsid w:val="00065206"/>
  </w:style>
  <w:style w:type="paragraph" w:customStyle="1" w:styleId="DataVigncia">
    <w:name w:val="Data Vigência"/>
    <w:basedOn w:val="Normal"/>
    <w:rsid w:val="00065206"/>
    <w:pPr>
      <w:jc w:val="center"/>
    </w:pPr>
    <w:rPr>
      <w:b/>
    </w:rPr>
  </w:style>
  <w:style w:type="paragraph" w:styleId="Legenda">
    <w:name w:val="caption"/>
    <w:basedOn w:val="Normal"/>
    <w:next w:val="Normal"/>
    <w:qFormat/>
    <w:rsid w:val="00065206"/>
    <w:pPr>
      <w:spacing w:after="120"/>
      <w:jc w:val="center"/>
    </w:pPr>
  </w:style>
  <w:style w:type="paragraph" w:styleId="Recuodecorpodetexto2">
    <w:name w:val="Body Text Indent 2"/>
    <w:basedOn w:val="Normal"/>
    <w:rsid w:val="00065206"/>
    <w:pPr>
      <w:widowControl w:val="0"/>
      <w:tabs>
        <w:tab w:val="left" w:pos="709"/>
        <w:tab w:val="left" w:pos="873"/>
        <w:tab w:val="left" w:pos="1746"/>
        <w:tab w:val="left" w:pos="2619"/>
        <w:tab w:val="left" w:pos="3492"/>
        <w:tab w:val="left" w:pos="4365"/>
        <w:tab w:val="left" w:pos="5238"/>
        <w:tab w:val="left" w:pos="6111"/>
        <w:tab w:val="left" w:pos="6984"/>
        <w:tab w:val="left" w:pos="7857"/>
        <w:tab w:val="left" w:pos="8730"/>
        <w:tab w:val="left" w:pos="9603"/>
      </w:tabs>
      <w:ind w:left="709" w:hanging="142"/>
    </w:pPr>
    <w:rPr>
      <w:snapToGrid w:val="0"/>
      <w:sz w:val="24"/>
      <w:lang w:val="en-US"/>
    </w:rPr>
  </w:style>
  <w:style w:type="paragraph" w:customStyle="1" w:styleId="123">
    <w:name w:val="1.2.3"/>
    <w:basedOn w:val="Normal"/>
    <w:rsid w:val="00065206"/>
    <w:pPr>
      <w:widowControl w:val="0"/>
      <w:numPr>
        <w:numId w:val="4"/>
      </w:numPr>
    </w:pPr>
    <w:rPr>
      <w:rFonts w:ascii="Times New Roman" w:hAnsi="Times New Roman"/>
      <w:snapToGrid w:val="0"/>
      <w:sz w:val="24"/>
      <w:lang w:val="en-US"/>
    </w:rPr>
  </w:style>
  <w:style w:type="paragraph" w:styleId="Recuodecorpodetexto3">
    <w:name w:val="Body Text Indent 3"/>
    <w:basedOn w:val="Normal"/>
    <w:rsid w:val="00065206"/>
    <w:pPr>
      <w:widowControl w:val="0"/>
      <w:tabs>
        <w:tab w:val="left" w:pos="873"/>
        <w:tab w:val="left" w:pos="1746"/>
        <w:tab w:val="left" w:pos="2619"/>
        <w:tab w:val="left" w:pos="3492"/>
        <w:tab w:val="left" w:pos="4365"/>
        <w:tab w:val="left" w:pos="5238"/>
        <w:tab w:val="left" w:pos="6111"/>
        <w:tab w:val="left" w:pos="6984"/>
        <w:tab w:val="left" w:pos="7857"/>
        <w:tab w:val="left" w:pos="8730"/>
        <w:tab w:val="left" w:pos="9603"/>
      </w:tabs>
      <w:ind w:left="567" w:hanging="283"/>
    </w:pPr>
    <w:rPr>
      <w:snapToGrid w:val="0"/>
      <w:sz w:val="24"/>
      <w:lang w:val="en-US"/>
    </w:rPr>
  </w:style>
  <w:style w:type="paragraph" w:styleId="MapadoDocumento">
    <w:name w:val="Document Map"/>
    <w:basedOn w:val="Normal"/>
    <w:semiHidden/>
    <w:rsid w:val="00065206"/>
    <w:pPr>
      <w:shd w:val="clear" w:color="auto" w:fill="000080"/>
    </w:pPr>
    <w:rPr>
      <w:rFonts w:ascii="Tahoma" w:hAnsi="Tahoma"/>
    </w:rPr>
  </w:style>
  <w:style w:type="paragraph" w:customStyle="1" w:styleId="Corpo">
    <w:name w:val="Corpo"/>
    <w:rsid w:val="00065206"/>
    <w:pPr>
      <w:spacing w:before="60" w:after="60"/>
      <w:jc w:val="both"/>
    </w:pPr>
    <w:rPr>
      <w:rFonts w:ascii="Arial" w:hAnsi="Arial"/>
      <w:snapToGrid w:val="0"/>
      <w:color w:val="000000"/>
      <w:sz w:val="22"/>
    </w:rPr>
  </w:style>
  <w:style w:type="paragraph" w:customStyle="1" w:styleId="Texto">
    <w:name w:val="Texto"/>
    <w:link w:val="TextoChar"/>
    <w:rsid w:val="00065206"/>
    <w:pPr>
      <w:tabs>
        <w:tab w:val="left" w:pos="6030"/>
      </w:tabs>
      <w:spacing w:before="28" w:after="28"/>
      <w:ind w:left="230" w:right="216"/>
      <w:jc w:val="both"/>
    </w:pPr>
    <w:rPr>
      <w:snapToGrid w:val="0"/>
      <w:color w:val="000000"/>
      <w:sz w:val="24"/>
    </w:rPr>
  </w:style>
  <w:style w:type="paragraph" w:customStyle="1" w:styleId="Bullet">
    <w:name w:val="Bullet"/>
    <w:rsid w:val="00065206"/>
    <w:pPr>
      <w:tabs>
        <w:tab w:val="left" w:pos="6540"/>
      </w:tabs>
      <w:spacing w:before="120" w:after="28"/>
      <w:ind w:left="737" w:right="216" w:hanging="3"/>
      <w:jc w:val="both"/>
    </w:pPr>
    <w:rPr>
      <w:rFonts w:ascii="NewsGothic" w:hAnsi="NewsGothic"/>
      <w:snapToGrid w:val="0"/>
      <w:color w:val="000000"/>
      <w:sz w:val="24"/>
    </w:rPr>
  </w:style>
  <w:style w:type="paragraph" w:styleId="Corpodetexto2">
    <w:name w:val="Body Text 2"/>
    <w:basedOn w:val="Normal"/>
    <w:rsid w:val="00065206"/>
    <w:pPr>
      <w:jc w:val="center"/>
    </w:pPr>
    <w:rPr>
      <w:rFonts w:ascii="Arial Narrow" w:hAnsi="Arial Narrow"/>
      <w:color w:val="FF0000"/>
      <w:sz w:val="28"/>
    </w:rPr>
  </w:style>
  <w:style w:type="character" w:customStyle="1" w:styleId="EstiloDeEmail46">
    <w:name w:val="EstiloDeEmail46"/>
    <w:semiHidden/>
    <w:rsid w:val="002B35C3"/>
    <w:rPr>
      <w:rFonts w:ascii="Arial" w:hAnsi="Arial" w:cs="Arial" w:hint="default"/>
      <w:color w:val="000080"/>
      <w:sz w:val="20"/>
      <w:szCs w:val="20"/>
    </w:rPr>
  </w:style>
  <w:style w:type="paragraph" w:styleId="Sumrio1">
    <w:name w:val="toc 1"/>
    <w:basedOn w:val="Normal"/>
    <w:next w:val="Normal"/>
    <w:autoRedefine/>
    <w:uiPriority w:val="39"/>
    <w:rsid w:val="00B72824"/>
    <w:pPr>
      <w:tabs>
        <w:tab w:val="left" w:pos="600"/>
        <w:tab w:val="right" w:leader="dot" w:pos="9629"/>
      </w:tabs>
      <w:jc w:val="left"/>
    </w:pPr>
    <w:rPr>
      <w:rFonts w:asciiTheme="majorHAnsi" w:hAnsiTheme="majorHAnsi" w:cstheme="majorHAnsi"/>
      <w:b/>
      <w:bCs/>
      <w:caps/>
      <w:sz w:val="24"/>
      <w:szCs w:val="24"/>
    </w:rPr>
  </w:style>
  <w:style w:type="character" w:styleId="Hyperlink">
    <w:name w:val="Hyperlink"/>
    <w:uiPriority w:val="99"/>
    <w:rsid w:val="00065206"/>
    <w:rPr>
      <w:color w:val="0000FF"/>
      <w:u w:val="single"/>
    </w:rPr>
  </w:style>
  <w:style w:type="paragraph" w:styleId="CabealhodoSumrio">
    <w:name w:val="TOC Heading"/>
    <w:basedOn w:val="Ttulo1"/>
    <w:next w:val="Normal"/>
    <w:uiPriority w:val="39"/>
    <w:qFormat/>
    <w:rsid w:val="00065206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Textodebalo">
    <w:name w:val="Balloon Text"/>
    <w:basedOn w:val="Normal"/>
    <w:rsid w:val="00065206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06520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CD1285"/>
  </w:style>
  <w:style w:type="paragraph" w:styleId="Sumrio2">
    <w:name w:val="toc 2"/>
    <w:basedOn w:val="Normal"/>
    <w:next w:val="Normal"/>
    <w:autoRedefine/>
    <w:uiPriority w:val="39"/>
    <w:rsid w:val="007F72E1"/>
    <w:pPr>
      <w:spacing w:before="240"/>
      <w:jc w:val="left"/>
    </w:pPr>
    <w:rPr>
      <w:rFonts w:asciiTheme="minorHAnsi" w:hAnsiTheme="minorHAnsi" w:cstheme="minorHAnsi"/>
      <w:b/>
      <w:bCs/>
    </w:rPr>
  </w:style>
  <w:style w:type="character" w:styleId="HiperlinkVisitado">
    <w:name w:val="FollowedHyperlink"/>
    <w:semiHidden/>
    <w:rsid w:val="00065206"/>
    <w:rPr>
      <w:color w:val="800080"/>
      <w:u w:val="single"/>
    </w:rPr>
  </w:style>
  <w:style w:type="paragraph" w:styleId="Sumrio3">
    <w:name w:val="toc 3"/>
    <w:basedOn w:val="Normal"/>
    <w:next w:val="Normal"/>
    <w:autoRedefine/>
    <w:uiPriority w:val="39"/>
    <w:rsid w:val="001B3374"/>
    <w:pPr>
      <w:ind w:left="200"/>
      <w:jc w:val="left"/>
    </w:pPr>
    <w:rPr>
      <w:rFonts w:asciiTheme="minorHAnsi" w:hAnsiTheme="minorHAnsi" w:cstheme="minorHAnsi"/>
    </w:rPr>
  </w:style>
  <w:style w:type="paragraph" w:customStyle="1" w:styleId="IT-Ttulo1">
    <w:name w:val="IT - Título 1"/>
    <w:basedOn w:val="Normal"/>
    <w:next w:val="Corpo"/>
    <w:link w:val="IT-Ttulo1Char"/>
    <w:qFormat/>
    <w:rsid w:val="00A0107A"/>
    <w:pPr>
      <w:numPr>
        <w:numId w:val="5"/>
      </w:numPr>
      <w:spacing w:before="240" w:after="120"/>
      <w:outlineLvl w:val="0"/>
    </w:pPr>
    <w:rPr>
      <w:b/>
      <w:caps/>
      <w:color w:val="000000"/>
      <w:szCs w:val="22"/>
    </w:rPr>
  </w:style>
  <w:style w:type="paragraph" w:customStyle="1" w:styleId="IT-Ttulo2">
    <w:name w:val="IT - Título 2"/>
    <w:next w:val="Corpo"/>
    <w:link w:val="IT-Ttulo2Char"/>
    <w:qFormat/>
    <w:rsid w:val="00591A3C"/>
    <w:pPr>
      <w:numPr>
        <w:numId w:val="6"/>
      </w:numPr>
      <w:spacing w:before="120"/>
      <w:jc w:val="both"/>
    </w:pPr>
    <w:rPr>
      <w:rFonts w:ascii="Verdana" w:hAnsi="Verdana"/>
    </w:rPr>
  </w:style>
  <w:style w:type="character" w:customStyle="1" w:styleId="CorpodetextoChar">
    <w:name w:val="Corpo de texto Char"/>
    <w:link w:val="Corpodetexto"/>
    <w:semiHidden/>
    <w:rsid w:val="00591A3C"/>
    <w:rPr>
      <w:rFonts w:ascii="Verdana" w:hAnsi="Verdana"/>
      <w:color w:val="000000"/>
    </w:rPr>
  </w:style>
  <w:style w:type="character" w:customStyle="1" w:styleId="Item1NvelChar">
    <w:name w:val="Item 1º Nível Char"/>
    <w:link w:val="Item1Nvel"/>
    <w:rsid w:val="00591A3C"/>
    <w:rPr>
      <w:rFonts w:ascii="Verdana" w:hAnsi="Verdana"/>
      <w:b/>
      <w:caps/>
      <w:color w:val="000000"/>
    </w:rPr>
  </w:style>
  <w:style w:type="character" w:customStyle="1" w:styleId="IT-Ttulo1Char">
    <w:name w:val="IT - Título 1 Char"/>
    <w:link w:val="IT-Ttulo1"/>
    <w:rsid w:val="00591A3C"/>
    <w:rPr>
      <w:rFonts w:ascii="Verdana" w:hAnsi="Verdana"/>
      <w:b/>
      <w:caps/>
      <w:color w:val="000000"/>
      <w:szCs w:val="22"/>
    </w:rPr>
  </w:style>
  <w:style w:type="character" w:customStyle="1" w:styleId="Ttulo2Char">
    <w:name w:val="Título 2 Char"/>
    <w:aliases w:val="Título 2 DCAC Char"/>
    <w:link w:val="Ttulo2"/>
    <w:rsid w:val="000167D1"/>
    <w:rPr>
      <w:rFonts w:ascii="Verdana" w:hAnsi="Verdana"/>
      <w:b/>
    </w:rPr>
  </w:style>
  <w:style w:type="character" w:customStyle="1" w:styleId="IT-Ttulo2Char">
    <w:name w:val="IT - Título 2 Char"/>
    <w:link w:val="IT-Ttulo2"/>
    <w:rsid w:val="00591A3C"/>
    <w:rPr>
      <w:rFonts w:ascii="Verdana" w:hAnsi="Verdana"/>
    </w:rPr>
  </w:style>
  <w:style w:type="character" w:customStyle="1" w:styleId="DAIS">
    <w:name w:val="DAIS"/>
    <w:semiHidden/>
    <w:rsid w:val="009E0578"/>
    <w:rPr>
      <w:rFonts w:ascii="Arial" w:hAnsi="Arial" w:cs="Arial"/>
      <w:color w:val="auto"/>
      <w:sz w:val="20"/>
      <w:szCs w:val="20"/>
    </w:rPr>
  </w:style>
  <w:style w:type="character" w:customStyle="1" w:styleId="TextoChar">
    <w:name w:val="Texto Char"/>
    <w:link w:val="Texto"/>
    <w:rsid w:val="009E0578"/>
    <w:rPr>
      <w:snapToGrid w:val="0"/>
      <w:color w:val="000000"/>
      <w:sz w:val="24"/>
      <w:lang w:val="pt-BR" w:eastAsia="pt-BR" w:bidi="ar-SA"/>
    </w:rPr>
  </w:style>
  <w:style w:type="paragraph" w:styleId="Textodenotaderodap">
    <w:name w:val="footnote text"/>
    <w:basedOn w:val="Normal"/>
    <w:link w:val="TextodenotaderodapChar"/>
    <w:semiHidden/>
    <w:rsid w:val="009E0578"/>
    <w:pPr>
      <w:jc w:val="left"/>
    </w:pPr>
    <w:rPr>
      <w:rFonts w:ascii="Times New Roman" w:hAnsi="Times New Roman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9E0578"/>
  </w:style>
  <w:style w:type="character" w:styleId="Refdenotaderodap">
    <w:name w:val="footnote reference"/>
    <w:semiHidden/>
    <w:rsid w:val="009E0578"/>
    <w:rPr>
      <w:vertAlign w:val="superscript"/>
    </w:rPr>
  </w:style>
  <w:style w:type="paragraph" w:customStyle="1" w:styleId="PROC-Ttulo1">
    <w:name w:val="PROC - Título 1"/>
    <w:basedOn w:val="Normal"/>
    <w:next w:val="Reviso"/>
    <w:link w:val="PROC-Ttulo1Char"/>
    <w:qFormat/>
    <w:rsid w:val="00C803C9"/>
    <w:pPr>
      <w:numPr>
        <w:numId w:val="7"/>
      </w:numPr>
      <w:tabs>
        <w:tab w:val="left" w:pos="0"/>
      </w:tabs>
      <w:spacing w:after="120"/>
    </w:pPr>
    <w:rPr>
      <w:b/>
      <w:lang w:val="x-none" w:eastAsia="x-none"/>
    </w:rPr>
  </w:style>
  <w:style w:type="character" w:customStyle="1" w:styleId="PROC-Ttulo1Char">
    <w:name w:val="PROC - Título 1 Char"/>
    <w:link w:val="PROC-Ttulo1"/>
    <w:rsid w:val="00C803C9"/>
    <w:rPr>
      <w:rFonts w:ascii="Verdana" w:hAnsi="Verdana"/>
      <w:b/>
      <w:lang w:val="x-none" w:eastAsia="x-none"/>
    </w:rPr>
  </w:style>
  <w:style w:type="paragraph" w:styleId="Subttulo">
    <w:name w:val="Subtitle"/>
    <w:basedOn w:val="Normal"/>
    <w:next w:val="Normal"/>
    <w:link w:val="SubttuloChar"/>
    <w:qFormat/>
    <w:rsid w:val="00095023"/>
    <w:pPr>
      <w:spacing w:after="60"/>
      <w:jc w:val="left"/>
      <w:outlineLvl w:val="1"/>
    </w:pPr>
    <w:rPr>
      <w:rFonts w:ascii="Times New Roman" w:hAnsi="Times New Roman"/>
      <w:b/>
      <w:sz w:val="24"/>
      <w:szCs w:val="24"/>
    </w:rPr>
  </w:style>
  <w:style w:type="character" w:customStyle="1" w:styleId="SubttuloChar">
    <w:name w:val="Subtítulo Char"/>
    <w:link w:val="Subttulo"/>
    <w:rsid w:val="00095023"/>
    <w:rPr>
      <w:b/>
      <w:sz w:val="24"/>
      <w:szCs w:val="24"/>
    </w:rPr>
  </w:style>
  <w:style w:type="character" w:styleId="Refdecomentrio">
    <w:name w:val="annotation reference"/>
    <w:uiPriority w:val="99"/>
    <w:unhideWhenUsed/>
    <w:rsid w:val="009E3D3D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9E3D3D"/>
  </w:style>
  <w:style w:type="character" w:customStyle="1" w:styleId="TextodecomentrioChar">
    <w:name w:val="Texto de comentário Char"/>
    <w:link w:val="Textodecomentrio"/>
    <w:rsid w:val="009E3D3D"/>
    <w:rPr>
      <w:rFonts w:ascii="Verdana" w:hAnsi="Verdana"/>
      <w:lang w:val="pt-BR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9E3D3D"/>
    <w:rPr>
      <w:b/>
      <w:bCs/>
    </w:rPr>
  </w:style>
  <w:style w:type="character" w:customStyle="1" w:styleId="AssuntodocomentrioChar">
    <w:name w:val="Assunto do comentário Char"/>
    <w:link w:val="Assuntodocomentrio"/>
    <w:rsid w:val="009E3D3D"/>
    <w:rPr>
      <w:rFonts w:ascii="Verdana" w:hAnsi="Verdana"/>
      <w:b/>
      <w:bCs/>
      <w:lang w:val="pt-BR" w:eastAsia="pt-BR"/>
    </w:rPr>
  </w:style>
  <w:style w:type="character" w:customStyle="1" w:styleId="DefaultChar">
    <w:name w:val="Default Char"/>
    <w:link w:val="Default"/>
    <w:locked/>
    <w:rsid w:val="00A83185"/>
    <w:rPr>
      <w:rFonts w:ascii="Verdana" w:hAnsi="Verdana"/>
      <w:color w:val="000000"/>
      <w:lang w:eastAsia="pt-BR"/>
    </w:rPr>
  </w:style>
  <w:style w:type="paragraph" w:customStyle="1" w:styleId="Default">
    <w:name w:val="Default"/>
    <w:basedOn w:val="Normal"/>
    <w:link w:val="DefaultChar"/>
    <w:rsid w:val="00A83185"/>
    <w:pPr>
      <w:autoSpaceDE w:val="0"/>
      <w:autoSpaceDN w:val="0"/>
      <w:jc w:val="left"/>
    </w:pPr>
    <w:rPr>
      <w:color w:val="000000"/>
      <w:lang w:val="en-US"/>
    </w:rPr>
  </w:style>
  <w:style w:type="paragraph" w:styleId="Ttulo">
    <w:name w:val="Title"/>
    <w:basedOn w:val="Normal"/>
    <w:next w:val="Normal"/>
    <w:link w:val="TtuloChar"/>
    <w:qFormat/>
    <w:rsid w:val="00B06497"/>
    <w:pPr>
      <w:spacing w:before="240" w:after="60"/>
      <w:jc w:val="center"/>
      <w:outlineLvl w:val="0"/>
    </w:pPr>
    <w:rPr>
      <w:b/>
      <w:bCs/>
      <w:color w:val="002060"/>
      <w:kern w:val="28"/>
      <w:sz w:val="32"/>
      <w:szCs w:val="32"/>
    </w:rPr>
  </w:style>
  <w:style w:type="character" w:customStyle="1" w:styleId="TtuloChar">
    <w:name w:val="Título Char"/>
    <w:link w:val="Ttulo"/>
    <w:rsid w:val="00B06497"/>
    <w:rPr>
      <w:rFonts w:ascii="Verdana" w:hAnsi="Verdana"/>
      <w:b/>
      <w:bCs/>
      <w:color w:val="002060"/>
      <w:kern w:val="28"/>
      <w:sz w:val="32"/>
      <w:szCs w:val="32"/>
      <w:lang w:val="pt-BR" w:eastAsia="pt-BR"/>
    </w:rPr>
  </w:style>
  <w:style w:type="paragraph" w:customStyle="1" w:styleId="Estilosemnome">
    <w:name w:val="Estilo sem nome"/>
    <w:basedOn w:val="Normal"/>
    <w:rsid w:val="004E306C"/>
    <w:pPr>
      <w:jc w:val="left"/>
    </w:pPr>
    <w:rPr>
      <w:rFonts w:ascii="Tms Rmn" w:hAnsi="Tms Rmn"/>
    </w:rPr>
  </w:style>
  <w:style w:type="paragraph" w:customStyle="1" w:styleId="nmerodepgina0">
    <w:name w:val="número de página"/>
    <w:basedOn w:val="Normal"/>
    <w:rsid w:val="004E306C"/>
    <w:pPr>
      <w:jc w:val="left"/>
    </w:pPr>
    <w:rPr>
      <w:rFonts w:ascii="Tms Rmn" w:hAnsi="Tms Rmn"/>
    </w:rPr>
  </w:style>
  <w:style w:type="paragraph" w:customStyle="1" w:styleId="ELETROBRS">
    <w:name w:val="ELETROBRÁS"/>
    <w:basedOn w:val="Normal"/>
    <w:rsid w:val="004E306C"/>
    <w:rPr>
      <w:rFonts w:ascii="Times New Roman" w:hAnsi="Times New Roman"/>
    </w:rPr>
  </w:style>
  <w:style w:type="paragraph" w:styleId="Corpodetexto3">
    <w:name w:val="Body Text 3"/>
    <w:basedOn w:val="Normal"/>
    <w:link w:val="Corpodetexto3Char"/>
    <w:rsid w:val="004E306C"/>
    <w:pPr>
      <w:tabs>
        <w:tab w:val="left" w:pos="567"/>
      </w:tabs>
    </w:pPr>
    <w:rPr>
      <w:rFonts w:ascii="Times New Roman" w:hAnsi="Times New Roman"/>
      <w:color w:val="000000"/>
      <w:sz w:val="22"/>
    </w:rPr>
  </w:style>
  <w:style w:type="character" w:customStyle="1" w:styleId="Corpodetexto3Char">
    <w:name w:val="Corpo de texto 3 Char"/>
    <w:link w:val="Corpodetexto3"/>
    <w:rsid w:val="004E306C"/>
    <w:rPr>
      <w:color w:val="000000"/>
      <w:sz w:val="22"/>
    </w:rPr>
  </w:style>
  <w:style w:type="paragraph" w:styleId="Recuodecorpodetexto">
    <w:name w:val="Body Text Indent"/>
    <w:basedOn w:val="Normal"/>
    <w:link w:val="RecuodecorpodetextoChar"/>
    <w:rsid w:val="004E306C"/>
    <w:pPr>
      <w:ind w:left="-284"/>
      <w:jc w:val="left"/>
    </w:pPr>
    <w:rPr>
      <w:rFonts w:ascii="Tms Rmn" w:hAnsi="Tms Rmn"/>
    </w:rPr>
  </w:style>
  <w:style w:type="character" w:customStyle="1" w:styleId="RecuodecorpodetextoChar">
    <w:name w:val="Recuo de corpo de texto Char"/>
    <w:link w:val="Recuodecorpodetexto"/>
    <w:rsid w:val="004E306C"/>
    <w:rPr>
      <w:rFonts w:ascii="Tms Rmn" w:hAnsi="Tms Rmn"/>
    </w:rPr>
  </w:style>
  <w:style w:type="paragraph" w:styleId="Textoembloco">
    <w:name w:val="Block Text"/>
    <w:basedOn w:val="Normal"/>
    <w:rsid w:val="004E306C"/>
    <w:pPr>
      <w:ind w:left="-284" w:right="-113"/>
    </w:pPr>
    <w:rPr>
      <w:rFonts w:ascii="Arial Narrow" w:hAnsi="Arial Narrow"/>
      <w:color w:val="0000FF"/>
      <w:sz w:val="22"/>
    </w:rPr>
  </w:style>
  <w:style w:type="paragraph" w:customStyle="1" w:styleId="eletrobrs0">
    <w:name w:val="eletrobrás"/>
    <w:basedOn w:val="Normal"/>
    <w:rsid w:val="004E306C"/>
    <w:rPr>
      <w:rFonts w:ascii="Times New Roman" w:hAnsi="Times New Roman"/>
    </w:rPr>
  </w:style>
  <w:style w:type="table" w:styleId="Tabelacomgrade">
    <w:name w:val="Table Grid"/>
    <w:basedOn w:val="Tabelanormal"/>
    <w:uiPriority w:val="59"/>
    <w:rsid w:val="004E306C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4E306C"/>
  </w:style>
  <w:style w:type="paragraph" w:customStyle="1" w:styleId="Paragrafo">
    <w:name w:val="Paragrafo"/>
    <w:basedOn w:val="Normal"/>
    <w:link w:val="ParagrafoChar"/>
    <w:rsid w:val="004E306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pacing w:val="4"/>
      <w:sz w:val="16"/>
      <w:szCs w:val="16"/>
      <w:lang w:val="en-GB" w:eastAsia="x-none"/>
    </w:rPr>
  </w:style>
  <w:style w:type="character" w:customStyle="1" w:styleId="ParagrafoChar">
    <w:name w:val="Paragrafo Char"/>
    <w:link w:val="Paragrafo"/>
    <w:rsid w:val="004E306C"/>
    <w:rPr>
      <w:rFonts w:ascii="Verdana" w:hAnsi="Verdana"/>
      <w:color w:val="000000"/>
      <w:spacing w:val="4"/>
      <w:sz w:val="16"/>
      <w:szCs w:val="16"/>
      <w:lang w:val="en-GB" w:eastAsia="x-none"/>
    </w:rPr>
  </w:style>
  <w:style w:type="paragraph" w:customStyle="1" w:styleId="DCACPolTit14">
    <w:name w:val="DCAC Pol Tit 14"/>
    <w:basedOn w:val="Normal"/>
    <w:link w:val="DCACPolTit14Char"/>
    <w:rsid w:val="004E306C"/>
    <w:pPr>
      <w:numPr>
        <w:numId w:val="8"/>
      </w:numPr>
      <w:tabs>
        <w:tab w:val="left" w:pos="851"/>
      </w:tabs>
      <w:autoSpaceDE w:val="0"/>
      <w:autoSpaceDN w:val="0"/>
      <w:adjustRightInd w:val="0"/>
      <w:jc w:val="left"/>
      <w:textAlignment w:val="center"/>
    </w:pPr>
    <w:rPr>
      <w:rFonts w:cs="Verdana"/>
      <w:b/>
      <w:color w:val="002060"/>
      <w:sz w:val="28"/>
      <w:szCs w:val="16"/>
    </w:rPr>
  </w:style>
  <w:style w:type="character" w:customStyle="1" w:styleId="DCACPolTit14Char">
    <w:name w:val="DCAC Pol Tit 14 Char"/>
    <w:link w:val="DCACPolTit14"/>
    <w:rsid w:val="004E306C"/>
    <w:rPr>
      <w:rFonts w:ascii="Verdana" w:hAnsi="Verdana" w:cs="Verdana"/>
      <w:b/>
      <w:color w:val="002060"/>
      <w:sz w:val="28"/>
      <w:szCs w:val="16"/>
    </w:rPr>
  </w:style>
  <w:style w:type="character" w:customStyle="1" w:styleId="RodapChar">
    <w:name w:val="Rodapé Char"/>
    <w:link w:val="Rodap"/>
    <w:uiPriority w:val="99"/>
    <w:rsid w:val="004E306C"/>
    <w:rPr>
      <w:rFonts w:ascii="Verdana" w:hAnsi="Verdana"/>
    </w:rPr>
  </w:style>
  <w:style w:type="paragraph" w:customStyle="1" w:styleId="DCAC">
    <w:name w:val="DCAC"/>
    <w:basedOn w:val="Corpodetexto"/>
    <w:link w:val="DCACChar"/>
    <w:autoRedefine/>
    <w:qFormat/>
    <w:rsid w:val="004E306C"/>
    <w:pPr>
      <w:keepLines w:val="0"/>
      <w:tabs>
        <w:tab w:val="left" w:pos="720"/>
        <w:tab w:val="left" w:pos="850"/>
        <w:tab w:val="left" w:pos="1008"/>
      </w:tabs>
      <w:spacing w:after="240" w:line="240" w:lineRule="auto"/>
    </w:pPr>
    <w:rPr>
      <w:b/>
      <w:color w:val="auto"/>
    </w:rPr>
  </w:style>
  <w:style w:type="character" w:customStyle="1" w:styleId="DCACChar">
    <w:name w:val="DCAC Char"/>
    <w:link w:val="DCAC"/>
    <w:rsid w:val="004E306C"/>
    <w:rPr>
      <w:rFonts w:ascii="Verdana" w:hAnsi="Verdana"/>
      <w:b/>
    </w:rPr>
  </w:style>
  <w:style w:type="character" w:styleId="nfase">
    <w:name w:val="Emphasis"/>
    <w:qFormat/>
    <w:rsid w:val="004E306C"/>
    <w:rPr>
      <w:i/>
      <w:iCs/>
    </w:rPr>
  </w:style>
  <w:style w:type="paragraph" w:customStyle="1" w:styleId="CM8">
    <w:name w:val="CM8"/>
    <w:basedOn w:val="Normal"/>
    <w:next w:val="Normal"/>
    <w:rsid w:val="004E306C"/>
    <w:pPr>
      <w:widowControl w:val="0"/>
      <w:autoSpaceDE w:val="0"/>
      <w:autoSpaceDN w:val="0"/>
      <w:adjustRightInd w:val="0"/>
      <w:jc w:val="left"/>
    </w:pPr>
    <w:rPr>
      <w:rFonts w:ascii="AJEOPG+Arial,Bold" w:hAnsi="AJEOPG+Arial,Bold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E306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styleId="SemEspaamento">
    <w:name w:val="No Spacing"/>
    <w:rsid w:val="004E306C"/>
    <w:pPr>
      <w:suppressAutoHyphens/>
      <w:autoSpaceDN w:val="0"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4E306C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styleId="Forte">
    <w:name w:val="Strong"/>
    <w:uiPriority w:val="22"/>
    <w:qFormat/>
    <w:rsid w:val="004E306C"/>
    <w:rPr>
      <w:b/>
      <w:bCs/>
    </w:rPr>
  </w:style>
  <w:style w:type="character" w:customStyle="1" w:styleId="PargrafodaListaChar">
    <w:name w:val="Parágrafo da Lista Char"/>
    <w:link w:val="PargrafodaLista"/>
    <w:uiPriority w:val="34"/>
    <w:rsid w:val="00CD1285"/>
    <w:rPr>
      <w:rFonts w:ascii="Verdana" w:hAnsi="Verdan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8B1DB8"/>
    <w:pPr>
      <w:jc w:val="left"/>
    </w:pPr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8B1DB8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paragraph" w:styleId="Sumrio4">
    <w:name w:val="toc 4"/>
    <w:basedOn w:val="Normal"/>
    <w:next w:val="Normal"/>
    <w:autoRedefine/>
    <w:uiPriority w:val="39"/>
    <w:unhideWhenUsed/>
    <w:rsid w:val="009E205A"/>
    <w:pPr>
      <w:ind w:left="400"/>
      <w:jc w:val="left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9E205A"/>
    <w:pPr>
      <w:ind w:left="600"/>
      <w:jc w:val="left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9E205A"/>
    <w:pPr>
      <w:ind w:left="800"/>
      <w:jc w:val="left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9E205A"/>
    <w:pPr>
      <w:ind w:left="1000"/>
      <w:jc w:val="left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9E205A"/>
    <w:pPr>
      <w:ind w:left="1200"/>
      <w:jc w:val="left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9E205A"/>
    <w:pPr>
      <w:ind w:left="1400"/>
      <w:jc w:val="left"/>
    </w:pPr>
    <w:rPr>
      <w:rFonts w:asciiTheme="minorHAnsi" w:hAnsiTheme="minorHAnsi" w:cstheme="minorHAnsi"/>
    </w:rPr>
  </w:style>
  <w:style w:type="character" w:customStyle="1" w:styleId="Ttulo1Char">
    <w:name w:val="Título 1 Char"/>
    <w:basedOn w:val="Fontepargpadro"/>
    <w:link w:val="Ttulo1"/>
    <w:rsid w:val="0008302D"/>
    <w:rPr>
      <w:rFonts w:ascii="Verdana" w:hAnsi="Verdana"/>
      <w:b/>
      <w:kern w:val="28"/>
    </w:rPr>
  </w:style>
  <w:style w:type="character" w:customStyle="1" w:styleId="Ttulo3Char">
    <w:name w:val="Título 3 Char"/>
    <w:basedOn w:val="Fontepargpadro"/>
    <w:link w:val="Ttulo3"/>
    <w:rsid w:val="00292D8A"/>
    <w:rPr>
      <w:rFonts w:ascii="Verdana" w:hAnsi="Verdana"/>
      <w:b/>
    </w:rPr>
  </w:style>
  <w:style w:type="character" w:customStyle="1" w:styleId="Ttulo4Char">
    <w:name w:val="Título 4 Char"/>
    <w:basedOn w:val="Fontepargpadro"/>
    <w:link w:val="Ttulo4"/>
    <w:rsid w:val="00292D8A"/>
    <w:rPr>
      <w:rFonts w:ascii="Verdana" w:hAnsi="Verdana"/>
      <w:b/>
    </w:rPr>
  </w:style>
  <w:style w:type="paragraph" w:customStyle="1" w:styleId="AAA1">
    <w:name w:val="AAA1"/>
    <w:basedOn w:val="PargrafodaLista"/>
    <w:link w:val="AAA1Char"/>
    <w:autoRedefine/>
    <w:qFormat/>
    <w:rsid w:val="002E76E5"/>
    <w:pPr>
      <w:numPr>
        <w:numId w:val="13"/>
      </w:numPr>
      <w:suppressAutoHyphens/>
      <w:spacing w:before="240" w:after="240" w:line="360" w:lineRule="auto"/>
      <w:ind w:left="426"/>
    </w:pPr>
    <w:rPr>
      <w:rFonts w:cs="Calibri"/>
      <w:b/>
      <w:caps/>
      <w:color w:val="00B0F0"/>
      <w:kern w:val="28"/>
      <w:lang w:eastAsia="ar-SA"/>
    </w:rPr>
  </w:style>
  <w:style w:type="character" w:customStyle="1" w:styleId="AAA1Char">
    <w:name w:val="AAA1 Char"/>
    <w:basedOn w:val="PargrafodaListaChar"/>
    <w:link w:val="AAA1"/>
    <w:rsid w:val="002E76E5"/>
    <w:rPr>
      <w:rFonts w:ascii="Verdana" w:hAnsi="Verdana" w:cs="Calibri"/>
      <w:b/>
      <w:caps/>
      <w:color w:val="00B0F0"/>
      <w:kern w:val="28"/>
      <w:lang w:eastAsia="ar-SA"/>
    </w:rPr>
  </w:style>
  <w:style w:type="paragraph" w:customStyle="1" w:styleId="AAACorpo">
    <w:name w:val="AAACorpo"/>
    <w:basedOn w:val="Normal"/>
    <w:link w:val="AAACorpoChar"/>
    <w:qFormat/>
    <w:rsid w:val="000505A1"/>
    <w:pPr>
      <w:suppressAutoHyphens/>
      <w:autoSpaceDE w:val="0"/>
      <w:autoSpaceDN w:val="0"/>
      <w:adjustRightInd w:val="0"/>
      <w:spacing w:after="120" w:line="360" w:lineRule="auto"/>
    </w:pPr>
    <w:rPr>
      <w:rFonts w:cs="Arial"/>
      <w:lang w:eastAsia="ar-SA"/>
    </w:rPr>
  </w:style>
  <w:style w:type="character" w:customStyle="1" w:styleId="AAACorpoChar">
    <w:name w:val="AAACorpo Char"/>
    <w:basedOn w:val="Fontepargpadro"/>
    <w:link w:val="AAACorpo"/>
    <w:rsid w:val="000505A1"/>
    <w:rPr>
      <w:rFonts w:ascii="Verdana" w:hAnsi="Verdana" w:cs="Arial"/>
      <w:lang w:eastAsia="ar-SA"/>
    </w:rPr>
  </w:style>
  <w:style w:type="paragraph" w:customStyle="1" w:styleId="AAA2">
    <w:name w:val="AAA2"/>
    <w:basedOn w:val="PargrafodaLista"/>
    <w:link w:val="AAA2Char"/>
    <w:autoRedefine/>
    <w:qFormat/>
    <w:rsid w:val="000177AA"/>
    <w:pPr>
      <w:ind w:left="720" w:hanging="720"/>
    </w:pPr>
    <w:rPr>
      <w:rFonts w:cs="Calibri"/>
      <w:bCs/>
      <w:caps/>
      <w:szCs w:val="24"/>
      <w:lang w:eastAsia="ar-SA"/>
    </w:rPr>
  </w:style>
  <w:style w:type="character" w:customStyle="1" w:styleId="AAA2Char">
    <w:name w:val="AAA2 Char"/>
    <w:basedOn w:val="PargrafodaListaChar"/>
    <w:link w:val="AAA2"/>
    <w:rsid w:val="000177AA"/>
    <w:rPr>
      <w:rFonts w:ascii="Verdana" w:hAnsi="Verdana" w:cs="Calibri"/>
      <w:bCs/>
      <w:caps/>
      <w:szCs w:val="24"/>
      <w:lang w:eastAsia="ar-SA"/>
    </w:rPr>
  </w:style>
  <w:style w:type="paragraph" w:customStyle="1" w:styleId="AAATexto">
    <w:name w:val="AAATexto"/>
    <w:basedOn w:val="PargrafodaLista"/>
    <w:link w:val="AAATextoChar"/>
    <w:qFormat/>
    <w:rsid w:val="000177AA"/>
    <w:pPr>
      <w:widowControl w:val="0"/>
      <w:tabs>
        <w:tab w:val="left" w:pos="1418"/>
      </w:tabs>
      <w:kinsoku w:val="0"/>
      <w:overflowPunct w:val="0"/>
      <w:autoSpaceDE w:val="0"/>
      <w:autoSpaceDN w:val="0"/>
      <w:adjustRightInd w:val="0"/>
      <w:ind w:left="720" w:right="414"/>
    </w:pPr>
    <w:rPr>
      <w:rFonts w:cs="Calibri"/>
      <w:color w:val="000000" w:themeColor="text1"/>
      <w:sz w:val="24"/>
      <w:szCs w:val="24"/>
      <w:lang w:eastAsia="ar-SA"/>
    </w:rPr>
  </w:style>
  <w:style w:type="character" w:customStyle="1" w:styleId="AAATextoChar">
    <w:name w:val="AAATexto Char"/>
    <w:basedOn w:val="PargrafodaListaChar"/>
    <w:link w:val="AAATexto"/>
    <w:rsid w:val="000177AA"/>
    <w:rPr>
      <w:rFonts w:ascii="Verdana" w:hAnsi="Verdana" w:cs="Calibri"/>
      <w:color w:val="000000" w:themeColor="text1"/>
      <w:sz w:val="24"/>
      <w:szCs w:val="24"/>
      <w:lang w:eastAsia="ar-SA"/>
    </w:rPr>
  </w:style>
  <w:style w:type="paragraph" w:customStyle="1" w:styleId="AAATpicos">
    <w:name w:val="AAATópicos"/>
    <w:basedOn w:val="PargrafodaLista"/>
    <w:link w:val="AAATpicosChar"/>
    <w:qFormat/>
    <w:rsid w:val="002A69C2"/>
    <w:pPr>
      <w:numPr>
        <w:numId w:val="10"/>
      </w:numPr>
      <w:tabs>
        <w:tab w:val="left" w:pos="709"/>
      </w:tabs>
      <w:spacing w:line="360" w:lineRule="auto"/>
    </w:pPr>
    <w:rPr>
      <w:rFonts w:cs="Arial"/>
      <w:szCs w:val="24"/>
      <w:lang w:eastAsia="ar-SA"/>
    </w:rPr>
  </w:style>
  <w:style w:type="character" w:customStyle="1" w:styleId="AAATpicosChar">
    <w:name w:val="AAATópicos Char"/>
    <w:basedOn w:val="PargrafodaListaChar"/>
    <w:link w:val="AAATpicos"/>
    <w:rsid w:val="002A69C2"/>
    <w:rPr>
      <w:rFonts w:ascii="Verdana" w:hAnsi="Verdana" w:cs="Arial"/>
      <w:szCs w:val="24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F545A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8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nuais%20da%20Qualidade\Suprimentos\Folha%20de%20Estilo%20de%20Instru&#231;&#227;o%20de%20Trabalhol%20(05.12)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949d04-aacd-4476-a00e-b767f604b481" xsi:nil="true"/>
    <lcf76f155ced4ddcb4097134ff3c332f xmlns="c3659aec-f8fe-4b1e-bf05-4ae1b068733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5BC7F1D85A7643A14D65AB0040342E" ma:contentTypeVersion="16" ma:contentTypeDescription="Create a new document." ma:contentTypeScope="" ma:versionID="6dfa23479b18ca0c2132faffcb2d20d7">
  <xsd:schema xmlns:xsd="http://www.w3.org/2001/XMLSchema" xmlns:xs="http://www.w3.org/2001/XMLSchema" xmlns:p="http://schemas.microsoft.com/office/2006/metadata/properties" xmlns:ns2="c3659aec-f8fe-4b1e-bf05-4ae1b068733b" xmlns:ns3="96949d04-aacd-4476-a00e-b767f604b481" targetNamespace="http://schemas.microsoft.com/office/2006/metadata/properties" ma:root="true" ma:fieldsID="5af54b777419f0637d9ae6f8896585f0" ns2:_="" ns3:_="">
    <xsd:import namespace="c3659aec-f8fe-4b1e-bf05-4ae1b068733b"/>
    <xsd:import namespace="96949d04-aacd-4476-a00e-b767f604b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59aec-f8fe-4b1e-bf05-4ae1b0687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2ddb3fa-8f10-4620-af5e-d7e756318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49d04-aacd-4476-a00e-b767f604b48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0c8a0d6-4f15-4c7d-b77c-956d712b470b}" ma:internalName="TaxCatchAll" ma:showField="CatchAllData" ma:web="96949d04-aacd-4476-a00e-b767f604b4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0640-0F35-4DDD-8C4F-DA4CBC3F9B2A}">
  <ds:schemaRefs>
    <ds:schemaRef ds:uri="http://schemas.microsoft.com/office/2006/metadata/properties"/>
    <ds:schemaRef ds:uri="http://schemas.microsoft.com/office/infopath/2007/PartnerControls"/>
    <ds:schemaRef ds:uri="96949d04-aacd-4476-a00e-b767f604b481"/>
    <ds:schemaRef ds:uri="c3659aec-f8fe-4b1e-bf05-4ae1b068733b"/>
  </ds:schemaRefs>
</ds:datastoreItem>
</file>

<file path=customXml/itemProps2.xml><?xml version="1.0" encoding="utf-8"?>
<ds:datastoreItem xmlns:ds="http://schemas.openxmlformats.org/officeDocument/2006/customXml" ds:itemID="{1B0988D2-6381-4074-B783-D4D8289630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C785F-32B4-45CE-AD40-FC4DD8C78142}"/>
</file>

<file path=customXml/itemProps4.xml><?xml version="1.0" encoding="utf-8"?>
<ds:datastoreItem xmlns:ds="http://schemas.openxmlformats.org/officeDocument/2006/customXml" ds:itemID="{95DD501B-CA0D-44F4-A5DF-9BCFBDAF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de Estilo de Instrução de Trabalhol (05.12)</Template>
  <TotalTime>17</TotalTime>
  <Pages>8</Pages>
  <Words>860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FURNAS - CENTRAIS ELÉTRICAS S.A</Company>
  <LinksUpToDate>false</LinksUpToDate>
  <CharactersWithSpaces>7073</CharactersWithSpaces>
  <SharedDoc>false</SharedDoc>
  <HLinks>
    <vt:vector size="114" baseType="variant">
      <vt:variant>
        <vt:i4>1507388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_Toc172563915</vt:lpwstr>
      </vt:variant>
      <vt:variant>
        <vt:i4>1507388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_Toc172563914</vt:lpwstr>
      </vt:variant>
      <vt:variant>
        <vt:i4>1507388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_Toc172563913</vt:lpwstr>
      </vt:variant>
      <vt:variant>
        <vt:i4>1507388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_Toc172563912</vt:lpwstr>
      </vt:variant>
      <vt:variant>
        <vt:i4>1507388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_Toc172563911</vt:lpwstr>
      </vt:variant>
      <vt:variant>
        <vt:i4>1507388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_Toc172563910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_Toc172563909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_Toc172563908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_Toc172563907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_Toc172563906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_Toc172563905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_Toc172563904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_Toc172563903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_Toc172563902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_Toc172563901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_Toc172563900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_Toc172563899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_Toc172563898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_Toc172563897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Controle de Produto Não- Conforme</dc:subject>
  <dc:creator>Luiz Carlos Baptista do Lago</dc:creator>
  <cp:keywords>Folha de Estilo de Instrução de Trabalho</cp:keywords>
  <cp:lastModifiedBy>Marcos Kenji Tanaka</cp:lastModifiedBy>
  <cp:revision>5</cp:revision>
  <cp:lastPrinted>2024-07-12T22:58:00Z</cp:lastPrinted>
  <dcterms:created xsi:type="dcterms:W3CDTF">2024-10-08T13:40:00Z</dcterms:created>
  <dcterms:modified xsi:type="dcterms:W3CDTF">2025-06-13T14:32:00Z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a5d77ec6-13d6-4002-8f1f-7a2a12df402a</vt:lpwstr>
  </property>
  <property fmtid="{D5CDD505-2E9C-101B-9397-08002B2CF9AE}" pid="3" name="ContentTypeId">
    <vt:lpwstr>0x010100595BC7F1D85A7643A14D65AB0040342E</vt:lpwstr>
  </property>
  <property fmtid="{D5CDD505-2E9C-101B-9397-08002B2CF9AE}" pid="4" name="_dlc_DocId">
    <vt:lpwstr>VJ22R3QQVM32-7-472</vt:lpwstr>
  </property>
  <property fmtid="{D5CDD505-2E9C-101B-9397-08002B2CF9AE}" pid="5" name="_dlc_DocIdUrl">
    <vt:lpwstr>http://web-documentos-dev/dai/_layouts/DocIdRedir.aspx?ID=VJ22R3QQVM32-7-472, VJ22R3QQVM32-7-472</vt:lpwstr>
  </property>
  <property fmtid="{D5CDD505-2E9C-101B-9397-08002B2CF9AE}" pid="6" name="AverageRating">
    <vt:lpwstr/>
  </property>
  <property fmtid="{D5CDD505-2E9C-101B-9397-08002B2CF9AE}" pid="7" name="Order">
    <vt:r8>54200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ClassificationContentMarkingFooterShapeIds">
    <vt:lpwstr>3a4aeac6,258e883,150385cb,72d0a1fa</vt:lpwstr>
  </property>
  <property fmtid="{D5CDD505-2E9C-101B-9397-08002B2CF9AE}" pid="15" name="ClassificationContentMarkingFooterFontProps">
    <vt:lpwstr>#008000,10,Calibri</vt:lpwstr>
  </property>
  <property fmtid="{D5CDD505-2E9C-101B-9397-08002B2CF9AE}" pid="16" name="ClassificationContentMarkingFooterText">
    <vt:lpwstr>Classificação: Pública</vt:lpwstr>
  </property>
  <property fmtid="{D5CDD505-2E9C-101B-9397-08002B2CF9AE}" pid="17" name="MSIP_Label_40a83aed-4ff2-443d-a0cb-a0188107753d_Enabled">
    <vt:lpwstr>true</vt:lpwstr>
  </property>
  <property fmtid="{D5CDD505-2E9C-101B-9397-08002B2CF9AE}" pid="18" name="MSIP_Label_40a83aed-4ff2-443d-a0cb-a0188107753d_SetDate">
    <vt:lpwstr>2025-06-13T14:32:29Z</vt:lpwstr>
  </property>
  <property fmtid="{D5CDD505-2E9C-101B-9397-08002B2CF9AE}" pid="19" name="MSIP_Label_40a83aed-4ff2-443d-a0cb-a0188107753d_Method">
    <vt:lpwstr>Privileged</vt:lpwstr>
  </property>
  <property fmtid="{D5CDD505-2E9C-101B-9397-08002B2CF9AE}" pid="20" name="MSIP_Label_40a83aed-4ff2-443d-a0cb-a0188107753d_Name">
    <vt:lpwstr>Pública</vt:lpwstr>
  </property>
  <property fmtid="{D5CDD505-2E9C-101B-9397-08002B2CF9AE}" pid="21" name="MSIP_Label_40a83aed-4ff2-443d-a0cb-a0188107753d_SiteId">
    <vt:lpwstr>8a0ffb54-9716-4a93-9158-9e3a7206f18e</vt:lpwstr>
  </property>
  <property fmtid="{D5CDD505-2E9C-101B-9397-08002B2CF9AE}" pid="22" name="MSIP_Label_40a83aed-4ff2-443d-a0cb-a0188107753d_ActionId">
    <vt:lpwstr>8a9b1975-746d-404e-9818-ba8bf6e3ebee</vt:lpwstr>
  </property>
  <property fmtid="{D5CDD505-2E9C-101B-9397-08002B2CF9AE}" pid="23" name="MSIP_Label_40a83aed-4ff2-443d-a0cb-a0188107753d_ContentBits">
    <vt:lpwstr>2</vt:lpwstr>
  </property>
  <property fmtid="{D5CDD505-2E9C-101B-9397-08002B2CF9AE}" pid="24" name="MSIP_Label_40a83aed-4ff2-443d-a0cb-a0188107753d_Tag">
    <vt:lpwstr>10, 0, 1, 1</vt:lpwstr>
  </property>
  <property fmtid="{D5CDD505-2E9C-101B-9397-08002B2CF9AE}" pid="25" name="MSIP_Label_1d1bec2f-76ff-4ec4-a400-40fa874b44be_SetDate">
    <vt:lpwstr>2024-03-14T20:19:05Z</vt:lpwstr>
  </property>
  <property fmtid="{D5CDD505-2E9C-101B-9397-08002B2CF9AE}" pid="26" name="MSIP_Label_1d1bec2f-76ff-4ec4-a400-40fa874b44be_SiteId">
    <vt:lpwstr>8a0ffb54-9716-4a93-9158-9e3a7206f18e</vt:lpwstr>
  </property>
  <property fmtid="{D5CDD505-2E9C-101B-9397-08002B2CF9AE}" pid="27" name="MSIP_Label_1d1bec2f-76ff-4ec4-a400-40fa874b44be_Method">
    <vt:lpwstr>Privileged</vt:lpwstr>
  </property>
  <property fmtid="{D5CDD505-2E9C-101B-9397-08002B2CF9AE}" pid="28" name="MSIP_Label_1d1bec2f-76ff-4ec4-a400-40fa874b44be_ContentBits">
    <vt:lpwstr>2</vt:lpwstr>
  </property>
  <property fmtid="{D5CDD505-2E9C-101B-9397-08002B2CF9AE}" pid="29" name="MSIP_Label_1d1bec2f-76ff-4ec4-a400-40fa874b44be_Name">
    <vt:lpwstr>Interno</vt:lpwstr>
  </property>
  <property fmtid="{D5CDD505-2E9C-101B-9397-08002B2CF9AE}" pid="30" name="MSIP_Label_1d1bec2f-76ff-4ec4-a400-40fa874b44be_ActionId">
    <vt:lpwstr>35c99dcb-a18c-4e4d-bf98-92cb3354c4b8</vt:lpwstr>
  </property>
  <property fmtid="{D5CDD505-2E9C-101B-9397-08002B2CF9AE}" pid="31" name="MSIP_Label_1d1bec2f-76ff-4ec4-a400-40fa874b44be_Enabled">
    <vt:lpwstr>true</vt:lpwstr>
  </property>
  <property fmtid="{D5CDD505-2E9C-101B-9397-08002B2CF9AE}" pid="32" name="MediaServiceImageTags">
    <vt:lpwstr/>
  </property>
</Properties>
</file>